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DE79E6" w:rsidRPr="00436F29" w:rsidTr="00F24907">
        <w:tc>
          <w:tcPr>
            <w:tcW w:w="10207" w:type="dxa"/>
          </w:tcPr>
          <w:p w:rsidR="00DE79E6" w:rsidRDefault="00DE79E6"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Pr>
                <w:b/>
                <w:color w:val="333333"/>
                <w:szCs w:val="28"/>
                <w:lang w:eastAsia="ru-RU"/>
              </w:rPr>
              <w:t>__</w:t>
            </w:r>
          </w:p>
          <w:p w:rsidR="00DE79E6" w:rsidRPr="00F24907" w:rsidRDefault="00DE79E6" w:rsidP="00F24907">
            <w:pPr>
              <w:jc w:val="center"/>
              <w:rPr>
                <w:b/>
                <w:color w:val="333333"/>
                <w:szCs w:val="28"/>
                <w:lang w:eastAsia="ru-RU"/>
              </w:rPr>
            </w:pPr>
          </w:p>
          <w:p w:rsidR="00DE79E6" w:rsidRPr="003B6CFC" w:rsidRDefault="00DE79E6" w:rsidP="00F24907">
            <w:pPr>
              <w:pStyle w:val="Heading1"/>
              <w:tabs>
                <w:tab w:val="left" w:pos="420"/>
              </w:tabs>
              <w:spacing w:before="0" w:beforeAutospacing="0" w:after="0" w:afterAutospacing="0"/>
              <w:jc w:val="both"/>
              <w:rPr>
                <w:bCs/>
                <w:color w:val="333333"/>
                <w:sz w:val="20"/>
              </w:rPr>
            </w:pPr>
            <w:r w:rsidRPr="003B6CFC">
              <w:rPr>
                <w:bCs/>
                <w:color w:val="333333"/>
                <w:sz w:val="20"/>
              </w:rPr>
              <w:tab/>
              <w:t xml:space="preserve">Северо-Казахстанская область, г. Петропавловск                                                                </w:t>
            </w:r>
            <w:r>
              <w:rPr>
                <w:bCs/>
                <w:color w:val="333333"/>
                <w:sz w:val="20"/>
                <w:lang w:val="kk-KZ"/>
              </w:rPr>
              <w:t xml:space="preserve">    </w:t>
            </w:r>
            <w:r w:rsidRPr="003B6CFC">
              <w:rPr>
                <w:bCs/>
                <w:color w:val="333333"/>
                <w:sz w:val="20"/>
              </w:rPr>
              <w:t xml:space="preserve"> __.__.2019</w:t>
            </w:r>
            <w:r>
              <w:rPr>
                <w:bCs/>
                <w:color w:val="333333"/>
                <w:sz w:val="20"/>
                <w:lang w:val="kk-KZ"/>
              </w:rPr>
              <w:t xml:space="preserve"> </w:t>
            </w:r>
            <w:r w:rsidRPr="003B6CFC">
              <w:rPr>
                <w:bCs/>
                <w:color w:val="333333"/>
                <w:sz w:val="20"/>
              </w:rPr>
              <w:t>г.</w:t>
            </w:r>
          </w:p>
          <w:p w:rsidR="00DE79E6" w:rsidRPr="003B6CFC" w:rsidRDefault="00DE79E6" w:rsidP="00436F29">
            <w:pPr>
              <w:pStyle w:val="Heading1"/>
              <w:spacing w:before="0" w:beforeAutospacing="0" w:after="0" w:afterAutospacing="0"/>
              <w:jc w:val="center"/>
              <w:rPr>
                <w:bCs/>
                <w:color w:val="333333"/>
                <w:sz w:val="22"/>
                <w:szCs w:val="22"/>
              </w:rPr>
            </w:pPr>
          </w:p>
          <w:p w:rsidR="00DE79E6" w:rsidRPr="00E55E6E" w:rsidRDefault="00DE79E6"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 xml:space="preserve">именуемый (ое)(ая) в дальнейшем Заказчик, от лица которого выступает Главный врач Федотова Лилия </w:t>
            </w:r>
            <w:r w:rsidRPr="00D6798B">
              <w:rPr>
                <w:color w:val="333333"/>
                <w:sz w:val="22"/>
                <w:lang w:eastAsia="ru-RU"/>
              </w:rPr>
              <w:t>Муратжановна, действующ</w:t>
            </w:r>
            <w:r>
              <w:rPr>
                <w:color w:val="333333"/>
                <w:sz w:val="22"/>
                <w:lang w:eastAsia="ru-RU"/>
              </w:rPr>
              <w:t>ая</w:t>
            </w:r>
            <w:r w:rsidRPr="00D6798B">
              <w:rPr>
                <w:color w:val="333333"/>
                <w:sz w:val="22"/>
                <w:lang w:eastAsia="ru-RU"/>
              </w:rPr>
              <w:t xml:space="preserve"> на основании Положения, с одной стороны и </w:t>
            </w:r>
            <w:r>
              <w:rPr>
                <w:b/>
                <w:color w:val="333333"/>
                <w:sz w:val="22"/>
                <w:lang w:eastAsia="ru-RU"/>
              </w:rPr>
              <w:t>ТОО ИП_____</w:t>
            </w:r>
            <w:r w:rsidRPr="00D6798B">
              <w:rPr>
                <w:color w:val="333333"/>
                <w:sz w:val="22"/>
                <w:lang w:eastAsia="ru-RU"/>
              </w:rPr>
              <w:t xml:space="preserve">, именуемый(ое)(ая) в дальнейшем Поставщик, от лица которого выступает </w:t>
            </w:r>
            <w:r>
              <w:rPr>
                <w:color w:val="333333"/>
                <w:sz w:val="22"/>
                <w:lang w:eastAsia="ru-RU"/>
              </w:rPr>
              <w:t>Директор ______</w:t>
            </w:r>
            <w:r w:rsidRPr="00D6798B">
              <w:rPr>
                <w:color w:val="333333"/>
                <w:sz w:val="22"/>
                <w:lang w:eastAsia="ru-RU"/>
              </w:rPr>
              <w:t>, действующ</w:t>
            </w:r>
            <w:r>
              <w:rPr>
                <w:color w:val="333333"/>
                <w:sz w:val="22"/>
                <w:lang w:eastAsia="ru-RU"/>
              </w:rPr>
              <w:t>ий(ая)</w:t>
            </w:r>
            <w:r w:rsidRPr="00D6798B">
              <w:rPr>
                <w:color w:val="333333"/>
                <w:sz w:val="22"/>
                <w:lang w:eastAsia="ru-RU"/>
              </w:rPr>
              <w:t xml:space="preserve"> на основании </w:t>
            </w:r>
            <w:r>
              <w:rPr>
                <w:color w:val="333333"/>
                <w:sz w:val="22"/>
                <w:lang w:eastAsia="ru-RU"/>
              </w:rPr>
              <w:t>Устава</w:t>
            </w:r>
            <w:r w:rsidRPr="00D6798B">
              <w:rPr>
                <w:color w:val="333333"/>
                <w:sz w:val="22"/>
                <w:lang w:eastAsia="ru-RU"/>
              </w:rPr>
              <w:t>, с другой стороны</w:t>
            </w:r>
            <w:r w:rsidRPr="00E55E6E">
              <w:rPr>
                <w:color w:val="333333"/>
                <w:sz w:val="22"/>
                <w:lang w:eastAsia="ru-RU"/>
              </w:rPr>
              <w:t>, далее совместно именуемые «Стороны», на основании</w:t>
            </w:r>
            <w:r>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DE79E6" w:rsidRPr="00E55E6E" w:rsidRDefault="00DE79E6" w:rsidP="000803A9">
            <w:pPr>
              <w:tabs>
                <w:tab w:val="left" w:pos="600"/>
              </w:tabs>
              <w:ind w:firstLine="317"/>
              <w:jc w:val="center"/>
              <w:rPr>
                <w:b/>
                <w:bCs/>
                <w:sz w:val="22"/>
              </w:rPr>
            </w:pPr>
            <w:r w:rsidRPr="00E55E6E">
              <w:rPr>
                <w:b/>
                <w:bCs/>
                <w:sz w:val="22"/>
              </w:rPr>
              <w:t>1 Предмет договора</w:t>
            </w:r>
          </w:p>
          <w:p w:rsidR="00DE79E6" w:rsidRPr="00E55E6E" w:rsidRDefault="00DE79E6"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Pr>
                <w:sz w:val="22"/>
              </w:rPr>
              <w:t xml:space="preserve"> </w:t>
            </w:r>
            <w:r w:rsidRPr="00E55E6E">
              <w:rPr>
                <w:sz w:val="22"/>
              </w:rPr>
              <w:t>по специфике </w:t>
            </w:r>
            <w:r w:rsidRPr="00E55E6E">
              <w:rPr>
                <w:b/>
                <w:bCs/>
                <w:sz w:val="22"/>
              </w:rPr>
              <w:t>006-</w:t>
            </w:r>
            <w:r>
              <w:rPr>
                <w:b/>
                <w:bCs/>
                <w:sz w:val="22"/>
              </w:rPr>
              <w:t>015</w:t>
            </w:r>
            <w:r w:rsidRPr="00E55E6E">
              <w:rPr>
                <w:b/>
                <w:bCs/>
                <w:sz w:val="22"/>
              </w:rPr>
              <w:t>-</w:t>
            </w:r>
            <w:r>
              <w:rPr>
                <w:b/>
                <w:bCs/>
                <w:sz w:val="22"/>
              </w:rPr>
              <w:t>414</w:t>
            </w:r>
            <w:r w:rsidRPr="00E55E6E">
              <w:rPr>
                <w:sz w:val="22"/>
              </w:rPr>
              <w:t>;</w:t>
            </w:r>
          </w:p>
          <w:p w:rsidR="00DE79E6" w:rsidRPr="00E55E6E" w:rsidRDefault="00DE79E6"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E79E6" w:rsidRPr="00E55E6E" w:rsidRDefault="00DE79E6" w:rsidP="00F24907">
            <w:pPr>
              <w:tabs>
                <w:tab w:val="left" w:pos="600"/>
              </w:tabs>
              <w:ind w:firstLine="317"/>
              <w:jc w:val="both"/>
              <w:rPr>
                <w:sz w:val="22"/>
              </w:rPr>
            </w:pPr>
            <w:r w:rsidRPr="00E55E6E">
              <w:rPr>
                <w:sz w:val="22"/>
              </w:rPr>
              <w:t>1) настоящий Договор;</w:t>
            </w:r>
          </w:p>
          <w:p w:rsidR="00DE79E6" w:rsidRPr="00E55E6E" w:rsidRDefault="00DE79E6" w:rsidP="00F24907">
            <w:pPr>
              <w:tabs>
                <w:tab w:val="left" w:pos="600"/>
              </w:tabs>
              <w:ind w:firstLine="317"/>
              <w:jc w:val="both"/>
              <w:rPr>
                <w:sz w:val="22"/>
              </w:rPr>
            </w:pPr>
            <w:r w:rsidRPr="00E55E6E">
              <w:rPr>
                <w:sz w:val="22"/>
              </w:rPr>
              <w:t>2) перечень закупаемых товаров (Приложение 1);</w:t>
            </w:r>
          </w:p>
          <w:p w:rsidR="00DE79E6" w:rsidRPr="00E55E6E" w:rsidRDefault="00DE79E6" w:rsidP="00F24907">
            <w:pPr>
              <w:tabs>
                <w:tab w:val="left" w:pos="600"/>
              </w:tabs>
              <w:ind w:firstLine="317"/>
              <w:jc w:val="both"/>
              <w:rPr>
                <w:sz w:val="22"/>
              </w:rPr>
            </w:pPr>
            <w:r w:rsidRPr="00E55E6E">
              <w:rPr>
                <w:sz w:val="22"/>
              </w:rPr>
              <w:t>3) техническ</w:t>
            </w:r>
            <w:r>
              <w:rPr>
                <w:sz w:val="22"/>
              </w:rPr>
              <w:t>ая</w:t>
            </w:r>
            <w:r w:rsidRPr="00E55E6E">
              <w:rPr>
                <w:sz w:val="22"/>
              </w:rPr>
              <w:t xml:space="preserve"> </w:t>
            </w:r>
            <w:r>
              <w:rPr>
                <w:sz w:val="22"/>
              </w:rPr>
              <w:t>спецификация</w:t>
            </w:r>
            <w:r w:rsidRPr="00E55E6E">
              <w:rPr>
                <w:sz w:val="22"/>
              </w:rPr>
              <w:t xml:space="preserve"> (Приложение 2).</w:t>
            </w:r>
          </w:p>
          <w:p w:rsidR="00DE79E6" w:rsidRPr="00E55E6E" w:rsidRDefault="00DE79E6" w:rsidP="000803A9">
            <w:pPr>
              <w:tabs>
                <w:tab w:val="left" w:pos="600"/>
              </w:tabs>
              <w:ind w:firstLine="317"/>
              <w:jc w:val="center"/>
              <w:rPr>
                <w:b/>
                <w:bCs/>
                <w:sz w:val="22"/>
              </w:rPr>
            </w:pPr>
            <w:r w:rsidRPr="00E55E6E">
              <w:rPr>
                <w:b/>
                <w:bCs/>
                <w:sz w:val="22"/>
              </w:rPr>
              <w:t>2 Сумма Договора и условия оплаты</w:t>
            </w:r>
          </w:p>
          <w:p w:rsidR="00DE79E6" w:rsidRPr="00C02366" w:rsidRDefault="00DE79E6"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 xml:space="preserve">составляет </w:t>
            </w:r>
            <w:r>
              <w:rPr>
                <w:b/>
                <w:sz w:val="22"/>
              </w:rPr>
              <w:t>000</w:t>
            </w:r>
            <w:r>
              <w:rPr>
                <w:b/>
                <w:sz w:val="22"/>
                <w:lang w:val="kk-KZ"/>
              </w:rPr>
              <w:t>.</w:t>
            </w:r>
            <w:r w:rsidRPr="00C02366">
              <w:rPr>
                <w:b/>
                <w:sz w:val="22"/>
              </w:rPr>
              <w:t>00 (</w:t>
            </w:r>
            <w:r>
              <w:rPr>
                <w:b/>
                <w:sz w:val="22"/>
              </w:rPr>
              <w:t>______</w:t>
            </w:r>
            <w:r w:rsidRPr="00C02366">
              <w:rPr>
                <w:b/>
                <w:sz w:val="22"/>
              </w:rPr>
              <w:t xml:space="preserve">) тенге 00 тиын </w:t>
            </w:r>
            <w:r w:rsidRPr="00C02366">
              <w:rPr>
                <w:sz w:val="22"/>
              </w:rPr>
              <w:t xml:space="preserve"> и включает все расходы, связанные с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Pr>
                <w:b/>
                <w:sz w:val="22"/>
              </w:rPr>
              <w:t>000.00</w:t>
            </w:r>
            <w:r w:rsidRPr="00C02366">
              <w:rPr>
                <w:b/>
                <w:sz w:val="22"/>
              </w:rPr>
              <w:t xml:space="preserve"> (</w:t>
            </w:r>
            <w:r>
              <w:rPr>
                <w:b/>
                <w:sz w:val="22"/>
              </w:rPr>
              <w:t>____</w:t>
            </w:r>
            <w:r w:rsidRPr="00C02366">
              <w:rPr>
                <w:b/>
                <w:sz w:val="22"/>
              </w:rPr>
              <w:t xml:space="preserve">) тенге </w:t>
            </w:r>
            <w:r>
              <w:rPr>
                <w:b/>
                <w:sz w:val="22"/>
              </w:rPr>
              <w:t>00</w:t>
            </w:r>
            <w:r w:rsidRPr="00C02366">
              <w:rPr>
                <w:b/>
                <w:sz w:val="22"/>
              </w:rPr>
              <w:t xml:space="preserve"> тиын </w:t>
            </w:r>
            <w:r w:rsidRPr="00C02366">
              <w:rPr>
                <w:sz w:val="22"/>
              </w:rPr>
              <w:t>(далее – сумма Договора). Поставщик</w:t>
            </w:r>
            <w:r>
              <w:rPr>
                <w:sz w:val="22"/>
              </w:rPr>
              <w:t xml:space="preserve"> </w:t>
            </w:r>
            <w:r w:rsidRPr="00C02366">
              <w:rPr>
                <w:sz w:val="22"/>
              </w:rPr>
              <w:t>является плательщиком НДС.</w:t>
            </w:r>
          </w:p>
          <w:p w:rsidR="00DE79E6" w:rsidRPr="00C02366" w:rsidRDefault="00DE79E6" w:rsidP="007A5EF3">
            <w:pPr>
              <w:tabs>
                <w:tab w:val="left" w:pos="600"/>
              </w:tabs>
              <w:ind w:firstLine="317"/>
              <w:jc w:val="both"/>
              <w:rPr>
                <w:sz w:val="22"/>
              </w:rPr>
            </w:pPr>
            <w:r w:rsidRPr="00C02366">
              <w:rPr>
                <w:sz w:val="22"/>
              </w:rPr>
              <w:t>2.2 Договор финансируется за счет средств, предусмотренных</w:t>
            </w:r>
            <w:r>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Pr="0013130A">
              <w:rPr>
                <w:b/>
                <w:sz w:val="22"/>
              </w:rPr>
              <w:t>015</w:t>
            </w:r>
            <w:r>
              <w:rPr>
                <w:sz w:val="22"/>
              </w:rPr>
              <w:t xml:space="preserve"> «За счет средств местного бюджета»,</w:t>
            </w:r>
            <w:r w:rsidRPr="00C02366">
              <w:rPr>
                <w:sz w:val="22"/>
              </w:rPr>
              <w:t xml:space="preserve"> по</w:t>
            </w:r>
            <w:r>
              <w:rPr>
                <w:sz w:val="22"/>
              </w:rPr>
              <w:t xml:space="preserve"> </w:t>
            </w:r>
            <w:r w:rsidRPr="00C02366">
              <w:rPr>
                <w:sz w:val="22"/>
              </w:rPr>
              <w:t>специфике </w:t>
            </w:r>
            <w:r>
              <w:rPr>
                <w:b/>
                <w:bCs/>
                <w:sz w:val="22"/>
              </w:rPr>
              <w:t>414</w:t>
            </w:r>
            <w:r w:rsidRPr="00C02366">
              <w:rPr>
                <w:sz w:val="22"/>
              </w:rPr>
              <w:t> </w:t>
            </w:r>
            <w:r>
              <w:rPr>
                <w:sz w:val="22"/>
              </w:rPr>
              <w:t>«_____________»</w:t>
            </w:r>
            <w:r w:rsidRPr="00C02366">
              <w:rPr>
                <w:sz w:val="22"/>
              </w:rPr>
              <w:t xml:space="preserve"> - на 201</w:t>
            </w:r>
            <w:r>
              <w:rPr>
                <w:sz w:val="22"/>
              </w:rPr>
              <w:t>9</w:t>
            </w:r>
            <w:r w:rsidRPr="00C02366">
              <w:rPr>
                <w:sz w:val="22"/>
              </w:rPr>
              <w:t xml:space="preserve"> год </w:t>
            </w:r>
            <w:r>
              <w:rPr>
                <w:b/>
                <w:sz w:val="22"/>
              </w:rPr>
              <w:t>000</w:t>
            </w:r>
            <w:r>
              <w:rPr>
                <w:b/>
                <w:sz w:val="22"/>
                <w:lang w:val="kk-KZ"/>
              </w:rPr>
              <w:t>.</w:t>
            </w:r>
            <w:r w:rsidRPr="00C02366">
              <w:rPr>
                <w:b/>
                <w:sz w:val="22"/>
              </w:rPr>
              <w:t>00 (</w:t>
            </w:r>
            <w:r>
              <w:rPr>
                <w:b/>
                <w:sz w:val="22"/>
              </w:rPr>
              <w:t>______</w:t>
            </w:r>
            <w:r w:rsidRPr="00C02366">
              <w:rPr>
                <w:b/>
                <w:sz w:val="22"/>
              </w:rPr>
              <w:t>) тенге 00 тиын</w:t>
            </w:r>
            <w:r w:rsidRPr="00C02366">
              <w:rPr>
                <w:sz w:val="22"/>
              </w:rPr>
              <w:t xml:space="preserve"> в том числе </w:t>
            </w:r>
            <w:r w:rsidRPr="00C02366">
              <w:rPr>
                <w:b/>
                <w:sz w:val="22"/>
              </w:rPr>
              <w:t xml:space="preserve">НДС </w:t>
            </w:r>
            <w:r>
              <w:rPr>
                <w:b/>
                <w:sz w:val="22"/>
              </w:rPr>
              <w:t>00.00</w:t>
            </w:r>
            <w:r w:rsidRPr="00C02366">
              <w:rPr>
                <w:b/>
                <w:sz w:val="22"/>
              </w:rPr>
              <w:t xml:space="preserve"> (</w:t>
            </w:r>
            <w:r>
              <w:rPr>
                <w:b/>
                <w:sz w:val="22"/>
              </w:rPr>
              <w:t>___</w:t>
            </w:r>
            <w:r w:rsidRPr="00C02366">
              <w:rPr>
                <w:b/>
                <w:sz w:val="22"/>
              </w:rPr>
              <w:t xml:space="preserve">) тенге </w:t>
            </w:r>
            <w:r>
              <w:rPr>
                <w:b/>
                <w:sz w:val="22"/>
              </w:rPr>
              <w:t>00</w:t>
            </w:r>
            <w:r w:rsidRPr="00C02366">
              <w:rPr>
                <w:b/>
                <w:sz w:val="22"/>
              </w:rPr>
              <w:t xml:space="preserve"> тиын</w:t>
            </w:r>
            <w:r w:rsidRPr="00C02366">
              <w:rPr>
                <w:sz w:val="22"/>
              </w:rPr>
              <w:t>.</w:t>
            </w:r>
          </w:p>
          <w:p w:rsidR="00DE79E6" w:rsidRPr="00E55E6E" w:rsidRDefault="00DE79E6" w:rsidP="00F24907">
            <w:pPr>
              <w:tabs>
                <w:tab w:val="left" w:pos="600"/>
              </w:tabs>
              <w:ind w:firstLine="317"/>
              <w:jc w:val="both"/>
              <w:rPr>
                <w:sz w:val="22"/>
              </w:rPr>
            </w:pPr>
            <w:r w:rsidRPr="00E55E6E">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DE79E6" w:rsidRPr="00E55E6E" w:rsidRDefault="00DE79E6"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E79E6" w:rsidRPr="00E55E6E" w:rsidRDefault="00DE79E6" w:rsidP="00F24907">
            <w:pPr>
              <w:tabs>
                <w:tab w:val="left" w:pos="600"/>
              </w:tabs>
              <w:ind w:firstLine="317"/>
              <w:jc w:val="both"/>
              <w:rPr>
                <w:sz w:val="22"/>
              </w:rPr>
            </w:pPr>
            <w:r w:rsidRPr="00E55E6E">
              <w:rPr>
                <w:sz w:val="22"/>
              </w:rPr>
              <w:t>2.5 Необходимые документы, предшествующие оплате:</w:t>
            </w:r>
          </w:p>
          <w:p w:rsidR="00DE79E6" w:rsidRPr="00E55E6E" w:rsidRDefault="00DE79E6" w:rsidP="00F24907">
            <w:pPr>
              <w:tabs>
                <w:tab w:val="left" w:pos="600"/>
              </w:tabs>
              <w:ind w:firstLine="317"/>
              <w:jc w:val="both"/>
              <w:rPr>
                <w:sz w:val="22"/>
              </w:rPr>
            </w:pPr>
            <w:r w:rsidRPr="00E55E6E">
              <w:rPr>
                <w:sz w:val="22"/>
              </w:rPr>
              <w:t>1) подписанный Договор;</w:t>
            </w:r>
          </w:p>
          <w:p w:rsidR="00DE79E6" w:rsidRPr="00E55E6E" w:rsidRDefault="00DE79E6" w:rsidP="00F24907">
            <w:pPr>
              <w:tabs>
                <w:tab w:val="left" w:pos="600"/>
              </w:tabs>
              <w:ind w:firstLine="317"/>
              <w:jc w:val="both"/>
              <w:rPr>
                <w:sz w:val="22"/>
              </w:rPr>
            </w:pPr>
            <w:r w:rsidRPr="00E55E6E">
              <w:rPr>
                <w:sz w:val="22"/>
              </w:rPr>
              <w:t>2) накладная;</w:t>
            </w:r>
          </w:p>
          <w:p w:rsidR="00DE79E6" w:rsidRPr="00E55E6E" w:rsidRDefault="00DE79E6" w:rsidP="00F24907">
            <w:pPr>
              <w:tabs>
                <w:tab w:val="left" w:pos="600"/>
              </w:tabs>
              <w:ind w:firstLine="317"/>
              <w:jc w:val="both"/>
              <w:rPr>
                <w:sz w:val="22"/>
              </w:rPr>
            </w:pPr>
            <w:r w:rsidRPr="00E55E6E">
              <w:rPr>
                <w:sz w:val="22"/>
              </w:rPr>
              <w:t>3) акт(ы) приема-передачи товара(ов);</w:t>
            </w:r>
          </w:p>
          <w:p w:rsidR="00DE79E6" w:rsidRPr="00E55E6E" w:rsidRDefault="00DE79E6"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E79E6" w:rsidRPr="00E55E6E" w:rsidRDefault="00DE79E6"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DE79E6" w:rsidRPr="00E55E6E" w:rsidRDefault="00DE79E6" w:rsidP="009B1AB1">
            <w:pPr>
              <w:rPr>
                <w:sz w:val="22"/>
              </w:rPr>
            </w:pPr>
            <w:r w:rsidRPr="00E55E6E">
              <w:rPr>
                <w:sz w:val="22"/>
              </w:rPr>
              <w:t xml:space="preserve">      </w:t>
            </w:r>
          </w:p>
          <w:p w:rsidR="00DE79E6" w:rsidRPr="00E55E6E" w:rsidRDefault="00DE79E6" w:rsidP="000803A9">
            <w:pPr>
              <w:tabs>
                <w:tab w:val="left" w:pos="600"/>
              </w:tabs>
              <w:ind w:firstLine="317"/>
              <w:jc w:val="center"/>
              <w:rPr>
                <w:b/>
                <w:bCs/>
                <w:sz w:val="22"/>
              </w:rPr>
            </w:pPr>
            <w:r w:rsidRPr="00E55E6E">
              <w:rPr>
                <w:b/>
                <w:bCs/>
                <w:sz w:val="22"/>
              </w:rPr>
              <w:t>3 Обязательства Сторон</w:t>
            </w:r>
          </w:p>
          <w:p w:rsidR="00DE79E6" w:rsidRPr="00E55E6E" w:rsidRDefault="00DE79E6" w:rsidP="00F24907">
            <w:pPr>
              <w:tabs>
                <w:tab w:val="left" w:pos="600"/>
              </w:tabs>
              <w:ind w:firstLine="317"/>
              <w:jc w:val="both"/>
              <w:rPr>
                <w:sz w:val="22"/>
              </w:rPr>
            </w:pPr>
            <w:r w:rsidRPr="00E55E6E">
              <w:rPr>
                <w:sz w:val="22"/>
              </w:rPr>
              <w:t>3.1 Поставщик обязуется:</w:t>
            </w:r>
          </w:p>
          <w:p w:rsidR="00DE79E6" w:rsidRPr="00E55E6E" w:rsidRDefault="00DE79E6"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E79E6" w:rsidRPr="00E55E6E" w:rsidRDefault="00DE79E6"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(техническ</w:t>
            </w:r>
            <w:r>
              <w:rPr>
                <w:sz w:val="22"/>
              </w:rPr>
              <w:t>ая</w:t>
            </w:r>
            <w:r w:rsidRPr="00E55E6E">
              <w:rPr>
                <w:sz w:val="22"/>
              </w:rPr>
              <w:t xml:space="preserve"> </w:t>
            </w:r>
            <w:r>
              <w:rPr>
                <w:sz w:val="22"/>
              </w:rPr>
              <w:t>спецификация</w:t>
            </w:r>
            <w:r w:rsidRPr="00E55E6E">
              <w:rPr>
                <w:sz w:val="22"/>
              </w:rPr>
              <w:t>), являющемся неотъемлемой частью Договора;</w:t>
            </w:r>
          </w:p>
          <w:p w:rsidR="00DE79E6" w:rsidRPr="00E55E6E" w:rsidRDefault="00DE79E6" w:rsidP="007A5EF3">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Pr>
                <w:sz w:val="22"/>
              </w:rPr>
              <w:t xml:space="preserve"> </w:t>
            </w:r>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E79E6" w:rsidRPr="00E55E6E" w:rsidRDefault="00DE79E6" w:rsidP="00F24907">
            <w:pPr>
              <w:tabs>
                <w:tab w:val="left" w:pos="600"/>
              </w:tabs>
              <w:ind w:firstLine="317"/>
              <w:jc w:val="both"/>
              <w:rPr>
                <w:sz w:val="22"/>
              </w:rPr>
            </w:pPr>
            <w:r w:rsidRPr="00E55E6E">
              <w:rPr>
                <w:sz w:val="22"/>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E79E6" w:rsidRPr="00E55E6E" w:rsidRDefault="00DE79E6" w:rsidP="00F24907">
            <w:pPr>
              <w:tabs>
                <w:tab w:val="left" w:pos="600"/>
              </w:tabs>
              <w:ind w:firstLine="317"/>
              <w:jc w:val="both"/>
              <w:rPr>
                <w:sz w:val="22"/>
              </w:rPr>
            </w:pPr>
            <w:r w:rsidRPr="00E55E6E">
              <w:rPr>
                <w:sz w:val="22"/>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DE79E6" w:rsidRPr="00E55E6E" w:rsidRDefault="00DE79E6"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E79E6" w:rsidRPr="00E55E6E" w:rsidRDefault="00DE79E6"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E79E6" w:rsidRDefault="00DE79E6" w:rsidP="00F24907">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Pr>
                <w:sz w:val="22"/>
              </w:rPr>
              <w:t>.</w:t>
            </w:r>
          </w:p>
          <w:p w:rsidR="00DE79E6" w:rsidRPr="00E55E6E" w:rsidRDefault="00DE79E6" w:rsidP="00F24907">
            <w:pPr>
              <w:tabs>
                <w:tab w:val="left" w:pos="600"/>
              </w:tabs>
              <w:ind w:firstLine="317"/>
              <w:jc w:val="both"/>
              <w:rPr>
                <w:sz w:val="22"/>
              </w:rPr>
            </w:pPr>
            <w:r w:rsidRPr="00FD7967">
              <w:rPr>
                <w:sz w:val="22"/>
                <w:lang w:val="kk-KZ"/>
              </w:rPr>
              <w:t xml:space="preserve">9) 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Pr>
                <w:color w:val="FF0000"/>
                <w:sz w:val="22"/>
                <w:lang w:val="kk-KZ"/>
              </w:rPr>
              <w:t>8 250.00</w:t>
            </w:r>
            <w:r w:rsidRPr="000E6D33">
              <w:rPr>
                <w:color w:val="FF0000"/>
                <w:sz w:val="22"/>
                <w:lang w:val="kk-KZ"/>
              </w:rPr>
              <w:t xml:space="preserve"> </w:t>
            </w:r>
            <w:r w:rsidRPr="000E6D33">
              <w:rPr>
                <w:color w:val="FF0000"/>
                <w:sz w:val="22"/>
              </w:rPr>
              <w:t>(</w:t>
            </w:r>
            <w:r>
              <w:rPr>
                <w:color w:val="FF0000"/>
                <w:sz w:val="22"/>
              </w:rPr>
              <w:t>Восемь тысяч двести пятьдесят</w:t>
            </w:r>
            <w:r w:rsidRPr="000E6D33">
              <w:rPr>
                <w:color w:val="FF0000"/>
                <w:sz w:val="22"/>
              </w:rPr>
              <w:t xml:space="preserve"> тенге) </w:t>
            </w:r>
            <w:r>
              <w:rPr>
                <w:color w:val="FF0000"/>
                <w:sz w:val="22"/>
              </w:rPr>
              <w:t>0</w:t>
            </w:r>
            <w:r w:rsidRPr="000E6D33">
              <w:rPr>
                <w:color w:val="FF0000"/>
                <w:sz w:val="22"/>
              </w:rPr>
              <w:t>0 тиын</w:t>
            </w:r>
            <w:r w:rsidRPr="00FD7967">
              <w:rPr>
                <w:sz w:val="22"/>
              </w:rPr>
              <w:t xml:space="preserve">, в виде: - гарантийного денежного взноса на банковский счет: № ИИК </w:t>
            </w:r>
            <w:r w:rsidRPr="00FD7967">
              <w:rPr>
                <w:sz w:val="22"/>
                <w:lang w:val="en-US"/>
              </w:rPr>
              <w:t>KZ</w:t>
            </w:r>
            <w:r w:rsidRPr="00FD7967">
              <w:rPr>
                <w:sz w:val="22"/>
              </w:rPr>
              <w:t xml:space="preserve">830705022533260001 КГУ «КОМИТЕТ КАЗНАЧЕЙСТВА МИНИСТЕРСТВА ФИНАНСОВ РК», БИК </w:t>
            </w:r>
            <w:r w:rsidRPr="00FD7967">
              <w:rPr>
                <w:sz w:val="22"/>
                <w:lang w:val="en-US"/>
              </w:rPr>
              <w:t>KKMFKZ</w:t>
            </w:r>
            <w:r w:rsidRPr="00FD7967">
              <w:rPr>
                <w:sz w:val="22"/>
              </w:rPr>
              <w:t>2</w:t>
            </w:r>
            <w:r w:rsidRPr="00FD7967">
              <w:rPr>
                <w:sz w:val="22"/>
                <w:lang w:val="en-US"/>
              </w:rPr>
              <w:t>A</w:t>
            </w:r>
            <w:r w:rsidRPr="00FD7967">
              <w:rPr>
                <w:sz w:val="22"/>
              </w:rPr>
              <w:t>, КБЕ 12.</w:t>
            </w:r>
          </w:p>
          <w:p w:rsidR="00DE79E6" w:rsidRPr="00E55E6E" w:rsidRDefault="00DE79E6" w:rsidP="00F24907">
            <w:pPr>
              <w:tabs>
                <w:tab w:val="left" w:pos="600"/>
              </w:tabs>
              <w:ind w:firstLine="317"/>
              <w:jc w:val="both"/>
              <w:rPr>
                <w:sz w:val="22"/>
              </w:rPr>
            </w:pPr>
            <w:r w:rsidRPr="00E55E6E">
              <w:rPr>
                <w:sz w:val="22"/>
              </w:rPr>
              <w:t>3.2 Поставщик вправе:</w:t>
            </w:r>
          </w:p>
          <w:p w:rsidR="00DE79E6" w:rsidRPr="00E55E6E" w:rsidRDefault="00DE79E6"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E79E6" w:rsidRPr="00E55E6E" w:rsidRDefault="00DE79E6"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E79E6" w:rsidRPr="00E55E6E" w:rsidRDefault="00DE79E6" w:rsidP="00F24907">
            <w:pPr>
              <w:tabs>
                <w:tab w:val="left" w:pos="600"/>
              </w:tabs>
              <w:ind w:firstLine="317"/>
              <w:jc w:val="both"/>
              <w:rPr>
                <w:sz w:val="22"/>
              </w:rPr>
            </w:pPr>
            <w:r w:rsidRPr="00E55E6E">
              <w:rPr>
                <w:sz w:val="22"/>
              </w:rPr>
              <w:t>3.3 Заказчик обязуется:</w:t>
            </w:r>
          </w:p>
          <w:p w:rsidR="00DE79E6" w:rsidRPr="00E55E6E" w:rsidRDefault="00DE79E6"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E79E6" w:rsidRPr="00E55E6E" w:rsidRDefault="00DE79E6"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E79E6" w:rsidRPr="00E55E6E" w:rsidRDefault="00DE79E6"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E79E6" w:rsidRPr="00E55E6E" w:rsidRDefault="00DE79E6" w:rsidP="00F24907">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E79E6" w:rsidRPr="00E55E6E" w:rsidRDefault="00DE79E6"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E79E6" w:rsidRPr="00E55E6E" w:rsidRDefault="00DE79E6" w:rsidP="00F24907">
            <w:pPr>
              <w:tabs>
                <w:tab w:val="left" w:pos="600"/>
              </w:tabs>
              <w:ind w:firstLine="317"/>
              <w:jc w:val="both"/>
              <w:rPr>
                <w:sz w:val="22"/>
              </w:rPr>
            </w:pPr>
            <w:r w:rsidRPr="00E55E6E">
              <w:rPr>
                <w:sz w:val="22"/>
              </w:rPr>
              <w:t>3.4 Заказчик вправе:</w:t>
            </w:r>
          </w:p>
          <w:p w:rsidR="00DE79E6" w:rsidRPr="00E55E6E" w:rsidRDefault="00DE79E6" w:rsidP="00F24907">
            <w:pPr>
              <w:tabs>
                <w:tab w:val="left" w:pos="600"/>
              </w:tabs>
              <w:ind w:firstLine="317"/>
              <w:jc w:val="both"/>
              <w:rPr>
                <w:sz w:val="22"/>
              </w:rPr>
            </w:pPr>
            <w:r w:rsidRPr="00E55E6E">
              <w:rPr>
                <w:sz w:val="22"/>
              </w:rPr>
              <w:t>1) проверять качество поставленного Товара;</w:t>
            </w:r>
          </w:p>
          <w:p w:rsidR="00DE79E6" w:rsidRPr="00E55E6E" w:rsidRDefault="00DE79E6"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E79E6" w:rsidRPr="00E55E6E" w:rsidRDefault="00DE79E6"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E79E6" w:rsidRPr="00E55E6E" w:rsidRDefault="00DE79E6"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E79E6" w:rsidRPr="00E55E6E" w:rsidRDefault="00DE79E6"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w:t>
            </w:r>
            <w:r>
              <w:rPr>
                <w:sz w:val="22"/>
              </w:rPr>
              <w:t>й</w:t>
            </w:r>
            <w:r w:rsidRPr="00E55E6E">
              <w:rPr>
                <w:sz w:val="22"/>
              </w:rPr>
              <w:t xml:space="preserve"> </w:t>
            </w:r>
            <w:r>
              <w:rPr>
                <w:sz w:val="22"/>
              </w:rPr>
              <w:t>спецификации.</w:t>
            </w:r>
          </w:p>
          <w:p w:rsidR="00DE79E6" w:rsidRPr="00E55E6E" w:rsidRDefault="00DE79E6" w:rsidP="00F24907">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E79E6" w:rsidRPr="00E55E6E" w:rsidRDefault="00DE79E6"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E79E6" w:rsidRPr="00E55E6E" w:rsidRDefault="00DE79E6"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DE79E6" w:rsidRPr="00E55E6E" w:rsidRDefault="00DE79E6" w:rsidP="000803A9">
            <w:pPr>
              <w:tabs>
                <w:tab w:val="left" w:pos="600"/>
              </w:tabs>
              <w:ind w:firstLine="317"/>
              <w:jc w:val="center"/>
              <w:rPr>
                <w:b/>
                <w:bCs/>
                <w:sz w:val="22"/>
              </w:rPr>
            </w:pPr>
            <w:r w:rsidRPr="00E55E6E">
              <w:rPr>
                <w:b/>
                <w:bCs/>
                <w:sz w:val="22"/>
              </w:rPr>
              <w:t>5 Поставка Товаров и документация</w:t>
            </w:r>
          </w:p>
          <w:p w:rsidR="00DE79E6" w:rsidRPr="00E55E6E" w:rsidRDefault="00DE79E6"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E79E6" w:rsidRPr="00E55E6E" w:rsidRDefault="00DE79E6" w:rsidP="00F24907">
            <w:pPr>
              <w:tabs>
                <w:tab w:val="left" w:pos="600"/>
              </w:tabs>
              <w:ind w:firstLine="317"/>
              <w:jc w:val="both"/>
              <w:rPr>
                <w:sz w:val="22"/>
              </w:rPr>
            </w:pPr>
            <w:r w:rsidRPr="00E55E6E">
              <w:rPr>
                <w:sz w:val="22"/>
              </w:rPr>
              <w:t>1) оригинал накладной 2;</w:t>
            </w:r>
          </w:p>
          <w:p w:rsidR="00DE79E6" w:rsidRPr="00E55E6E" w:rsidRDefault="00DE79E6" w:rsidP="00F24907">
            <w:pPr>
              <w:tabs>
                <w:tab w:val="left" w:pos="600"/>
              </w:tabs>
              <w:ind w:firstLine="317"/>
              <w:jc w:val="both"/>
              <w:rPr>
                <w:sz w:val="22"/>
              </w:rPr>
            </w:pPr>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DE79E6" w:rsidRPr="00E55E6E" w:rsidRDefault="00DE79E6"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E79E6" w:rsidRPr="00E55E6E" w:rsidRDefault="00DE79E6"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E79E6" w:rsidRPr="00E55E6E" w:rsidRDefault="00DE79E6"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E79E6" w:rsidRPr="00E55E6E" w:rsidRDefault="00DE79E6"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DE79E6" w:rsidRPr="00E55E6E" w:rsidRDefault="00DE79E6" w:rsidP="00F24907">
            <w:pPr>
              <w:tabs>
                <w:tab w:val="left" w:pos="600"/>
              </w:tabs>
              <w:ind w:firstLine="317"/>
              <w:jc w:val="both"/>
              <w:rPr>
                <w:bCs/>
                <w:sz w:val="22"/>
              </w:rPr>
            </w:pPr>
          </w:p>
          <w:p w:rsidR="00DE79E6" w:rsidRPr="00E55E6E" w:rsidRDefault="00DE79E6" w:rsidP="000803A9">
            <w:pPr>
              <w:tabs>
                <w:tab w:val="left" w:pos="600"/>
              </w:tabs>
              <w:ind w:firstLine="317"/>
              <w:jc w:val="center"/>
              <w:rPr>
                <w:b/>
                <w:bCs/>
                <w:sz w:val="22"/>
              </w:rPr>
            </w:pPr>
            <w:r w:rsidRPr="00E55E6E">
              <w:rPr>
                <w:b/>
                <w:bCs/>
                <w:sz w:val="22"/>
              </w:rPr>
              <w:t>6 Гарантии. Качество</w:t>
            </w:r>
          </w:p>
          <w:p w:rsidR="00DE79E6" w:rsidRPr="00E55E6E" w:rsidRDefault="00DE79E6"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DE79E6" w:rsidRPr="00E55E6E" w:rsidRDefault="00DE79E6"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DE79E6" w:rsidRPr="00E55E6E" w:rsidRDefault="00DE79E6"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E79E6" w:rsidRPr="00E55E6E" w:rsidRDefault="00DE79E6"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E79E6" w:rsidRPr="00E55E6E" w:rsidRDefault="00DE79E6"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E79E6" w:rsidRPr="00E55E6E" w:rsidRDefault="00DE79E6" w:rsidP="006428CC">
            <w:pPr>
              <w:rPr>
                <w:sz w:val="22"/>
              </w:rPr>
            </w:pPr>
            <w:r>
              <w:rPr>
                <w:sz w:val="22"/>
              </w:rPr>
              <w:t xml:space="preserve">      </w:t>
            </w:r>
          </w:p>
          <w:p w:rsidR="00DE79E6" w:rsidRPr="00E55E6E" w:rsidRDefault="00DE79E6" w:rsidP="00B30427">
            <w:pPr>
              <w:tabs>
                <w:tab w:val="left" w:pos="600"/>
              </w:tabs>
              <w:ind w:firstLine="317"/>
              <w:jc w:val="center"/>
              <w:rPr>
                <w:b/>
                <w:bCs/>
                <w:sz w:val="22"/>
              </w:rPr>
            </w:pPr>
            <w:r w:rsidRPr="00E55E6E">
              <w:rPr>
                <w:b/>
                <w:bCs/>
                <w:sz w:val="22"/>
              </w:rPr>
              <w:t>7 Ответственность сторон</w:t>
            </w:r>
          </w:p>
          <w:p w:rsidR="00DE79E6" w:rsidRPr="00E55E6E" w:rsidRDefault="00DE79E6" w:rsidP="00F24907">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E79E6" w:rsidRPr="00E55E6E" w:rsidRDefault="00DE79E6"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E79E6" w:rsidRPr="00E55E6E" w:rsidRDefault="00DE79E6" w:rsidP="00F24907">
            <w:pPr>
              <w:tabs>
                <w:tab w:val="left" w:pos="600"/>
              </w:tabs>
              <w:ind w:firstLine="317"/>
              <w:jc w:val="both"/>
              <w:rPr>
                <w:sz w:val="22"/>
              </w:rPr>
            </w:pPr>
            <w:r w:rsidRPr="00E55E6E">
              <w:rPr>
                <w:sz w:val="22"/>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E79E6" w:rsidRPr="00E55E6E" w:rsidRDefault="00DE79E6" w:rsidP="00F24907">
            <w:pPr>
              <w:tabs>
                <w:tab w:val="left" w:pos="600"/>
              </w:tabs>
              <w:ind w:firstLine="317"/>
              <w:jc w:val="both"/>
              <w:rPr>
                <w:sz w:val="22"/>
              </w:rPr>
            </w:pPr>
            <w:r w:rsidRPr="00E55E6E">
              <w:rPr>
                <w:sz w:val="22"/>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E79E6" w:rsidRPr="00E55E6E" w:rsidRDefault="00DE79E6"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E79E6" w:rsidRPr="00E55E6E" w:rsidRDefault="00DE79E6"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E79E6" w:rsidRPr="00E55E6E" w:rsidRDefault="00DE79E6"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E79E6" w:rsidRPr="00E55E6E" w:rsidRDefault="00DE79E6"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E79E6" w:rsidRPr="00E55E6E" w:rsidRDefault="00DE79E6" w:rsidP="00F24907">
            <w:pPr>
              <w:tabs>
                <w:tab w:val="left" w:pos="600"/>
              </w:tabs>
              <w:ind w:firstLine="317"/>
              <w:jc w:val="both"/>
              <w:rPr>
                <w:sz w:val="22"/>
              </w:rPr>
            </w:pPr>
            <w:r w:rsidRPr="00E55E6E">
              <w:rPr>
                <w:sz w:val="22"/>
              </w:rPr>
              <w:t xml:space="preserve">8.1 </w:t>
            </w:r>
            <w:r w:rsidRPr="00FD7967">
              <w:rPr>
                <w:sz w:val="22"/>
              </w:rPr>
              <w:t>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31.12.2019года.</w:t>
            </w:r>
          </w:p>
          <w:p w:rsidR="00DE79E6" w:rsidRPr="00E55E6E" w:rsidRDefault="00DE79E6"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E79E6" w:rsidRPr="00E55E6E" w:rsidRDefault="00DE79E6"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E79E6" w:rsidRPr="00E55E6E" w:rsidRDefault="00DE79E6"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E79E6" w:rsidRPr="00E55E6E" w:rsidRDefault="00DE79E6"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E79E6" w:rsidRPr="00E55E6E" w:rsidRDefault="00DE79E6"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E79E6" w:rsidRPr="00E55E6E" w:rsidRDefault="00DE79E6"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E79E6" w:rsidRPr="00E55E6E" w:rsidRDefault="00DE79E6" w:rsidP="00F24907">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w:t>
            </w:r>
            <w:r>
              <w:rPr>
                <w:sz w:val="22"/>
              </w:rPr>
              <w:t xml:space="preserve"> </w:t>
            </w:r>
            <w:r w:rsidRPr="00E55E6E">
              <w:rPr>
                <w:sz w:val="22"/>
              </w:rPr>
              <w:t>исполнения.</w:t>
            </w:r>
            <w:r>
              <w:rPr>
                <w:sz w:val="22"/>
              </w:rPr>
              <w:t xml:space="preserve"> </w:t>
            </w:r>
            <w:r w:rsidRPr="00E55E6E">
              <w:rPr>
                <w:sz w:val="22"/>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E79E6" w:rsidRPr="00E55E6E" w:rsidRDefault="00DE79E6" w:rsidP="00B30427">
            <w:pPr>
              <w:tabs>
                <w:tab w:val="left" w:pos="600"/>
              </w:tabs>
              <w:ind w:firstLine="317"/>
              <w:jc w:val="center"/>
              <w:rPr>
                <w:b/>
                <w:bCs/>
                <w:sz w:val="22"/>
              </w:rPr>
            </w:pPr>
            <w:r w:rsidRPr="00E55E6E">
              <w:rPr>
                <w:b/>
                <w:bCs/>
                <w:sz w:val="22"/>
              </w:rPr>
              <w:t>9 Уведомление</w:t>
            </w:r>
          </w:p>
          <w:p w:rsidR="00DE79E6" w:rsidRPr="00E55E6E" w:rsidRDefault="00DE79E6"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E79E6" w:rsidRPr="00E55E6E" w:rsidRDefault="00DE79E6"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E79E6" w:rsidRPr="00E55E6E" w:rsidRDefault="00DE79E6" w:rsidP="00B30427">
            <w:pPr>
              <w:tabs>
                <w:tab w:val="left" w:pos="600"/>
              </w:tabs>
              <w:ind w:firstLine="317"/>
              <w:jc w:val="center"/>
              <w:rPr>
                <w:b/>
                <w:bCs/>
                <w:sz w:val="22"/>
              </w:rPr>
            </w:pPr>
            <w:r w:rsidRPr="00E55E6E">
              <w:rPr>
                <w:b/>
                <w:bCs/>
                <w:sz w:val="22"/>
              </w:rPr>
              <w:t>10 Форс-мажор</w:t>
            </w:r>
          </w:p>
          <w:p w:rsidR="00DE79E6" w:rsidRPr="00E55E6E" w:rsidRDefault="00DE79E6"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E79E6" w:rsidRPr="00E55E6E" w:rsidRDefault="00DE79E6"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E79E6" w:rsidRPr="00E55E6E" w:rsidRDefault="00DE79E6"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E79E6" w:rsidRPr="00E55E6E" w:rsidRDefault="00DE79E6" w:rsidP="00F24907">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E79E6" w:rsidRPr="00E55E6E" w:rsidRDefault="00DE79E6" w:rsidP="00B30427">
            <w:pPr>
              <w:tabs>
                <w:tab w:val="left" w:pos="600"/>
              </w:tabs>
              <w:ind w:firstLine="317"/>
              <w:jc w:val="center"/>
              <w:rPr>
                <w:b/>
                <w:bCs/>
                <w:sz w:val="22"/>
              </w:rPr>
            </w:pPr>
            <w:r w:rsidRPr="00E55E6E">
              <w:rPr>
                <w:b/>
                <w:bCs/>
                <w:sz w:val="22"/>
              </w:rPr>
              <w:t>11 Решение спорных вопросов</w:t>
            </w:r>
          </w:p>
          <w:p w:rsidR="00DE79E6" w:rsidRPr="00E55E6E" w:rsidRDefault="00DE79E6"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E79E6" w:rsidRPr="00E55E6E" w:rsidRDefault="00DE79E6" w:rsidP="00F24907">
            <w:pPr>
              <w:tabs>
                <w:tab w:val="left" w:pos="600"/>
              </w:tabs>
              <w:ind w:firstLine="317"/>
              <w:jc w:val="both"/>
              <w:rPr>
                <w:sz w:val="22"/>
              </w:rPr>
            </w:pPr>
            <w:r w:rsidRPr="00E55E6E">
              <w:rPr>
                <w:sz w:val="22"/>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E79E6" w:rsidRPr="00E55E6E" w:rsidRDefault="00DE79E6" w:rsidP="00B30427">
            <w:pPr>
              <w:tabs>
                <w:tab w:val="left" w:pos="600"/>
              </w:tabs>
              <w:ind w:firstLine="317"/>
              <w:jc w:val="center"/>
              <w:rPr>
                <w:b/>
                <w:bCs/>
                <w:sz w:val="22"/>
              </w:rPr>
            </w:pPr>
            <w:r w:rsidRPr="00E55E6E">
              <w:rPr>
                <w:b/>
                <w:bCs/>
                <w:sz w:val="22"/>
              </w:rPr>
              <w:t>12 Прочие условия</w:t>
            </w:r>
          </w:p>
          <w:p w:rsidR="00DE79E6" w:rsidRPr="00E55E6E" w:rsidRDefault="00DE79E6"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E79E6" w:rsidRPr="00E55E6E" w:rsidRDefault="00DE79E6"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DE79E6" w:rsidRPr="00E55E6E" w:rsidRDefault="00DE79E6"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E79E6" w:rsidRPr="00E55E6E" w:rsidRDefault="00DE79E6"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E79E6" w:rsidRPr="00E55E6E" w:rsidRDefault="00DE79E6"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DE79E6" w:rsidRPr="00E55E6E" w:rsidRDefault="00DE79E6"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E79E6" w:rsidRPr="00E55E6E" w:rsidRDefault="00DE79E6"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E79E6" w:rsidRPr="00E55E6E" w:rsidRDefault="00DE79E6"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E79E6" w:rsidRPr="00E55E6E" w:rsidRDefault="00DE79E6" w:rsidP="00F24907">
            <w:pPr>
              <w:tabs>
                <w:tab w:val="left" w:pos="600"/>
              </w:tabs>
              <w:ind w:firstLine="317"/>
              <w:jc w:val="both"/>
              <w:rPr>
                <w:sz w:val="22"/>
              </w:rPr>
            </w:pPr>
            <w:r w:rsidRPr="00E55E6E">
              <w:rPr>
                <w:sz w:val="22"/>
              </w:rPr>
              <w:t>12.5 Договор составлен на казахском и русском языке, имею</w:t>
            </w:r>
            <w:r>
              <w:rPr>
                <w:sz w:val="22"/>
              </w:rPr>
              <w:t>щих одинаковую юридическую силу</w:t>
            </w:r>
            <w:r w:rsidRPr="00E55E6E">
              <w:rPr>
                <w:sz w:val="22"/>
              </w:rPr>
              <w:t>.</w:t>
            </w:r>
          </w:p>
          <w:p w:rsidR="00DE79E6" w:rsidRPr="00E55E6E" w:rsidRDefault="00DE79E6" w:rsidP="00F24907">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DE79E6" w:rsidRPr="00E55E6E" w:rsidRDefault="00DE79E6" w:rsidP="00F24907">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E79E6" w:rsidRPr="00E55E6E" w:rsidRDefault="00DE79E6"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DE79E6" w:rsidRPr="00E55E6E" w:rsidTr="00B26E7A">
              <w:tc>
                <w:tcPr>
                  <w:tcW w:w="2250" w:type="pct"/>
                  <w:tcMar>
                    <w:top w:w="0" w:type="dxa"/>
                    <w:left w:w="0" w:type="dxa"/>
                    <w:bottom w:w="0" w:type="dxa"/>
                    <w:right w:w="0" w:type="dxa"/>
                  </w:tcMar>
                  <w:vAlign w:val="center"/>
                </w:tcPr>
                <w:p w:rsidR="00DE79E6" w:rsidRDefault="00DE79E6" w:rsidP="00E55E6E">
                  <w:pPr>
                    <w:tabs>
                      <w:tab w:val="left" w:pos="600"/>
                    </w:tabs>
                    <w:ind w:firstLine="317"/>
                    <w:rPr>
                      <w:b/>
                      <w:bCs/>
                      <w:sz w:val="22"/>
                    </w:rPr>
                  </w:pPr>
                  <w:r w:rsidRPr="00E55E6E">
                    <w:rPr>
                      <w:b/>
                      <w:bCs/>
                      <w:sz w:val="22"/>
                    </w:rPr>
                    <w:t>Заказчик:</w:t>
                  </w:r>
                </w:p>
                <w:p w:rsidR="00DE79E6" w:rsidRDefault="00DE79E6"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E79E6" w:rsidRPr="00B26E7A" w:rsidRDefault="00DE79E6" w:rsidP="00B26E7A">
                  <w:pPr>
                    <w:tabs>
                      <w:tab w:val="left" w:pos="600"/>
                    </w:tabs>
                    <w:rPr>
                      <w:sz w:val="22"/>
                    </w:rPr>
                  </w:pPr>
                  <w:r w:rsidRPr="00B26E7A">
                    <w:rPr>
                      <w:sz w:val="22"/>
                    </w:rPr>
                    <w:t>г.Петропавловск, ул. Ауэзова 174А</w:t>
                  </w:r>
                </w:p>
                <w:p w:rsidR="00DE79E6" w:rsidRDefault="00DE79E6"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E79E6" w:rsidRPr="006428CC" w:rsidRDefault="00DE79E6" w:rsidP="00E55E6E">
                  <w:pPr>
                    <w:tabs>
                      <w:tab w:val="left" w:pos="600"/>
                    </w:tabs>
                    <w:rPr>
                      <w:sz w:val="22"/>
                      <w:lang w:val="en-US"/>
                    </w:rPr>
                  </w:pPr>
                  <w:r>
                    <w:rPr>
                      <w:sz w:val="22"/>
                      <w:lang w:val="en-US"/>
                    </w:rPr>
                    <w:t>E-mail: babyhouse_petr@med.mail.kz</w:t>
                  </w:r>
                </w:p>
                <w:p w:rsidR="00DE79E6" w:rsidRPr="00E55E6E" w:rsidRDefault="00DE79E6" w:rsidP="00E55E6E">
                  <w:pPr>
                    <w:tabs>
                      <w:tab w:val="left" w:pos="600"/>
                    </w:tabs>
                    <w:rPr>
                      <w:sz w:val="22"/>
                    </w:rPr>
                  </w:pPr>
                  <w:r w:rsidRPr="0041793E">
                    <w:rPr>
                      <w:sz w:val="22"/>
                    </w:rPr>
                    <w:br/>
                  </w:r>
                  <w:r w:rsidRPr="00E55E6E">
                    <w:rPr>
                      <w:sz w:val="22"/>
                    </w:rPr>
                    <w:t>Главный врач</w:t>
                  </w:r>
                </w:p>
                <w:p w:rsidR="00DE79E6" w:rsidRPr="00E55E6E" w:rsidRDefault="00DE79E6" w:rsidP="00E55E6E">
                  <w:pPr>
                    <w:tabs>
                      <w:tab w:val="left" w:pos="600"/>
                    </w:tabs>
                    <w:rPr>
                      <w:sz w:val="22"/>
                    </w:rPr>
                  </w:pPr>
                  <w:r w:rsidRPr="00E55E6E">
                    <w:rPr>
                      <w:sz w:val="22"/>
                    </w:rPr>
                    <w:t>________</w:t>
                  </w:r>
                  <w:r>
                    <w:rPr>
                      <w:sz w:val="22"/>
                    </w:rPr>
                    <w:t>__________</w:t>
                  </w:r>
                  <w:r w:rsidRPr="00E55E6E">
                    <w:rPr>
                      <w:sz w:val="22"/>
                    </w:rPr>
                    <w:t>Федотова Л.М.</w:t>
                  </w:r>
                </w:p>
              </w:tc>
              <w:tc>
                <w:tcPr>
                  <w:tcW w:w="500" w:type="pct"/>
                  <w:tcMar>
                    <w:top w:w="0" w:type="dxa"/>
                    <w:left w:w="0" w:type="dxa"/>
                    <w:bottom w:w="0" w:type="dxa"/>
                    <w:right w:w="0" w:type="dxa"/>
                  </w:tcMar>
                  <w:vAlign w:val="center"/>
                </w:tcPr>
                <w:p w:rsidR="00DE79E6" w:rsidRPr="00E55E6E" w:rsidRDefault="00DE79E6" w:rsidP="00F24907">
                  <w:pPr>
                    <w:tabs>
                      <w:tab w:val="left" w:pos="600"/>
                    </w:tabs>
                    <w:ind w:firstLine="317"/>
                    <w:jc w:val="both"/>
                    <w:rPr>
                      <w:sz w:val="22"/>
                    </w:rPr>
                  </w:pPr>
                </w:p>
              </w:tc>
              <w:tc>
                <w:tcPr>
                  <w:tcW w:w="2250" w:type="pct"/>
                  <w:tcMar>
                    <w:top w:w="0" w:type="dxa"/>
                    <w:left w:w="0" w:type="dxa"/>
                    <w:bottom w:w="0" w:type="dxa"/>
                    <w:right w:w="0" w:type="dxa"/>
                  </w:tcMar>
                  <w:vAlign w:val="center"/>
                </w:tcPr>
                <w:p w:rsidR="00DE79E6" w:rsidRDefault="00DE79E6" w:rsidP="006428CC">
                  <w:pPr>
                    <w:rPr>
                      <w:sz w:val="22"/>
                    </w:rPr>
                  </w:pPr>
                  <w:r w:rsidRPr="00E55E6E">
                    <w:rPr>
                      <w:b/>
                      <w:bCs/>
                      <w:sz w:val="22"/>
                    </w:rPr>
                    <w:t>Поставщик:</w:t>
                  </w:r>
                  <w:r w:rsidRPr="00E55E6E">
                    <w:rPr>
                      <w:sz w:val="22"/>
                    </w:rPr>
                    <w:br/>
                  </w:r>
                  <w:r>
                    <w:rPr>
                      <w:b/>
                      <w:sz w:val="22"/>
                    </w:rPr>
                    <w:t>ТОО ИП ____________</w:t>
                  </w:r>
                  <w:r w:rsidRPr="00A65BB4">
                    <w:rPr>
                      <w:b/>
                      <w:sz w:val="22"/>
                    </w:rPr>
                    <w:br/>
                  </w:r>
                  <w:r w:rsidRPr="008957EA">
                    <w:rPr>
                      <w:sz w:val="22"/>
                    </w:rPr>
                    <w:t>С</w:t>
                  </w:r>
                  <w:r>
                    <w:rPr>
                      <w:sz w:val="22"/>
                    </w:rPr>
                    <w:t>КО</w:t>
                  </w:r>
                  <w:r w:rsidRPr="008957EA">
                    <w:rPr>
                      <w:sz w:val="22"/>
                    </w:rPr>
                    <w:t>, г.</w:t>
                  </w:r>
                  <w:r>
                    <w:rPr>
                      <w:sz w:val="22"/>
                    </w:rPr>
                    <w:t xml:space="preserve"> </w:t>
                  </w:r>
                  <w:r w:rsidRPr="008957EA">
                    <w:rPr>
                      <w:sz w:val="22"/>
                    </w:rPr>
                    <w:t>Петропавловск,</w:t>
                  </w:r>
                  <w:r>
                    <w:rPr>
                      <w:sz w:val="22"/>
                    </w:rPr>
                    <w:t>_________</w:t>
                  </w:r>
                  <w:r w:rsidRPr="008957EA">
                    <w:rPr>
                      <w:sz w:val="22"/>
                    </w:rPr>
                    <w:br/>
                    <w:t>БИН</w:t>
                  </w:r>
                  <w:r>
                    <w:rPr>
                      <w:sz w:val="22"/>
                    </w:rPr>
                    <w:t>/ИИН</w:t>
                  </w:r>
                  <w:r w:rsidRPr="008957EA">
                    <w:rPr>
                      <w:sz w:val="22"/>
                      <w:lang w:val="kk-KZ"/>
                    </w:rPr>
                    <w:t xml:space="preserve"> </w:t>
                  </w:r>
                  <w:r>
                    <w:rPr>
                      <w:sz w:val="22"/>
                      <w:lang w:val="kk-KZ"/>
                    </w:rPr>
                    <w:t>___</w:t>
                  </w:r>
                  <w:r w:rsidRPr="008957EA">
                    <w:rPr>
                      <w:sz w:val="22"/>
                    </w:rPr>
                    <w:br/>
                    <w:t xml:space="preserve">БИК </w:t>
                  </w:r>
                  <w:r>
                    <w:rPr>
                      <w:color w:val="000000"/>
                      <w:sz w:val="22"/>
                    </w:rPr>
                    <w:t>______</w:t>
                  </w:r>
                  <w:r w:rsidRPr="008957EA">
                    <w:rPr>
                      <w:sz w:val="22"/>
                    </w:rPr>
                    <w:br/>
                    <w:t xml:space="preserve">ИИК </w:t>
                  </w:r>
                  <w:r w:rsidRPr="008957EA">
                    <w:rPr>
                      <w:sz w:val="22"/>
                      <w:lang w:val="en-US"/>
                    </w:rPr>
                    <w:t>KZ</w:t>
                  </w:r>
                  <w:r>
                    <w:rPr>
                      <w:sz w:val="22"/>
                    </w:rPr>
                    <w:t>________</w:t>
                  </w:r>
                  <w:r w:rsidRPr="008957EA">
                    <w:rPr>
                      <w:sz w:val="22"/>
                    </w:rPr>
                    <w:br/>
                    <w:t>АО «</w:t>
                  </w:r>
                  <w:r>
                    <w:rPr>
                      <w:sz w:val="22"/>
                    </w:rPr>
                    <w:t>______</w:t>
                  </w:r>
                  <w:r w:rsidRPr="008957EA">
                    <w:rPr>
                      <w:sz w:val="22"/>
                    </w:rPr>
                    <w:t>»</w:t>
                  </w:r>
                  <w:r w:rsidRPr="008957EA">
                    <w:rPr>
                      <w:sz w:val="22"/>
                    </w:rPr>
                    <w:br/>
                    <w:t>Тел.: 8</w:t>
                  </w:r>
                  <w:r>
                    <w:rPr>
                      <w:sz w:val="22"/>
                    </w:rPr>
                    <w:t xml:space="preserve"> _________</w:t>
                  </w:r>
                </w:p>
                <w:p w:rsidR="00DE79E6" w:rsidRPr="008957EA" w:rsidRDefault="00DE79E6" w:rsidP="00A65BB4">
                  <w:pPr>
                    <w:spacing w:after="240"/>
                    <w:rPr>
                      <w:rFonts w:ascii="Tahoma" w:hAnsi="Tahoma" w:cs="Tahoma"/>
                      <w:color w:val="000000"/>
                      <w:sz w:val="22"/>
                    </w:rPr>
                  </w:pPr>
                  <w:r w:rsidRPr="008957EA">
                    <w:rPr>
                      <w:sz w:val="22"/>
                    </w:rPr>
                    <w:br/>
                  </w:r>
                  <w:r>
                    <w:rPr>
                      <w:sz w:val="22"/>
                      <w:lang w:val="kk-KZ"/>
                    </w:rPr>
                    <w:t>Директор</w:t>
                  </w:r>
                </w:p>
                <w:p w:rsidR="00DE79E6" w:rsidRPr="00E55E6E" w:rsidRDefault="00DE79E6" w:rsidP="00A65BB4">
                  <w:pPr>
                    <w:tabs>
                      <w:tab w:val="left" w:pos="600"/>
                    </w:tabs>
                    <w:rPr>
                      <w:sz w:val="22"/>
                      <w:lang w:val="kk-KZ"/>
                    </w:rPr>
                  </w:pPr>
                  <w:r>
                    <w:rPr>
                      <w:sz w:val="22"/>
                    </w:rPr>
                    <w:t>_____________________</w:t>
                  </w:r>
                  <w:r w:rsidRPr="008957EA">
                    <w:rPr>
                      <w:sz w:val="22"/>
                    </w:rPr>
                    <w:t xml:space="preserve"> </w:t>
                  </w:r>
                </w:p>
                <w:p w:rsidR="00DE79E6" w:rsidRPr="00E55E6E" w:rsidRDefault="00DE79E6" w:rsidP="00F24907">
                  <w:pPr>
                    <w:tabs>
                      <w:tab w:val="left" w:pos="600"/>
                    </w:tabs>
                    <w:jc w:val="both"/>
                    <w:rPr>
                      <w:sz w:val="22"/>
                    </w:rPr>
                  </w:pPr>
                </w:p>
              </w:tc>
            </w:tr>
          </w:tbl>
          <w:p w:rsidR="00DE79E6" w:rsidRPr="00E55E6E" w:rsidRDefault="00DE79E6" w:rsidP="00F24907">
            <w:pPr>
              <w:tabs>
                <w:tab w:val="left" w:pos="600"/>
              </w:tabs>
              <w:ind w:firstLine="317"/>
              <w:jc w:val="both"/>
              <w:rPr>
                <w:sz w:val="22"/>
              </w:rPr>
            </w:pPr>
          </w:p>
          <w:p w:rsidR="00DE79E6" w:rsidRPr="00E55E6E" w:rsidRDefault="00DE79E6" w:rsidP="00F24907">
            <w:pPr>
              <w:tabs>
                <w:tab w:val="left" w:pos="600"/>
              </w:tabs>
              <w:ind w:firstLine="317"/>
              <w:jc w:val="both"/>
              <w:rPr>
                <w:sz w:val="22"/>
                <w:lang w:val="kk-KZ"/>
              </w:rPr>
            </w:pPr>
          </w:p>
          <w:p w:rsidR="00DE79E6" w:rsidRPr="00E55E6E" w:rsidRDefault="00DE79E6" w:rsidP="00F24907">
            <w:pPr>
              <w:tabs>
                <w:tab w:val="left" w:pos="600"/>
              </w:tabs>
              <w:ind w:firstLine="317"/>
              <w:jc w:val="both"/>
              <w:rPr>
                <w:sz w:val="22"/>
                <w:lang w:val="kk-KZ"/>
              </w:rPr>
            </w:pPr>
          </w:p>
          <w:p w:rsidR="00DE79E6" w:rsidRPr="00E55E6E" w:rsidRDefault="00DE79E6" w:rsidP="00F24907">
            <w:pPr>
              <w:tabs>
                <w:tab w:val="left" w:pos="600"/>
              </w:tabs>
              <w:ind w:firstLine="317"/>
              <w:jc w:val="both"/>
              <w:rPr>
                <w:sz w:val="22"/>
                <w:lang w:val="kk-KZ"/>
              </w:rPr>
            </w:pPr>
          </w:p>
          <w:p w:rsidR="00DE79E6" w:rsidRPr="00E55E6E" w:rsidRDefault="00DE79E6" w:rsidP="00F24907">
            <w:pPr>
              <w:tabs>
                <w:tab w:val="left" w:pos="600"/>
              </w:tabs>
              <w:ind w:firstLine="317"/>
              <w:jc w:val="both"/>
              <w:rPr>
                <w:sz w:val="22"/>
                <w:lang w:val="kk-KZ"/>
              </w:rPr>
            </w:pPr>
          </w:p>
          <w:p w:rsidR="00DE79E6" w:rsidRPr="00E55E6E" w:rsidRDefault="00DE79E6" w:rsidP="00F24907">
            <w:pPr>
              <w:tabs>
                <w:tab w:val="left" w:pos="600"/>
              </w:tabs>
              <w:ind w:firstLine="317"/>
              <w:jc w:val="both"/>
              <w:rPr>
                <w:sz w:val="22"/>
                <w:lang w:val="kk-KZ"/>
              </w:rPr>
            </w:pPr>
          </w:p>
          <w:p w:rsidR="00DE79E6" w:rsidRPr="00436F29" w:rsidRDefault="00DE79E6" w:rsidP="00436F29">
            <w:pPr>
              <w:tabs>
                <w:tab w:val="left" w:pos="600"/>
              </w:tabs>
              <w:ind w:firstLine="317"/>
              <w:jc w:val="center"/>
              <w:rPr>
                <w:sz w:val="20"/>
                <w:szCs w:val="20"/>
                <w:lang w:val="kk-KZ"/>
              </w:rPr>
            </w:pPr>
          </w:p>
          <w:p w:rsidR="00DE79E6" w:rsidRPr="00436F29" w:rsidRDefault="00DE79E6" w:rsidP="00436F29">
            <w:pPr>
              <w:tabs>
                <w:tab w:val="left" w:pos="600"/>
              </w:tabs>
              <w:ind w:firstLine="317"/>
              <w:jc w:val="center"/>
              <w:rPr>
                <w:sz w:val="20"/>
                <w:szCs w:val="20"/>
                <w:lang w:val="kk-KZ"/>
              </w:rPr>
            </w:pPr>
          </w:p>
          <w:p w:rsidR="00DE79E6" w:rsidRDefault="00DE79E6" w:rsidP="00436F29">
            <w:pPr>
              <w:tabs>
                <w:tab w:val="left" w:pos="600"/>
              </w:tabs>
              <w:ind w:firstLine="317"/>
              <w:jc w:val="center"/>
              <w:rPr>
                <w:sz w:val="20"/>
                <w:szCs w:val="20"/>
                <w:lang w:val="kk-KZ"/>
              </w:rPr>
            </w:pPr>
          </w:p>
          <w:p w:rsidR="00DE79E6" w:rsidRDefault="00DE79E6" w:rsidP="00436F29">
            <w:pPr>
              <w:tabs>
                <w:tab w:val="left" w:pos="600"/>
              </w:tabs>
              <w:ind w:firstLine="317"/>
              <w:jc w:val="center"/>
              <w:rPr>
                <w:sz w:val="20"/>
                <w:szCs w:val="20"/>
                <w:lang w:val="kk-KZ"/>
              </w:rPr>
            </w:pPr>
          </w:p>
          <w:p w:rsidR="00DE79E6" w:rsidRDefault="00DE79E6" w:rsidP="00AB68F3">
            <w:pPr>
              <w:tabs>
                <w:tab w:val="left" w:pos="600"/>
              </w:tabs>
              <w:rPr>
                <w:sz w:val="20"/>
                <w:szCs w:val="20"/>
                <w:lang w:val="kk-KZ"/>
              </w:rPr>
            </w:pPr>
          </w:p>
          <w:p w:rsidR="00DE79E6" w:rsidRDefault="00DE79E6" w:rsidP="00436F29">
            <w:pPr>
              <w:tabs>
                <w:tab w:val="left" w:pos="600"/>
              </w:tabs>
              <w:ind w:firstLine="317"/>
              <w:jc w:val="center"/>
              <w:rPr>
                <w:sz w:val="20"/>
                <w:szCs w:val="20"/>
                <w:lang w:val="kk-KZ"/>
              </w:rPr>
            </w:pPr>
          </w:p>
          <w:p w:rsidR="00DE79E6" w:rsidRDefault="00DE79E6" w:rsidP="00436F29">
            <w:pPr>
              <w:tabs>
                <w:tab w:val="left" w:pos="600"/>
              </w:tabs>
              <w:ind w:firstLine="317"/>
              <w:jc w:val="center"/>
              <w:rPr>
                <w:sz w:val="20"/>
                <w:szCs w:val="20"/>
                <w:lang w:val="kk-KZ"/>
              </w:rPr>
            </w:pPr>
          </w:p>
          <w:p w:rsidR="00DE79E6" w:rsidRDefault="00DE79E6" w:rsidP="00436F29">
            <w:pPr>
              <w:tabs>
                <w:tab w:val="left" w:pos="600"/>
              </w:tabs>
              <w:ind w:firstLine="317"/>
              <w:jc w:val="center"/>
              <w:rPr>
                <w:sz w:val="20"/>
                <w:szCs w:val="20"/>
                <w:lang w:val="kk-KZ"/>
              </w:rPr>
            </w:pPr>
          </w:p>
          <w:p w:rsidR="00DE79E6" w:rsidRDefault="00DE79E6" w:rsidP="00436F29">
            <w:pPr>
              <w:tabs>
                <w:tab w:val="left" w:pos="600"/>
              </w:tabs>
              <w:ind w:firstLine="317"/>
              <w:jc w:val="center"/>
              <w:rPr>
                <w:sz w:val="20"/>
                <w:szCs w:val="20"/>
                <w:lang w:val="kk-KZ"/>
              </w:rPr>
            </w:pPr>
          </w:p>
          <w:p w:rsidR="00DE79E6" w:rsidRPr="00436F29" w:rsidRDefault="00DE79E6" w:rsidP="00436F29">
            <w:pPr>
              <w:tabs>
                <w:tab w:val="left" w:pos="600"/>
              </w:tabs>
              <w:ind w:firstLine="317"/>
              <w:jc w:val="center"/>
              <w:rPr>
                <w:sz w:val="20"/>
                <w:szCs w:val="20"/>
                <w:lang w:val="kk-KZ"/>
              </w:rPr>
            </w:pPr>
          </w:p>
          <w:p w:rsidR="00DE79E6" w:rsidRPr="00436F29" w:rsidRDefault="00DE79E6" w:rsidP="00436F29">
            <w:pPr>
              <w:jc w:val="center"/>
              <w:rPr>
                <w:b/>
                <w:bCs/>
                <w:sz w:val="20"/>
                <w:szCs w:val="20"/>
                <w:lang w:val="kk-KZ"/>
              </w:rPr>
            </w:pPr>
          </w:p>
        </w:tc>
      </w:tr>
    </w:tbl>
    <w:p w:rsidR="00DE79E6" w:rsidRDefault="00DE79E6" w:rsidP="00F5604A">
      <w:pPr>
        <w:rPr>
          <w:sz w:val="20"/>
          <w:szCs w:val="20"/>
          <w:lang w:val="kk-KZ"/>
        </w:rPr>
      </w:pPr>
    </w:p>
    <w:p w:rsidR="00DE79E6" w:rsidRDefault="00DE79E6" w:rsidP="00F176FA">
      <w:pPr>
        <w:jc w:val="right"/>
        <w:rPr>
          <w:sz w:val="20"/>
          <w:szCs w:val="20"/>
          <w:lang w:val="kk-KZ"/>
        </w:rPr>
      </w:pPr>
    </w:p>
    <w:p w:rsidR="00DE79E6" w:rsidRDefault="00DE79E6" w:rsidP="00F176FA">
      <w:pPr>
        <w:jc w:val="right"/>
        <w:rPr>
          <w:sz w:val="20"/>
          <w:szCs w:val="20"/>
          <w:lang w:val="kk-KZ"/>
        </w:rPr>
      </w:pPr>
    </w:p>
    <w:p w:rsidR="00DE79E6" w:rsidRDefault="00DE79E6" w:rsidP="00F176FA">
      <w:pPr>
        <w:jc w:val="right"/>
        <w:rPr>
          <w:sz w:val="20"/>
          <w:szCs w:val="20"/>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Default="00DE79E6" w:rsidP="00F176FA">
      <w:pPr>
        <w:jc w:val="right"/>
        <w:rPr>
          <w:sz w:val="22"/>
          <w:lang w:val="kk-KZ"/>
        </w:rPr>
      </w:pPr>
    </w:p>
    <w:p w:rsidR="00DE79E6" w:rsidRPr="007A5EF3" w:rsidRDefault="00DE79E6" w:rsidP="00F176FA">
      <w:pPr>
        <w:jc w:val="right"/>
        <w:rPr>
          <w:sz w:val="22"/>
          <w:lang w:val="kk-KZ"/>
        </w:rPr>
      </w:pPr>
      <w:r w:rsidRPr="007A5EF3">
        <w:rPr>
          <w:sz w:val="22"/>
          <w:lang w:val="kk-KZ"/>
        </w:rPr>
        <w:t>Приложение № 1</w:t>
      </w:r>
    </w:p>
    <w:p w:rsidR="00DE79E6" w:rsidRPr="007A5EF3" w:rsidRDefault="00DE79E6" w:rsidP="00F176FA">
      <w:pPr>
        <w:jc w:val="right"/>
        <w:rPr>
          <w:sz w:val="22"/>
          <w:lang w:val="kk-KZ"/>
        </w:rPr>
      </w:pPr>
    </w:p>
    <w:p w:rsidR="00DE79E6" w:rsidRDefault="00DE79E6" w:rsidP="00F176FA">
      <w:pPr>
        <w:jc w:val="right"/>
        <w:rPr>
          <w:sz w:val="22"/>
          <w:lang w:val="kk-KZ"/>
        </w:rPr>
      </w:pPr>
      <w:r w:rsidRPr="007A5EF3">
        <w:rPr>
          <w:sz w:val="22"/>
          <w:lang w:val="kk-KZ"/>
        </w:rPr>
        <w:t xml:space="preserve">К Договору </w:t>
      </w:r>
      <w:r w:rsidRPr="007A5EF3">
        <w:rPr>
          <w:sz w:val="22"/>
        </w:rPr>
        <w:t xml:space="preserve">№ </w:t>
      </w:r>
      <w:r>
        <w:rPr>
          <w:sz w:val="22"/>
        </w:rPr>
        <w:t>__</w:t>
      </w:r>
      <w:r w:rsidRPr="007A5EF3">
        <w:rPr>
          <w:sz w:val="22"/>
        </w:rPr>
        <w:t xml:space="preserve"> от «</w:t>
      </w:r>
      <w:r>
        <w:rPr>
          <w:sz w:val="22"/>
        </w:rPr>
        <w:t>___</w:t>
      </w:r>
      <w:r w:rsidRPr="007A5EF3">
        <w:rPr>
          <w:sz w:val="22"/>
        </w:rPr>
        <w:t xml:space="preserve">» </w:t>
      </w:r>
      <w:r>
        <w:rPr>
          <w:sz w:val="22"/>
        </w:rPr>
        <w:t>____</w:t>
      </w:r>
      <w:r w:rsidRPr="007A5EF3">
        <w:rPr>
          <w:sz w:val="22"/>
          <w:lang w:val="kk-KZ"/>
        </w:rPr>
        <w:t xml:space="preserve"> </w:t>
      </w:r>
      <w:r w:rsidRPr="007A5EF3">
        <w:rPr>
          <w:sz w:val="22"/>
        </w:rPr>
        <w:t>2019 года</w:t>
      </w:r>
    </w:p>
    <w:p w:rsidR="00DE79E6" w:rsidRDefault="00DE79E6" w:rsidP="00F176FA">
      <w:pPr>
        <w:jc w:val="right"/>
        <w:rPr>
          <w:sz w:val="22"/>
          <w:lang w:val="kk-KZ"/>
        </w:rPr>
      </w:pPr>
    </w:p>
    <w:p w:rsidR="00DE79E6" w:rsidRPr="002020AA" w:rsidRDefault="00DE79E6" w:rsidP="002020AA">
      <w:pPr>
        <w:jc w:val="center"/>
        <w:rPr>
          <w:sz w:val="22"/>
          <w:lang w:val="kk-KZ"/>
        </w:rPr>
      </w:pPr>
      <w:r>
        <w:rPr>
          <w:sz w:val="22"/>
          <w:lang w:val="kk-KZ"/>
        </w:rPr>
        <w:t>Перечень закупаемых товаров</w:t>
      </w:r>
    </w:p>
    <w:p w:rsidR="00DE79E6" w:rsidRPr="007A5EF3" w:rsidRDefault="00DE79E6" w:rsidP="00F176FA">
      <w:pPr>
        <w:jc w:val="right"/>
        <w:rPr>
          <w:sz w:val="22"/>
        </w:rPr>
      </w:pPr>
    </w:p>
    <w:tbl>
      <w:tblPr>
        <w:tblW w:w="1015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3"/>
        <w:gridCol w:w="2001"/>
        <w:gridCol w:w="736"/>
        <w:gridCol w:w="638"/>
        <w:gridCol w:w="1116"/>
        <w:gridCol w:w="1229"/>
        <w:gridCol w:w="2231"/>
        <w:gridCol w:w="1677"/>
      </w:tblGrid>
      <w:tr w:rsidR="00DE79E6" w:rsidRPr="00D51D98" w:rsidTr="00C02366">
        <w:tc>
          <w:tcPr>
            <w:tcW w:w="526" w:type="dxa"/>
            <w:vAlign w:val="center"/>
          </w:tcPr>
          <w:p w:rsidR="00DE79E6" w:rsidRPr="00D51D98" w:rsidRDefault="00DE79E6" w:rsidP="00436F29">
            <w:pPr>
              <w:jc w:val="center"/>
              <w:rPr>
                <w:sz w:val="20"/>
                <w:szCs w:val="20"/>
              </w:rPr>
            </w:pPr>
            <w:r w:rsidRPr="00D51D98">
              <w:rPr>
                <w:sz w:val="20"/>
                <w:szCs w:val="20"/>
              </w:rPr>
              <w:t>№ п/п</w:t>
            </w:r>
          </w:p>
        </w:tc>
        <w:tc>
          <w:tcPr>
            <w:tcW w:w="2027" w:type="dxa"/>
            <w:vAlign w:val="center"/>
          </w:tcPr>
          <w:p w:rsidR="00DE79E6" w:rsidRPr="00D51D98" w:rsidRDefault="00DE79E6" w:rsidP="00436F29">
            <w:pPr>
              <w:jc w:val="center"/>
              <w:rPr>
                <w:sz w:val="20"/>
                <w:szCs w:val="20"/>
              </w:rPr>
            </w:pPr>
            <w:r w:rsidRPr="00D51D98">
              <w:rPr>
                <w:sz w:val="20"/>
                <w:szCs w:val="20"/>
              </w:rPr>
              <w:t>Наименование товара</w:t>
            </w:r>
          </w:p>
        </w:tc>
        <w:tc>
          <w:tcPr>
            <w:tcW w:w="747" w:type="dxa"/>
            <w:vAlign w:val="center"/>
          </w:tcPr>
          <w:p w:rsidR="00DE79E6" w:rsidRPr="00D51D98" w:rsidRDefault="00DE79E6" w:rsidP="00436F29">
            <w:pPr>
              <w:jc w:val="center"/>
              <w:rPr>
                <w:sz w:val="20"/>
                <w:szCs w:val="20"/>
              </w:rPr>
            </w:pPr>
            <w:r w:rsidRPr="00D51D98">
              <w:rPr>
                <w:sz w:val="20"/>
                <w:szCs w:val="20"/>
              </w:rPr>
              <w:t>Ед. изм</w:t>
            </w:r>
          </w:p>
        </w:tc>
        <w:tc>
          <w:tcPr>
            <w:tcW w:w="639" w:type="dxa"/>
            <w:vAlign w:val="center"/>
          </w:tcPr>
          <w:p w:rsidR="00DE79E6" w:rsidRPr="00D51D98" w:rsidRDefault="00DE79E6" w:rsidP="00436F29">
            <w:pPr>
              <w:jc w:val="center"/>
              <w:rPr>
                <w:sz w:val="20"/>
                <w:szCs w:val="20"/>
              </w:rPr>
            </w:pPr>
            <w:r w:rsidRPr="00D51D98">
              <w:rPr>
                <w:sz w:val="20"/>
                <w:szCs w:val="20"/>
              </w:rPr>
              <w:t>Кол-во</w:t>
            </w:r>
          </w:p>
        </w:tc>
        <w:tc>
          <w:tcPr>
            <w:tcW w:w="995" w:type="dxa"/>
            <w:vAlign w:val="center"/>
          </w:tcPr>
          <w:p w:rsidR="00DE79E6" w:rsidRDefault="00DE79E6" w:rsidP="007A5EF3">
            <w:pPr>
              <w:jc w:val="center"/>
              <w:rPr>
                <w:sz w:val="20"/>
                <w:szCs w:val="20"/>
                <w:lang w:val="kk-KZ"/>
              </w:rPr>
            </w:pPr>
            <w:r w:rsidRPr="00D51D98">
              <w:rPr>
                <w:sz w:val="20"/>
                <w:szCs w:val="20"/>
              </w:rPr>
              <w:t xml:space="preserve">Цена за ед. изм, </w:t>
            </w:r>
          </w:p>
          <w:p w:rsidR="00DE79E6" w:rsidRPr="00D51D98" w:rsidRDefault="00DE79E6" w:rsidP="007A5EF3">
            <w:pPr>
              <w:jc w:val="center"/>
              <w:rPr>
                <w:sz w:val="20"/>
                <w:szCs w:val="20"/>
              </w:rPr>
            </w:pPr>
            <w:r w:rsidRPr="00D51D98">
              <w:rPr>
                <w:sz w:val="20"/>
                <w:szCs w:val="20"/>
              </w:rPr>
              <w:t xml:space="preserve">в тенге </w:t>
            </w:r>
          </w:p>
        </w:tc>
        <w:tc>
          <w:tcPr>
            <w:tcW w:w="1251" w:type="dxa"/>
            <w:vAlign w:val="center"/>
          </w:tcPr>
          <w:p w:rsidR="00DE79E6" w:rsidRPr="00D51D98" w:rsidRDefault="00DE79E6" w:rsidP="009B081F">
            <w:pPr>
              <w:jc w:val="center"/>
              <w:rPr>
                <w:sz w:val="20"/>
                <w:szCs w:val="20"/>
              </w:rPr>
            </w:pPr>
            <w:r w:rsidRPr="00D51D98">
              <w:rPr>
                <w:sz w:val="20"/>
                <w:szCs w:val="20"/>
              </w:rPr>
              <w:t>Общая сумма, тенге</w:t>
            </w:r>
          </w:p>
        </w:tc>
        <w:tc>
          <w:tcPr>
            <w:tcW w:w="2265" w:type="dxa"/>
            <w:vAlign w:val="center"/>
          </w:tcPr>
          <w:p w:rsidR="00DE79E6" w:rsidRPr="00D51D98" w:rsidRDefault="00DE79E6" w:rsidP="00436F29">
            <w:pPr>
              <w:jc w:val="center"/>
              <w:rPr>
                <w:sz w:val="20"/>
                <w:szCs w:val="20"/>
              </w:rPr>
            </w:pPr>
            <w:r w:rsidRPr="00D51D98">
              <w:rPr>
                <w:sz w:val="20"/>
                <w:szCs w:val="20"/>
              </w:rPr>
              <w:t>Место поставки товара</w:t>
            </w:r>
          </w:p>
        </w:tc>
        <w:tc>
          <w:tcPr>
            <w:tcW w:w="1701" w:type="dxa"/>
            <w:vAlign w:val="center"/>
          </w:tcPr>
          <w:p w:rsidR="00DE79E6" w:rsidRPr="00D51D98" w:rsidRDefault="00DE79E6" w:rsidP="00436F29">
            <w:pPr>
              <w:jc w:val="center"/>
              <w:rPr>
                <w:sz w:val="20"/>
                <w:szCs w:val="20"/>
              </w:rPr>
            </w:pPr>
            <w:r w:rsidRPr="00D51D98">
              <w:rPr>
                <w:sz w:val="20"/>
                <w:szCs w:val="20"/>
              </w:rPr>
              <w:t>Срок поставки</w:t>
            </w:r>
          </w:p>
        </w:tc>
      </w:tr>
      <w:tr w:rsidR="00DE79E6" w:rsidRPr="00D51D98" w:rsidTr="007A5EF3">
        <w:tc>
          <w:tcPr>
            <w:tcW w:w="526" w:type="dxa"/>
            <w:vAlign w:val="center"/>
          </w:tcPr>
          <w:p w:rsidR="00DE79E6" w:rsidRPr="00D51D98" w:rsidRDefault="00DE79E6" w:rsidP="007A5EF3">
            <w:pPr>
              <w:jc w:val="center"/>
              <w:rPr>
                <w:sz w:val="20"/>
                <w:szCs w:val="20"/>
              </w:rPr>
            </w:pPr>
            <w:r w:rsidRPr="00D51D98">
              <w:rPr>
                <w:sz w:val="20"/>
                <w:szCs w:val="20"/>
              </w:rPr>
              <w:t>1</w:t>
            </w:r>
          </w:p>
        </w:tc>
        <w:tc>
          <w:tcPr>
            <w:tcW w:w="2027" w:type="dxa"/>
            <w:vAlign w:val="center"/>
          </w:tcPr>
          <w:p w:rsidR="00DE79E6" w:rsidRPr="00D51D98" w:rsidRDefault="00DE79E6" w:rsidP="008F1EFD">
            <w:pPr>
              <w:rPr>
                <w:sz w:val="20"/>
                <w:szCs w:val="20"/>
              </w:rPr>
            </w:pPr>
            <w:r>
              <w:rPr>
                <w:sz w:val="20"/>
                <w:szCs w:val="20"/>
              </w:rPr>
              <w:t>Электрическая плита</w:t>
            </w:r>
          </w:p>
        </w:tc>
        <w:tc>
          <w:tcPr>
            <w:tcW w:w="747" w:type="dxa"/>
            <w:vAlign w:val="center"/>
          </w:tcPr>
          <w:p w:rsidR="00DE79E6" w:rsidRPr="00D51D98" w:rsidRDefault="00DE79E6" w:rsidP="007A5EF3">
            <w:pPr>
              <w:jc w:val="center"/>
              <w:rPr>
                <w:sz w:val="20"/>
                <w:szCs w:val="20"/>
              </w:rPr>
            </w:pPr>
            <w:r>
              <w:rPr>
                <w:sz w:val="20"/>
                <w:szCs w:val="20"/>
              </w:rPr>
              <w:t>шт</w:t>
            </w:r>
          </w:p>
        </w:tc>
        <w:tc>
          <w:tcPr>
            <w:tcW w:w="639" w:type="dxa"/>
            <w:vAlign w:val="center"/>
          </w:tcPr>
          <w:p w:rsidR="00DE79E6" w:rsidRPr="00D51D98" w:rsidRDefault="00DE79E6" w:rsidP="007A5EF3">
            <w:pPr>
              <w:jc w:val="center"/>
              <w:rPr>
                <w:sz w:val="20"/>
                <w:szCs w:val="20"/>
                <w:lang w:val="kk-KZ"/>
              </w:rPr>
            </w:pPr>
            <w:r>
              <w:rPr>
                <w:sz w:val="20"/>
                <w:szCs w:val="20"/>
                <w:lang w:val="kk-KZ"/>
              </w:rPr>
              <w:t>1</w:t>
            </w:r>
          </w:p>
        </w:tc>
        <w:tc>
          <w:tcPr>
            <w:tcW w:w="995" w:type="dxa"/>
            <w:vAlign w:val="center"/>
          </w:tcPr>
          <w:p w:rsidR="00DE79E6" w:rsidRPr="00A143BC" w:rsidRDefault="00DE79E6" w:rsidP="00020BC1">
            <w:pPr>
              <w:jc w:val="center"/>
              <w:rPr>
                <w:sz w:val="20"/>
                <w:szCs w:val="20"/>
                <w:lang w:val="kk-KZ"/>
              </w:rPr>
            </w:pPr>
            <w:r>
              <w:rPr>
                <w:sz w:val="20"/>
                <w:szCs w:val="20"/>
              </w:rPr>
              <w:t>275 000</w:t>
            </w:r>
            <w:r>
              <w:rPr>
                <w:sz w:val="20"/>
                <w:szCs w:val="20"/>
                <w:lang w:val="kk-KZ"/>
              </w:rPr>
              <w:t>,00</w:t>
            </w:r>
          </w:p>
        </w:tc>
        <w:tc>
          <w:tcPr>
            <w:tcW w:w="1251" w:type="dxa"/>
            <w:vAlign w:val="center"/>
          </w:tcPr>
          <w:p w:rsidR="00DE79E6" w:rsidRPr="00D51D98" w:rsidRDefault="00DE79E6" w:rsidP="004260CA">
            <w:pPr>
              <w:jc w:val="center"/>
              <w:rPr>
                <w:sz w:val="20"/>
                <w:szCs w:val="20"/>
              </w:rPr>
            </w:pPr>
            <w:r>
              <w:rPr>
                <w:sz w:val="20"/>
                <w:szCs w:val="20"/>
              </w:rPr>
              <w:t>275 000</w:t>
            </w:r>
            <w:r w:rsidRPr="00D51D98">
              <w:rPr>
                <w:sz w:val="20"/>
                <w:szCs w:val="20"/>
              </w:rPr>
              <w:t>,00</w:t>
            </w:r>
          </w:p>
        </w:tc>
        <w:tc>
          <w:tcPr>
            <w:tcW w:w="2265" w:type="dxa"/>
            <w:vAlign w:val="center"/>
          </w:tcPr>
          <w:p w:rsidR="00DE79E6" w:rsidRDefault="00DE79E6" w:rsidP="007A5EF3">
            <w:pPr>
              <w:jc w:val="center"/>
              <w:rPr>
                <w:sz w:val="20"/>
                <w:szCs w:val="20"/>
                <w:lang w:val="kk-KZ"/>
              </w:rPr>
            </w:pPr>
            <w:r w:rsidRPr="00D51D98">
              <w:rPr>
                <w:sz w:val="20"/>
                <w:szCs w:val="20"/>
              </w:rPr>
              <w:t>СКО,</w:t>
            </w:r>
          </w:p>
          <w:p w:rsidR="00DE79E6" w:rsidRDefault="00DE79E6" w:rsidP="007A5EF3">
            <w:pPr>
              <w:jc w:val="center"/>
              <w:rPr>
                <w:sz w:val="20"/>
                <w:szCs w:val="20"/>
                <w:lang w:val="kk-KZ"/>
              </w:rPr>
            </w:pPr>
            <w:r w:rsidRPr="00D51D98">
              <w:rPr>
                <w:sz w:val="20"/>
                <w:szCs w:val="20"/>
              </w:rPr>
              <w:t xml:space="preserve"> г. Петропавловск, </w:t>
            </w:r>
          </w:p>
          <w:p w:rsidR="00DE79E6" w:rsidRPr="00D51D98" w:rsidRDefault="00DE79E6" w:rsidP="007A5EF3">
            <w:pPr>
              <w:jc w:val="center"/>
              <w:rPr>
                <w:sz w:val="20"/>
                <w:szCs w:val="20"/>
              </w:rPr>
            </w:pPr>
            <w:r w:rsidRPr="00D51D98">
              <w:rPr>
                <w:sz w:val="20"/>
                <w:szCs w:val="20"/>
              </w:rPr>
              <w:t>ул. М.Ауэзова</w:t>
            </w:r>
            <w:r>
              <w:rPr>
                <w:sz w:val="20"/>
                <w:szCs w:val="20"/>
                <w:lang w:val="kk-KZ"/>
              </w:rPr>
              <w:t>,</w:t>
            </w:r>
            <w:r w:rsidRPr="00D51D98">
              <w:rPr>
                <w:sz w:val="20"/>
                <w:szCs w:val="20"/>
              </w:rPr>
              <w:t xml:space="preserve"> 174А</w:t>
            </w:r>
          </w:p>
        </w:tc>
        <w:tc>
          <w:tcPr>
            <w:tcW w:w="1701" w:type="dxa"/>
            <w:vAlign w:val="center"/>
          </w:tcPr>
          <w:p w:rsidR="00DE79E6" w:rsidRPr="00D51D98" w:rsidRDefault="00DE79E6" w:rsidP="000809F8">
            <w:pPr>
              <w:jc w:val="center"/>
              <w:rPr>
                <w:sz w:val="20"/>
                <w:szCs w:val="20"/>
                <w:lang w:val="kk-KZ"/>
              </w:rPr>
            </w:pPr>
            <w:r>
              <w:rPr>
                <w:sz w:val="20"/>
                <w:szCs w:val="20"/>
                <w:lang w:val="kk-KZ"/>
              </w:rPr>
              <w:t>До 30.11.2019г</w:t>
            </w:r>
          </w:p>
        </w:tc>
      </w:tr>
      <w:tr w:rsidR="00DE79E6" w:rsidRPr="00D51D98" w:rsidTr="00C02366">
        <w:trPr>
          <w:gridAfter w:val="2"/>
          <w:wAfter w:w="3966" w:type="dxa"/>
        </w:trPr>
        <w:tc>
          <w:tcPr>
            <w:tcW w:w="4934" w:type="dxa"/>
            <w:gridSpan w:val="5"/>
            <w:vAlign w:val="center"/>
          </w:tcPr>
          <w:p w:rsidR="00DE79E6" w:rsidRPr="00D51D98" w:rsidRDefault="00DE79E6" w:rsidP="00436F29">
            <w:pPr>
              <w:jc w:val="right"/>
              <w:rPr>
                <w:sz w:val="20"/>
                <w:szCs w:val="20"/>
              </w:rPr>
            </w:pPr>
            <w:r w:rsidRPr="00D51D98">
              <w:rPr>
                <w:sz w:val="20"/>
                <w:szCs w:val="20"/>
              </w:rPr>
              <w:t>Итого:</w:t>
            </w:r>
          </w:p>
        </w:tc>
        <w:tc>
          <w:tcPr>
            <w:tcW w:w="1251" w:type="dxa"/>
            <w:vAlign w:val="center"/>
          </w:tcPr>
          <w:p w:rsidR="00DE79E6" w:rsidRPr="00D51D98" w:rsidRDefault="00DE79E6" w:rsidP="004260CA">
            <w:pPr>
              <w:jc w:val="center"/>
              <w:rPr>
                <w:b/>
                <w:sz w:val="20"/>
                <w:szCs w:val="20"/>
              </w:rPr>
            </w:pPr>
            <w:r>
              <w:rPr>
                <w:b/>
                <w:sz w:val="20"/>
                <w:szCs w:val="20"/>
              </w:rPr>
              <w:t>275 000</w:t>
            </w:r>
            <w:r w:rsidRPr="00D51D98">
              <w:rPr>
                <w:b/>
                <w:sz w:val="20"/>
                <w:szCs w:val="20"/>
              </w:rPr>
              <w:t>,00</w:t>
            </w:r>
          </w:p>
        </w:tc>
      </w:tr>
    </w:tbl>
    <w:p w:rsidR="00DE79E6" w:rsidRPr="007A5EF3" w:rsidRDefault="00DE79E6" w:rsidP="00F176FA">
      <w:pPr>
        <w:jc w:val="both"/>
        <w:rPr>
          <w:sz w:val="22"/>
        </w:rPr>
      </w:pPr>
    </w:p>
    <w:p w:rsidR="00DE79E6" w:rsidRPr="007A5EF3" w:rsidRDefault="00DE79E6" w:rsidP="00F176FA">
      <w:pPr>
        <w:jc w:val="both"/>
        <w:rPr>
          <w:sz w:val="22"/>
        </w:rPr>
      </w:pPr>
    </w:p>
    <w:p w:rsidR="00DE79E6" w:rsidRPr="007A5EF3" w:rsidRDefault="00DE79E6" w:rsidP="00F176FA">
      <w:pPr>
        <w:jc w:val="both"/>
        <w:rPr>
          <w:sz w:val="22"/>
        </w:rPr>
      </w:pPr>
    </w:p>
    <w:tbl>
      <w:tblPr>
        <w:tblW w:w="0" w:type="auto"/>
        <w:tblLook w:val="00A0"/>
      </w:tblPr>
      <w:tblGrid>
        <w:gridCol w:w="4784"/>
        <w:gridCol w:w="4786"/>
      </w:tblGrid>
      <w:tr w:rsidR="00DE79E6" w:rsidRPr="007A5EF3" w:rsidTr="00B30427">
        <w:tc>
          <w:tcPr>
            <w:tcW w:w="4785" w:type="dxa"/>
          </w:tcPr>
          <w:p w:rsidR="00DE79E6" w:rsidRPr="007A5EF3" w:rsidRDefault="00DE79E6" w:rsidP="00436F29">
            <w:pPr>
              <w:jc w:val="both"/>
              <w:rPr>
                <w:b/>
                <w:sz w:val="22"/>
              </w:rPr>
            </w:pPr>
            <w:r w:rsidRPr="007A5EF3">
              <w:rPr>
                <w:b/>
                <w:sz w:val="22"/>
              </w:rPr>
              <w:t xml:space="preserve">Заказчик </w:t>
            </w:r>
          </w:p>
          <w:p w:rsidR="00DE79E6" w:rsidRPr="007A5EF3" w:rsidRDefault="00DE79E6" w:rsidP="00436F29">
            <w:pPr>
              <w:jc w:val="both"/>
              <w:rPr>
                <w:b/>
                <w:sz w:val="22"/>
              </w:rPr>
            </w:pPr>
          </w:p>
          <w:p w:rsidR="00DE79E6" w:rsidRPr="007A5EF3" w:rsidRDefault="00DE79E6" w:rsidP="00436F29">
            <w:pPr>
              <w:jc w:val="both"/>
              <w:rPr>
                <w:b/>
                <w:sz w:val="22"/>
              </w:rPr>
            </w:pPr>
            <w:r w:rsidRPr="007A5EF3">
              <w:rPr>
                <w:b/>
                <w:sz w:val="22"/>
              </w:rPr>
              <w:t>КГУ «Дом ребенка» КГУ</w:t>
            </w:r>
          </w:p>
          <w:p w:rsidR="00DE79E6" w:rsidRPr="007A5EF3" w:rsidRDefault="00DE79E6" w:rsidP="00436F29">
            <w:pPr>
              <w:jc w:val="both"/>
              <w:rPr>
                <w:b/>
                <w:sz w:val="22"/>
              </w:rPr>
            </w:pPr>
            <w:r w:rsidRPr="007A5EF3">
              <w:rPr>
                <w:b/>
                <w:sz w:val="22"/>
              </w:rPr>
              <w:t xml:space="preserve"> «УЗ акимата СКО»</w:t>
            </w:r>
          </w:p>
          <w:p w:rsidR="00DE79E6" w:rsidRPr="007A5EF3" w:rsidRDefault="00DE79E6" w:rsidP="00436F29">
            <w:pPr>
              <w:jc w:val="both"/>
              <w:rPr>
                <w:sz w:val="22"/>
              </w:rPr>
            </w:pPr>
          </w:p>
          <w:p w:rsidR="00DE79E6" w:rsidRPr="007A5EF3" w:rsidRDefault="00DE79E6" w:rsidP="00436F29">
            <w:pPr>
              <w:jc w:val="both"/>
              <w:rPr>
                <w:sz w:val="22"/>
              </w:rPr>
            </w:pPr>
          </w:p>
          <w:p w:rsidR="00DE79E6" w:rsidRPr="007A5EF3" w:rsidRDefault="00DE79E6" w:rsidP="00436F29">
            <w:pPr>
              <w:jc w:val="both"/>
              <w:rPr>
                <w:sz w:val="22"/>
              </w:rPr>
            </w:pPr>
            <w:r w:rsidRPr="007A5EF3">
              <w:rPr>
                <w:sz w:val="22"/>
              </w:rPr>
              <w:t>Главный врач ______</w:t>
            </w:r>
            <w:r>
              <w:rPr>
                <w:sz w:val="22"/>
              </w:rPr>
              <w:t>___</w:t>
            </w:r>
            <w:r w:rsidRPr="007A5EF3">
              <w:rPr>
                <w:sz w:val="22"/>
              </w:rPr>
              <w:t>___ Федотова Л.М.</w:t>
            </w:r>
          </w:p>
        </w:tc>
        <w:tc>
          <w:tcPr>
            <w:tcW w:w="4786" w:type="dxa"/>
          </w:tcPr>
          <w:p w:rsidR="00DE79E6" w:rsidRPr="007A5EF3" w:rsidRDefault="00DE79E6" w:rsidP="00436F29">
            <w:pPr>
              <w:jc w:val="both"/>
              <w:rPr>
                <w:b/>
                <w:sz w:val="22"/>
              </w:rPr>
            </w:pPr>
            <w:r w:rsidRPr="007A5EF3">
              <w:rPr>
                <w:b/>
                <w:sz w:val="22"/>
              </w:rPr>
              <w:t>Поставщик</w:t>
            </w:r>
          </w:p>
          <w:p w:rsidR="00DE79E6" w:rsidRPr="007A5EF3" w:rsidRDefault="00DE79E6" w:rsidP="00436F29">
            <w:pPr>
              <w:jc w:val="both"/>
              <w:rPr>
                <w:b/>
                <w:sz w:val="22"/>
              </w:rPr>
            </w:pPr>
          </w:p>
          <w:p w:rsidR="00DE79E6" w:rsidRPr="007A5EF3" w:rsidRDefault="00DE79E6" w:rsidP="00436F29">
            <w:pPr>
              <w:jc w:val="both"/>
              <w:rPr>
                <w:b/>
                <w:sz w:val="22"/>
              </w:rPr>
            </w:pPr>
            <w:r w:rsidRPr="007A5EF3">
              <w:rPr>
                <w:b/>
                <w:sz w:val="22"/>
              </w:rPr>
              <w:t xml:space="preserve">ТОО </w:t>
            </w:r>
            <w:r>
              <w:rPr>
                <w:b/>
                <w:sz w:val="22"/>
              </w:rPr>
              <w:t>______</w:t>
            </w:r>
          </w:p>
          <w:p w:rsidR="00DE79E6" w:rsidRPr="007A5EF3" w:rsidRDefault="00DE79E6" w:rsidP="00436F29">
            <w:pPr>
              <w:jc w:val="both"/>
              <w:rPr>
                <w:sz w:val="22"/>
              </w:rPr>
            </w:pPr>
          </w:p>
          <w:p w:rsidR="00DE79E6" w:rsidRPr="007A5EF3" w:rsidRDefault="00DE79E6" w:rsidP="00AB68F3">
            <w:pPr>
              <w:spacing w:after="240"/>
              <w:rPr>
                <w:color w:val="000000"/>
                <w:sz w:val="22"/>
              </w:rPr>
            </w:pPr>
            <w:r w:rsidRPr="007A5EF3">
              <w:rPr>
                <w:sz w:val="22"/>
                <w:lang w:val="kk-KZ"/>
              </w:rPr>
              <w:t>Директор</w:t>
            </w:r>
          </w:p>
          <w:p w:rsidR="00DE79E6" w:rsidRPr="007A5EF3" w:rsidRDefault="00DE79E6" w:rsidP="00AB68F3">
            <w:pPr>
              <w:tabs>
                <w:tab w:val="left" w:pos="600"/>
              </w:tabs>
              <w:rPr>
                <w:sz w:val="22"/>
                <w:lang w:val="kk-KZ"/>
              </w:rPr>
            </w:pPr>
            <w:r w:rsidRPr="007A5EF3">
              <w:rPr>
                <w:sz w:val="22"/>
              </w:rPr>
              <w:t>_____________________</w:t>
            </w:r>
          </w:p>
          <w:p w:rsidR="00DE79E6" w:rsidRPr="007A5EF3" w:rsidRDefault="00DE79E6" w:rsidP="00EB7AEE">
            <w:pPr>
              <w:jc w:val="both"/>
              <w:rPr>
                <w:sz w:val="22"/>
              </w:rPr>
            </w:pPr>
          </w:p>
        </w:tc>
      </w:tr>
    </w:tbl>
    <w:p w:rsidR="00DE79E6" w:rsidRPr="007A5EF3" w:rsidRDefault="00DE79E6" w:rsidP="00F176FA">
      <w:pPr>
        <w:jc w:val="both"/>
        <w:rPr>
          <w:sz w:val="22"/>
        </w:rPr>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F176FA">
      <w:pPr>
        <w:jc w:val="both"/>
      </w:pPr>
    </w:p>
    <w:p w:rsidR="00DE79E6" w:rsidRDefault="00DE79E6" w:rsidP="001C6367">
      <w:pPr>
        <w:jc w:val="right"/>
        <w:rPr>
          <w:sz w:val="20"/>
          <w:szCs w:val="20"/>
        </w:rPr>
      </w:pPr>
    </w:p>
    <w:p w:rsidR="00DE79E6" w:rsidRDefault="00DE79E6" w:rsidP="001C6367">
      <w:pPr>
        <w:jc w:val="right"/>
        <w:rPr>
          <w:sz w:val="20"/>
          <w:szCs w:val="20"/>
        </w:rPr>
      </w:pPr>
    </w:p>
    <w:p w:rsidR="00DE79E6" w:rsidRDefault="00DE79E6" w:rsidP="001C6367">
      <w:pPr>
        <w:jc w:val="right"/>
        <w:rPr>
          <w:sz w:val="22"/>
          <w:lang w:val="kk-KZ"/>
        </w:rPr>
      </w:pPr>
    </w:p>
    <w:p w:rsidR="00DE79E6" w:rsidRDefault="00DE79E6" w:rsidP="001C6367">
      <w:pPr>
        <w:jc w:val="right"/>
        <w:rPr>
          <w:sz w:val="22"/>
          <w:lang w:val="kk-KZ"/>
        </w:rPr>
      </w:pPr>
    </w:p>
    <w:p w:rsidR="00DE79E6" w:rsidRPr="00DA0A83" w:rsidRDefault="00DE79E6" w:rsidP="001C6367">
      <w:pPr>
        <w:jc w:val="right"/>
        <w:rPr>
          <w:sz w:val="22"/>
        </w:rPr>
      </w:pPr>
      <w:r w:rsidRPr="00DA0A83">
        <w:rPr>
          <w:sz w:val="22"/>
        </w:rPr>
        <w:t>Приложение №2</w:t>
      </w:r>
    </w:p>
    <w:p w:rsidR="00DE79E6" w:rsidRPr="00DA0A83" w:rsidRDefault="00DE79E6" w:rsidP="001C6367">
      <w:pPr>
        <w:jc w:val="right"/>
        <w:rPr>
          <w:sz w:val="22"/>
        </w:rPr>
      </w:pPr>
    </w:p>
    <w:p w:rsidR="00DE79E6" w:rsidRPr="00DA0A83" w:rsidRDefault="00DE79E6" w:rsidP="001C6367">
      <w:pPr>
        <w:jc w:val="right"/>
        <w:rPr>
          <w:sz w:val="22"/>
        </w:rPr>
      </w:pPr>
      <w:r w:rsidRPr="00DA0A83">
        <w:rPr>
          <w:sz w:val="22"/>
        </w:rPr>
        <w:t xml:space="preserve">К Договору № </w:t>
      </w:r>
      <w:r>
        <w:rPr>
          <w:sz w:val="22"/>
        </w:rPr>
        <w:t>___</w:t>
      </w:r>
      <w:r w:rsidRPr="007A5EF3">
        <w:rPr>
          <w:sz w:val="22"/>
        </w:rPr>
        <w:t xml:space="preserve"> от «</w:t>
      </w:r>
      <w:r>
        <w:rPr>
          <w:sz w:val="22"/>
        </w:rPr>
        <w:t>___</w:t>
      </w:r>
      <w:r w:rsidRPr="007A5EF3">
        <w:rPr>
          <w:sz w:val="22"/>
        </w:rPr>
        <w:t xml:space="preserve">» </w:t>
      </w:r>
      <w:r>
        <w:rPr>
          <w:sz w:val="22"/>
        </w:rPr>
        <w:t>____</w:t>
      </w:r>
      <w:r w:rsidRPr="00DA0A83">
        <w:rPr>
          <w:sz w:val="22"/>
        </w:rPr>
        <w:t xml:space="preserve"> 2019 года</w:t>
      </w:r>
    </w:p>
    <w:p w:rsidR="00DE79E6" w:rsidRPr="00DA0A83" w:rsidRDefault="00DE79E6" w:rsidP="001C6367">
      <w:pPr>
        <w:jc w:val="right"/>
        <w:rPr>
          <w:sz w:val="22"/>
        </w:rPr>
      </w:pPr>
    </w:p>
    <w:p w:rsidR="00DE79E6" w:rsidRPr="00DA0A83" w:rsidRDefault="00DE79E6" w:rsidP="00B21524">
      <w:pPr>
        <w:jc w:val="center"/>
        <w:rPr>
          <w:b/>
          <w:sz w:val="22"/>
        </w:rPr>
      </w:pPr>
      <w:r w:rsidRPr="00DA0A83">
        <w:rPr>
          <w:b/>
          <w:sz w:val="22"/>
        </w:rPr>
        <w:t>Техническая спецификация</w:t>
      </w:r>
    </w:p>
    <w:p w:rsidR="00DE79E6" w:rsidRPr="00DA0A83" w:rsidRDefault="00DE79E6" w:rsidP="001C6367">
      <w:pPr>
        <w:jc w:val="right"/>
        <w:rPr>
          <w:sz w:val="22"/>
        </w:rPr>
      </w:pPr>
    </w:p>
    <w:tbl>
      <w:tblPr>
        <w:tblW w:w="105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2"/>
        <w:gridCol w:w="1899"/>
        <w:gridCol w:w="2977"/>
        <w:gridCol w:w="708"/>
        <w:gridCol w:w="709"/>
        <w:gridCol w:w="1822"/>
        <w:gridCol w:w="1922"/>
      </w:tblGrid>
      <w:tr w:rsidR="00DE79E6" w:rsidRPr="00D51D98" w:rsidTr="00DA0A83">
        <w:trPr>
          <w:trHeight w:val="576"/>
        </w:trPr>
        <w:tc>
          <w:tcPr>
            <w:tcW w:w="512" w:type="dxa"/>
            <w:vAlign w:val="center"/>
          </w:tcPr>
          <w:p w:rsidR="00DE79E6" w:rsidRPr="00D51D98" w:rsidRDefault="00DE79E6" w:rsidP="00737DAB">
            <w:pPr>
              <w:jc w:val="center"/>
              <w:rPr>
                <w:sz w:val="20"/>
                <w:szCs w:val="20"/>
              </w:rPr>
            </w:pPr>
            <w:r w:rsidRPr="00D51D98">
              <w:rPr>
                <w:sz w:val="20"/>
                <w:szCs w:val="20"/>
              </w:rPr>
              <w:t>№ п/п</w:t>
            </w:r>
          </w:p>
        </w:tc>
        <w:tc>
          <w:tcPr>
            <w:tcW w:w="1899" w:type="dxa"/>
            <w:vAlign w:val="center"/>
          </w:tcPr>
          <w:p w:rsidR="00DE79E6" w:rsidRPr="00D51D98" w:rsidRDefault="00DE79E6" w:rsidP="00737DAB">
            <w:pPr>
              <w:jc w:val="center"/>
              <w:rPr>
                <w:sz w:val="20"/>
                <w:szCs w:val="20"/>
              </w:rPr>
            </w:pPr>
            <w:r w:rsidRPr="00D51D98">
              <w:rPr>
                <w:sz w:val="20"/>
                <w:szCs w:val="20"/>
              </w:rPr>
              <w:t>Наименование товара</w:t>
            </w:r>
          </w:p>
        </w:tc>
        <w:tc>
          <w:tcPr>
            <w:tcW w:w="2977" w:type="dxa"/>
            <w:vAlign w:val="center"/>
          </w:tcPr>
          <w:p w:rsidR="00DE79E6" w:rsidRPr="00D51D98" w:rsidRDefault="00DE79E6" w:rsidP="00737DAB">
            <w:pPr>
              <w:jc w:val="center"/>
              <w:rPr>
                <w:sz w:val="20"/>
                <w:szCs w:val="20"/>
              </w:rPr>
            </w:pPr>
            <w:r w:rsidRPr="00D51D98">
              <w:rPr>
                <w:sz w:val="20"/>
                <w:szCs w:val="20"/>
              </w:rPr>
              <w:t>Характеристика</w:t>
            </w:r>
          </w:p>
        </w:tc>
        <w:tc>
          <w:tcPr>
            <w:tcW w:w="708" w:type="dxa"/>
            <w:vAlign w:val="center"/>
          </w:tcPr>
          <w:p w:rsidR="00DE79E6" w:rsidRPr="00D51D98" w:rsidRDefault="00DE79E6" w:rsidP="00737DAB">
            <w:pPr>
              <w:jc w:val="center"/>
              <w:rPr>
                <w:sz w:val="20"/>
                <w:szCs w:val="20"/>
              </w:rPr>
            </w:pPr>
            <w:r w:rsidRPr="00D51D98">
              <w:rPr>
                <w:sz w:val="20"/>
                <w:szCs w:val="20"/>
              </w:rPr>
              <w:t>Ед. изм</w:t>
            </w:r>
          </w:p>
        </w:tc>
        <w:tc>
          <w:tcPr>
            <w:tcW w:w="709" w:type="dxa"/>
            <w:vAlign w:val="center"/>
          </w:tcPr>
          <w:p w:rsidR="00DE79E6" w:rsidRPr="00D51D98" w:rsidRDefault="00DE79E6" w:rsidP="00737DAB">
            <w:pPr>
              <w:jc w:val="center"/>
              <w:rPr>
                <w:sz w:val="20"/>
                <w:szCs w:val="20"/>
              </w:rPr>
            </w:pPr>
            <w:r w:rsidRPr="00D51D98">
              <w:rPr>
                <w:sz w:val="20"/>
                <w:szCs w:val="20"/>
              </w:rPr>
              <w:t>Кол-во</w:t>
            </w:r>
          </w:p>
        </w:tc>
        <w:tc>
          <w:tcPr>
            <w:tcW w:w="1822" w:type="dxa"/>
            <w:vAlign w:val="center"/>
          </w:tcPr>
          <w:p w:rsidR="00DE79E6" w:rsidRPr="00D51D98" w:rsidRDefault="00DE79E6" w:rsidP="00737DAB">
            <w:pPr>
              <w:jc w:val="center"/>
              <w:rPr>
                <w:sz w:val="20"/>
                <w:szCs w:val="20"/>
              </w:rPr>
            </w:pPr>
            <w:r w:rsidRPr="00D51D98">
              <w:rPr>
                <w:sz w:val="20"/>
                <w:szCs w:val="20"/>
              </w:rPr>
              <w:t>Место поставки товара</w:t>
            </w:r>
          </w:p>
        </w:tc>
        <w:tc>
          <w:tcPr>
            <w:tcW w:w="1922" w:type="dxa"/>
            <w:vAlign w:val="center"/>
          </w:tcPr>
          <w:p w:rsidR="00DE79E6" w:rsidRPr="00D51D98" w:rsidRDefault="00DE79E6" w:rsidP="00737DAB">
            <w:pPr>
              <w:jc w:val="center"/>
              <w:rPr>
                <w:sz w:val="20"/>
                <w:szCs w:val="20"/>
              </w:rPr>
            </w:pPr>
            <w:r w:rsidRPr="00D51D98">
              <w:rPr>
                <w:sz w:val="20"/>
                <w:szCs w:val="20"/>
              </w:rPr>
              <w:t>Срок поставки</w:t>
            </w:r>
          </w:p>
        </w:tc>
      </w:tr>
      <w:tr w:rsidR="00DE79E6" w:rsidRPr="00D51D98" w:rsidTr="00DA0A83">
        <w:trPr>
          <w:trHeight w:val="1777"/>
        </w:trPr>
        <w:tc>
          <w:tcPr>
            <w:tcW w:w="512" w:type="dxa"/>
            <w:vAlign w:val="center"/>
          </w:tcPr>
          <w:p w:rsidR="00DE79E6" w:rsidRPr="00D51D98" w:rsidRDefault="00DE79E6" w:rsidP="00737DAB">
            <w:pPr>
              <w:rPr>
                <w:sz w:val="20"/>
                <w:szCs w:val="20"/>
              </w:rPr>
            </w:pPr>
            <w:r w:rsidRPr="00D51D98">
              <w:rPr>
                <w:sz w:val="20"/>
                <w:szCs w:val="20"/>
              </w:rPr>
              <w:t>1</w:t>
            </w:r>
          </w:p>
        </w:tc>
        <w:tc>
          <w:tcPr>
            <w:tcW w:w="1899" w:type="dxa"/>
            <w:vAlign w:val="center"/>
          </w:tcPr>
          <w:p w:rsidR="00DE79E6" w:rsidRPr="000809F8" w:rsidRDefault="00DE79E6" w:rsidP="008807C3">
            <w:pPr>
              <w:rPr>
                <w:sz w:val="20"/>
                <w:szCs w:val="20"/>
              </w:rPr>
            </w:pPr>
            <w:r>
              <w:rPr>
                <w:sz w:val="20"/>
                <w:szCs w:val="20"/>
              </w:rPr>
              <w:t>Электрическая плита</w:t>
            </w:r>
          </w:p>
        </w:tc>
        <w:tc>
          <w:tcPr>
            <w:tcW w:w="2977" w:type="dxa"/>
            <w:vAlign w:val="center"/>
          </w:tcPr>
          <w:p w:rsidR="00DE79E6" w:rsidRPr="008F1EFD" w:rsidRDefault="00DE79E6" w:rsidP="008807C3">
            <w:pPr>
              <w:rPr>
                <w:color w:val="000000"/>
                <w:sz w:val="20"/>
                <w:szCs w:val="20"/>
              </w:rPr>
            </w:pPr>
            <w:r w:rsidRPr="008F1EFD">
              <w:rPr>
                <w:color w:val="000000"/>
                <w:sz w:val="20"/>
                <w:szCs w:val="20"/>
                <w:lang w:val="kk-KZ"/>
              </w:rPr>
              <w:t>Плита электрическая 4 камфорная с жарочным шкафом ПЭП-0, 48-ДШ-01 (840(1050)</w:t>
            </w:r>
            <w:r w:rsidRPr="008F1EFD">
              <w:rPr>
                <w:color w:val="000000"/>
                <w:sz w:val="20"/>
                <w:szCs w:val="20"/>
                <w:lang w:val="en-US"/>
              </w:rPr>
              <w:t>X</w:t>
            </w:r>
            <w:r w:rsidRPr="008F1EFD">
              <w:rPr>
                <w:color w:val="000000"/>
                <w:sz w:val="20"/>
                <w:szCs w:val="20"/>
              </w:rPr>
              <w:t xml:space="preserve">850(900) </w:t>
            </w:r>
            <w:r w:rsidRPr="008F1EFD">
              <w:rPr>
                <w:color w:val="000000"/>
                <w:sz w:val="20"/>
                <w:szCs w:val="20"/>
                <w:lang w:val="en-US"/>
              </w:rPr>
              <w:t>X</w:t>
            </w:r>
            <w:r w:rsidRPr="008F1EFD">
              <w:rPr>
                <w:color w:val="000000"/>
                <w:sz w:val="20"/>
                <w:szCs w:val="20"/>
              </w:rPr>
              <w:t xml:space="preserve">860(880) мм, в комплекте идут 2 противня из черного металла 530 </w:t>
            </w:r>
            <w:r w:rsidRPr="008F1EFD">
              <w:rPr>
                <w:color w:val="000000"/>
                <w:sz w:val="20"/>
                <w:szCs w:val="20"/>
                <w:lang w:val="en-US"/>
              </w:rPr>
              <w:t>X</w:t>
            </w:r>
            <w:r w:rsidRPr="008F1EFD">
              <w:rPr>
                <w:color w:val="000000"/>
                <w:sz w:val="20"/>
                <w:szCs w:val="20"/>
              </w:rPr>
              <w:t xml:space="preserve">470 </w:t>
            </w:r>
            <w:r w:rsidRPr="008F1EFD">
              <w:rPr>
                <w:color w:val="000000"/>
                <w:sz w:val="20"/>
                <w:szCs w:val="20"/>
                <w:lang w:val="en-US"/>
              </w:rPr>
              <w:t>X</w:t>
            </w:r>
            <w:r w:rsidRPr="008F1EFD">
              <w:rPr>
                <w:color w:val="000000"/>
                <w:sz w:val="20"/>
                <w:szCs w:val="20"/>
              </w:rPr>
              <w:t>30 мм. Жарочный шкаф имеет раздельную регулировку мощности верхнего и нижнего тенов. ПЭП-0, 48-ДШ-01 лицевая и верхняя части корпуса выполнены из нержавеющей стали, остальные части из стали оцинкованной.</w:t>
            </w:r>
          </w:p>
        </w:tc>
        <w:tc>
          <w:tcPr>
            <w:tcW w:w="708" w:type="dxa"/>
            <w:vAlign w:val="center"/>
          </w:tcPr>
          <w:p w:rsidR="00DE79E6" w:rsidRPr="00D51D98" w:rsidRDefault="00DE79E6" w:rsidP="00C02366">
            <w:pPr>
              <w:jc w:val="center"/>
              <w:rPr>
                <w:sz w:val="20"/>
                <w:szCs w:val="20"/>
              </w:rPr>
            </w:pPr>
            <w:r>
              <w:rPr>
                <w:sz w:val="20"/>
                <w:szCs w:val="20"/>
              </w:rPr>
              <w:t>шт</w:t>
            </w:r>
          </w:p>
        </w:tc>
        <w:tc>
          <w:tcPr>
            <w:tcW w:w="709" w:type="dxa"/>
            <w:vAlign w:val="center"/>
          </w:tcPr>
          <w:p w:rsidR="00DE79E6" w:rsidRPr="00D51D98" w:rsidRDefault="00DE79E6" w:rsidP="007B472D">
            <w:pPr>
              <w:jc w:val="center"/>
              <w:rPr>
                <w:sz w:val="20"/>
                <w:szCs w:val="20"/>
                <w:lang w:val="kk-KZ"/>
              </w:rPr>
            </w:pPr>
            <w:r>
              <w:rPr>
                <w:sz w:val="20"/>
                <w:szCs w:val="20"/>
                <w:lang w:val="kk-KZ"/>
              </w:rPr>
              <w:t>1</w:t>
            </w:r>
          </w:p>
        </w:tc>
        <w:tc>
          <w:tcPr>
            <w:tcW w:w="1822" w:type="dxa"/>
            <w:vAlign w:val="center"/>
          </w:tcPr>
          <w:p w:rsidR="00DE79E6" w:rsidRDefault="00DE79E6" w:rsidP="00737DAB">
            <w:pPr>
              <w:rPr>
                <w:sz w:val="20"/>
                <w:szCs w:val="20"/>
                <w:lang w:val="kk-KZ"/>
              </w:rPr>
            </w:pPr>
            <w:r w:rsidRPr="00D51D98">
              <w:rPr>
                <w:sz w:val="20"/>
                <w:szCs w:val="20"/>
              </w:rPr>
              <w:t xml:space="preserve">СКО, </w:t>
            </w:r>
          </w:p>
          <w:p w:rsidR="00DE79E6" w:rsidRPr="00D51D98" w:rsidRDefault="00DE79E6" w:rsidP="00737DAB">
            <w:pPr>
              <w:rPr>
                <w:sz w:val="20"/>
                <w:szCs w:val="20"/>
              </w:rPr>
            </w:pPr>
            <w:r w:rsidRPr="00D51D98">
              <w:rPr>
                <w:sz w:val="20"/>
                <w:szCs w:val="20"/>
              </w:rPr>
              <w:t>г. Петропавловск, ул. М.Ауэзова</w:t>
            </w:r>
            <w:r>
              <w:rPr>
                <w:sz w:val="20"/>
                <w:szCs w:val="20"/>
                <w:lang w:val="kk-KZ"/>
              </w:rPr>
              <w:t>,</w:t>
            </w:r>
            <w:r w:rsidRPr="00D51D98">
              <w:rPr>
                <w:sz w:val="20"/>
                <w:szCs w:val="20"/>
              </w:rPr>
              <w:t xml:space="preserve"> 174А</w:t>
            </w:r>
          </w:p>
        </w:tc>
        <w:tc>
          <w:tcPr>
            <w:tcW w:w="1922" w:type="dxa"/>
            <w:vAlign w:val="center"/>
          </w:tcPr>
          <w:p w:rsidR="00DE79E6" w:rsidRPr="00D51D98" w:rsidRDefault="00DE79E6" w:rsidP="000809F8">
            <w:pPr>
              <w:rPr>
                <w:sz w:val="20"/>
                <w:szCs w:val="20"/>
              </w:rPr>
            </w:pPr>
            <w:r>
              <w:rPr>
                <w:sz w:val="20"/>
                <w:szCs w:val="20"/>
                <w:lang w:val="kk-KZ"/>
              </w:rPr>
              <w:t>До 30.11.2019 г.</w:t>
            </w:r>
          </w:p>
        </w:tc>
      </w:tr>
    </w:tbl>
    <w:p w:rsidR="00DE79E6" w:rsidRPr="00DA0A83" w:rsidRDefault="00DE79E6" w:rsidP="00B21524">
      <w:pPr>
        <w:jc w:val="both"/>
        <w:rPr>
          <w:sz w:val="22"/>
        </w:rPr>
      </w:pPr>
    </w:p>
    <w:p w:rsidR="00DE79E6" w:rsidRPr="00DA0A83" w:rsidRDefault="00DE79E6" w:rsidP="00B21524">
      <w:pPr>
        <w:jc w:val="both"/>
        <w:rPr>
          <w:sz w:val="22"/>
        </w:rPr>
      </w:pPr>
    </w:p>
    <w:tbl>
      <w:tblPr>
        <w:tblW w:w="0" w:type="auto"/>
        <w:tblLook w:val="00A0"/>
      </w:tblPr>
      <w:tblGrid>
        <w:gridCol w:w="4784"/>
        <w:gridCol w:w="4786"/>
      </w:tblGrid>
      <w:tr w:rsidR="00DE79E6" w:rsidRPr="00DA0A83" w:rsidTr="00AB68F3">
        <w:tc>
          <w:tcPr>
            <w:tcW w:w="4784" w:type="dxa"/>
          </w:tcPr>
          <w:p w:rsidR="00DE79E6" w:rsidRPr="00DA0A83" w:rsidRDefault="00DE79E6" w:rsidP="0000418E">
            <w:pPr>
              <w:jc w:val="both"/>
              <w:rPr>
                <w:b/>
                <w:sz w:val="22"/>
              </w:rPr>
            </w:pPr>
            <w:r w:rsidRPr="00DA0A83">
              <w:rPr>
                <w:b/>
                <w:sz w:val="22"/>
              </w:rPr>
              <w:t xml:space="preserve">Заказчик </w:t>
            </w:r>
          </w:p>
          <w:p w:rsidR="00DE79E6" w:rsidRPr="00DA0A83" w:rsidRDefault="00DE79E6" w:rsidP="0000418E">
            <w:pPr>
              <w:jc w:val="both"/>
              <w:rPr>
                <w:b/>
                <w:sz w:val="22"/>
              </w:rPr>
            </w:pPr>
          </w:p>
          <w:p w:rsidR="00DE79E6" w:rsidRPr="00DA0A83" w:rsidRDefault="00DE79E6" w:rsidP="0000418E">
            <w:pPr>
              <w:jc w:val="both"/>
              <w:rPr>
                <w:b/>
                <w:sz w:val="22"/>
              </w:rPr>
            </w:pPr>
            <w:r w:rsidRPr="00DA0A83">
              <w:rPr>
                <w:b/>
                <w:sz w:val="22"/>
              </w:rPr>
              <w:t>КГУ «Дом ребенка» КГУ</w:t>
            </w:r>
          </w:p>
          <w:p w:rsidR="00DE79E6" w:rsidRPr="00DA0A83" w:rsidRDefault="00DE79E6" w:rsidP="0000418E">
            <w:pPr>
              <w:jc w:val="both"/>
              <w:rPr>
                <w:b/>
                <w:sz w:val="22"/>
              </w:rPr>
            </w:pPr>
            <w:r w:rsidRPr="00DA0A83">
              <w:rPr>
                <w:b/>
                <w:sz w:val="22"/>
              </w:rPr>
              <w:t xml:space="preserve"> «УЗ акимата СКО»</w:t>
            </w:r>
          </w:p>
          <w:p w:rsidR="00DE79E6" w:rsidRPr="00DA0A83" w:rsidRDefault="00DE79E6" w:rsidP="0000418E">
            <w:pPr>
              <w:jc w:val="both"/>
              <w:rPr>
                <w:sz w:val="22"/>
              </w:rPr>
            </w:pPr>
          </w:p>
          <w:p w:rsidR="00DE79E6" w:rsidRPr="00DA0A83" w:rsidRDefault="00DE79E6" w:rsidP="0000418E">
            <w:pPr>
              <w:jc w:val="both"/>
              <w:rPr>
                <w:sz w:val="22"/>
              </w:rPr>
            </w:pPr>
          </w:p>
          <w:p w:rsidR="00DE79E6" w:rsidRPr="00DA0A83" w:rsidRDefault="00DE79E6" w:rsidP="0000418E">
            <w:pPr>
              <w:jc w:val="both"/>
              <w:rPr>
                <w:sz w:val="22"/>
              </w:rPr>
            </w:pPr>
            <w:r w:rsidRPr="00DA0A83">
              <w:rPr>
                <w:sz w:val="22"/>
              </w:rPr>
              <w:t>Главный врач _________ Федотова Л.М.</w:t>
            </w:r>
          </w:p>
        </w:tc>
        <w:tc>
          <w:tcPr>
            <w:tcW w:w="4786" w:type="dxa"/>
          </w:tcPr>
          <w:p w:rsidR="00DE79E6" w:rsidRPr="00DA0A83" w:rsidRDefault="00DE79E6" w:rsidP="0000418E">
            <w:pPr>
              <w:jc w:val="both"/>
              <w:rPr>
                <w:b/>
                <w:sz w:val="22"/>
              </w:rPr>
            </w:pPr>
            <w:r w:rsidRPr="00DA0A83">
              <w:rPr>
                <w:b/>
                <w:sz w:val="22"/>
              </w:rPr>
              <w:t>Поставщик</w:t>
            </w:r>
          </w:p>
          <w:p w:rsidR="00DE79E6" w:rsidRPr="00DA0A83" w:rsidRDefault="00DE79E6" w:rsidP="0000418E">
            <w:pPr>
              <w:jc w:val="both"/>
              <w:rPr>
                <w:b/>
                <w:sz w:val="22"/>
              </w:rPr>
            </w:pPr>
          </w:p>
          <w:p w:rsidR="00DE79E6" w:rsidRPr="00DA0A83" w:rsidRDefault="00DE79E6" w:rsidP="0000418E">
            <w:pPr>
              <w:jc w:val="both"/>
              <w:rPr>
                <w:b/>
                <w:sz w:val="22"/>
              </w:rPr>
            </w:pPr>
            <w:r w:rsidRPr="00DA0A83">
              <w:rPr>
                <w:b/>
                <w:sz w:val="22"/>
              </w:rPr>
              <w:t xml:space="preserve">ТОО </w:t>
            </w:r>
            <w:r>
              <w:rPr>
                <w:b/>
                <w:sz w:val="22"/>
              </w:rPr>
              <w:t>ИП________</w:t>
            </w:r>
          </w:p>
          <w:p w:rsidR="00DE79E6" w:rsidRPr="00DA0A83" w:rsidRDefault="00DE79E6" w:rsidP="0000418E">
            <w:pPr>
              <w:jc w:val="both"/>
              <w:rPr>
                <w:sz w:val="22"/>
              </w:rPr>
            </w:pPr>
          </w:p>
          <w:p w:rsidR="00DE79E6" w:rsidRPr="00DA0A83" w:rsidRDefault="00DE79E6" w:rsidP="0000418E">
            <w:pPr>
              <w:spacing w:after="240"/>
              <w:rPr>
                <w:color w:val="000000"/>
                <w:sz w:val="22"/>
              </w:rPr>
            </w:pPr>
            <w:r w:rsidRPr="00DA0A83">
              <w:rPr>
                <w:sz w:val="22"/>
                <w:lang w:val="kk-KZ"/>
              </w:rPr>
              <w:t>Директор</w:t>
            </w:r>
          </w:p>
          <w:p w:rsidR="00DE79E6" w:rsidRPr="00DA0A83" w:rsidRDefault="00DE79E6" w:rsidP="0000418E">
            <w:pPr>
              <w:tabs>
                <w:tab w:val="left" w:pos="600"/>
              </w:tabs>
              <w:rPr>
                <w:sz w:val="22"/>
                <w:lang w:val="kk-KZ"/>
              </w:rPr>
            </w:pPr>
            <w:r w:rsidRPr="00DA0A83">
              <w:rPr>
                <w:sz w:val="22"/>
              </w:rPr>
              <w:t>_____________________</w:t>
            </w:r>
          </w:p>
          <w:p w:rsidR="00DE79E6" w:rsidRPr="00DA0A83" w:rsidRDefault="00DE79E6" w:rsidP="0000418E">
            <w:pPr>
              <w:jc w:val="both"/>
              <w:rPr>
                <w:sz w:val="22"/>
              </w:rPr>
            </w:pPr>
          </w:p>
        </w:tc>
      </w:tr>
    </w:tbl>
    <w:p w:rsidR="00DE79E6" w:rsidRDefault="00DE79E6" w:rsidP="008B7236">
      <w:pPr>
        <w:jc w:val="both"/>
      </w:pPr>
    </w:p>
    <w:p w:rsidR="00DE79E6" w:rsidRPr="00B21524" w:rsidRDefault="00DE79E6" w:rsidP="00B21524">
      <w:pPr>
        <w:jc w:val="both"/>
        <w:rPr>
          <w:sz w:val="24"/>
          <w:szCs w:val="24"/>
        </w:rPr>
      </w:pPr>
    </w:p>
    <w:p w:rsidR="00DE79E6" w:rsidRPr="00B21524" w:rsidRDefault="00DE79E6" w:rsidP="00B21524">
      <w:pPr>
        <w:jc w:val="both"/>
        <w:rPr>
          <w:sz w:val="24"/>
          <w:szCs w:val="24"/>
        </w:rPr>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B21524">
      <w:pPr>
        <w:jc w:val="both"/>
      </w:pPr>
    </w:p>
    <w:p w:rsidR="00DE79E6" w:rsidRDefault="00DE79E6" w:rsidP="00EB7AEE">
      <w:pPr>
        <w:ind w:left="-426"/>
        <w:jc w:val="center"/>
        <w:outlineLvl w:val="0"/>
        <w:rPr>
          <w:b/>
          <w:bCs/>
          <w:color w:val="333333"/>
          <w:kern w:val="36"/>
          <w:sz w:val="22"/>
          <w:lang w:val="kk-KZ" w:eastAsia="ru-RU"/>
        </w:rPr>
      </w:pPr>
    </w:p>
    <w:p w:rsidR="00DE79E6" w:rsidRPr="00D511D0" w:rsidRDefault="00DE79E6" w:rsidP="00EB7AEE">
      <w:pPr>
        <w:ind w:left="-426"/>
        <w:jc w:val="center"/>
        <w:outlineLvl w:val="0"/>
        <w:rPr>
          <w:sz w:val="22"/>
          <w:lang w:val="kk-KZ" w:eastAsia="ru-RU"/>
        </w:rPr>
      </w:pPr>
      <w:r w:rsidRPr="00D511D0">
        <w:rPr>
          <w:b/>
          <w:bCs/>
          <w:kern w:val="36"/>
          <w:sz w:val="22"/>
          <w:lang w:val="kk-KZ" w:eastAsia="ru-RU"/>
        </w:rPr>
        <w:t xml:space="preserve">Тауарларды сатып алу туралы шарт № </w:t>
      </w:r>
      <w:r>
        <w:rPr>
          <w:b/>
          <w:bCs/>
          <w:kern w:val="36"/>
          <w:sz w:val="22"/>
          <w:lang w:val="kk-KZ" w:eastAsia="ru-RU"/>
        </w:rPr>
        <w:t>____</w:t>
      </w:r>
    </w:p>
    <w:p w:rsidR="00DE79E6" w:rsidRPr="00D511D0" w:rsidRDefault="00DE79E6" w:rsidP="00F24907">
      <w:pPr>
        <w:ind w:left="-426" w:firstLine="215"/>
        <w:jc w:val="both"/>
        <w:rPr>
          <w:sz w:val="22"/>
          <w:lang w:val="kk-KZ" w:eastAsia="ru-RU"/>
        </w:rPr>
      </w:pPr>
      <w:r w:rsidRPr="00D511D0">
        <w:rPr>
          <w:sz w:val="22"/>
          <w:lang w:val="kk-KZ" w:eastAsia="ru-RU"/>
        </w:rPr>
        <w:t xml:space="preserve"> </w:t>
      </w:r>
    </w:p>
    <w:p w:rsidR="00DE79E6" w:rsidRPr="00D511D0" w:rsidRDefault="00DE79E6" w:rsidP="00D03312">
      <w:pPr>
        <w:ind w:left="-426" w:firstLine="215"/>
        <w:rPr>
          <w:sz w:val="20"/>
          <w:szCs w:val="20"/>
          <w:lang w:val="kk-KZ" w:eastAsia="ru-RU"/>
        </w:rPr>
      </w:pPr>
      <w:r w:rsidRPr="00D511D0">
        <w:rPr>
          <w:sz w:val="20"/>
          <w:szCs w:val="20"/>
          <w:lang w:val="kk-KZ" w:eastAsia="ru-RU"/>
        </w:rPr>
        <w:t xml:space="preserve">    Солтүстік Қазақстан облысы Петропавл қ.                                                                              </w:t>
      </w:r>
      <w:r>
        <w:rPr>
          <w:sz w:val="20"/>
          <w:szCs w:val="20"/>
          <w:lang w:val="kk-KZ" w:eastAsia="ru-RU"/>
        </w:rPr>
        <w:t>____</w:t>
      </w:r>
      <w:r w:rsidRPr="00D511D0">
        <w:rPr>
          <w:sz w:val="20"/>
          <w:szCs w:val="20"/>
          <w:lang w:val="kk-KZ" w:eastAsia="ru-RU"/>
        </w:rPr>
        <w:t>.</w:t>
      </w:r>
      <w:r>
        <w:rPr>
          <w:sz w:val="20"/>
          <w:szCs w:val="20"/>
          <w:lang w:val="kk-KZ" w:eastAsia="ru-RU"/>
        </w:rPr>
        <w:t>_____</w:t>
      </w:r>
      <w:r w:rsidRPr="00D511D0">
        <w:rPr>
          <w:sz w:val="20"/>
          <w:szCs w:val="20"/>
          <w:lang w:val="kk-KZ" w:eastAsia="ru-RU"/>
        </w:rPr>
        <w:t>.2019ж.</w:t>
      </w:r>
    </w:p>
    <w:p w:rsidR="00DE79E6" w:rsidRPr="00D511D0" w:rsidRDefault="00DE79E6" w:rsidP="00D03312">
      <w:pPr>
        <w:ind w:left="-426" w:firstLine="215"/>
        <w:rPr>
          <w:sz w:val="22"/>
          <w:lang w:val="kk-KZ" w:eastAsia="ru-RU"/>
        </w:rPr>
      </w:pPr>
    </w:p>
    <w:p w:rsidR="00DE79E6" w:rsidRPr="00D511D0" w:rsidRDefault="00DE79E6" w:rsidP="00AB68F3">
      <w:pPr>
        <w:ind w:left="-426"/>
        <w:jc w:val="both"/>
        <w:rPr>
          <w:sz w:val="22"/>
          <w:lang w:val="kk-KZ" w:eastAsia="ru-RU"/>
        </w:rPr>
      </w:pPr>
      <w:r w:rsidRPr="00D511D0">
        <w:rPr>
          <w:sz w:val="22"/>
          <w:lang w:val="kk-KZ" w:eastAsia="ru-RU"/>
        </w:rPr>
        <w:t>Бұдан әрі «Тапсырыс беруші» деп аталатын</w:t>
      </w:r>
      <w:r w:rsidRPr="00D511D0">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D511D0">
        <w:rPr>
          <w:sz w:val="22"/>
          <w:lang w:val="kk-KZ" w:eastAsia="ru-RU"/>
        </w:rPr>
        <w:t xml:space="preserve">, Ереже негізінде әрекет ететін Бас дәрігері Федотова Лилия Муратжановна атынан бір тараптан және бұдан әрі «Өнім беруші» деп аталынатын </w:t>
      </w:r>
      <w:r>
        <w:rPr>
          <w:b/>
          <w:sz w:val="22"/>
          <w:lang w:val="kk-KZ" w:eastAsia="ru-RU"/>
        </w:rPr>
        <w:t>_______</w:t>
      </w:r>
      <w:r w:rsidRPr="00D511D0">
        <w:rPr>
          <w:b/>
          <w:sz w:val="22"/>
          <w:lang w:val="kk-KZ" w:eastAsia="ru-RU"/>
        </w:rPr>
        <w:t xml:space="preserve"> ЖШС </w:t>
      </w:r>
      <w:r w:rsidRPr="00D511D0">
        <w:rPr>
          <w:sz w:val="22"/>
          <w:lang w:val="kk-KZ" w:eastAsia="ru-RU"/>
        </w:rPr>
        <w:t xml:space="preserve">Жарғы негізінде әрекет ететін Директоры </w:t>
      </w:r>
      <w:r>
        <w:rPr>
          <w:sz w:val="22"/>
          <w:lang w:val="kk-KZ" w:eastAsia="ru-RU"/>
        </w:rPr>
        <w:t>______</w:t>
      </w:r>
      <w:r w:rsidRPr="00D511D0">
        <w:rPr>
          <w:sz w:val="22"/>
          <w:lang w:val="kk-KZ" w:eastAsia="ru-RU"/>
        </w:rPr>
        <w:t xml:space="preserve"> 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DE79E6" w:rsidRPr="00D511D0" w:rsidRDefault="00DE79E6" w:rsidP="008954E5">
      <w:pPr>
        <w:ind w:left="-426" w:firstLine="317"/>
        <w:jc w:val="center"/>
        <w:rPr>
          <w:b/>
          <w:bCs/>
          <w:sz w:val="22"/>
          <w:lang w:val="kk-KZ"/>
        </w:rPr>
      </w:pPr>
      <w:r w:rsidRPr="00D511D0">
        <w:rPr>
          <w:b/>
          <w:bCs/>
          <w:sz w:val="22"/>
          <w:lang w:val="kk-KZ"/>
        </w:rPr>
        <w:t>1 Шарттың мәні</w:t>
      </w:r>
    </w:p>
    <w:p w:rsidR="00DE79E6" w:rsidRPr="00D511D0" w:rsidRDefault="00DE79E6" w:rsidP="00F24907">
      <w:pPr>
        <w:ind w:left="-426" w:firstLine="317"/>
        <w:jc w:val="both"/>
        <w:rPr>
          <w:bCs/>
          <w:sz w:val="22"/>
          <w:lang w:val="kk-KZ"/>
        </w:rPr>
      </w:pPr>
      <w:r w:rsidRPr="00D511D0">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Pr="00D511D0">
        <w:rPr>
          <w:b/>
          <w:bCs/>
          <w:sz w:val="22"/>
          <w:lang w:val="kk-KZ"/>
        </w:rPr>
        <w:t>006-015-14</w:t>
      </w:r>
      <w:r>
        <w:rPr>
          <w:b/>
          <w:bCs/>
          <w:sz w:val="22"/>
          <w:lang w:val="kk-KZ"/>
        </w:rPr>
        <w:t>9</w:t>
      </w:r>
      <w:r w:rsidRPr="00D511D0">
        <w:rPr>
          <w:bCs/>
          <w:sz w:val="22"/>
          <w:lang w:val="kk-KZ"/>
        </w:rPr>
        <w:t>;</w:t>
      </w:r>
    </w:p>
    <w:p w:rsidR="00DE79E6" w:rsidRPr="00D511D0" w:rsidRDefault="00DE79E6" w:rsidP="00F24907">
      <w:pPr>
        <w:ind w:left="-426" w:firstLine="317"/>
        <w:jc w:val="both"/>
        <w:rPr>
          <w:bCs/>
          <w:sz w:val="22"/>
          <w:lang w:val="kk-KZ"/>
        </w:rPr>
      </w:pPr>
      <w:r w:rsidRPr="00D511D0">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E79E6" w:rsidRPr="00D511D0" w:rsidRDefault="00DE79E6" w:rsidP="00F24907">
      <w:pPr>
        <w:ind w:left="-426" w:firstLine="317"/>
        <w:jc w:val="both"/>
        <w:rPr>
          <w:bCs/>
          <w:sz w:val="22"/>
          <w:lang w:val="kk-KZ"/>
        </w:rPr>
      </w:pPr>
      <w:r w:rsidRPr="00D511D0">
        <w:rPr>
          <w:bCs/>
          <w:sz w:val="22"/>
          <w:lang w:val="kk-KZ"/>
        </w:rPr>
        <w:t>1) осы Шарт;</w:t>
      </w:r>
    </w:p>
    <w:p w:rsidR="00DE79E6" w:rsidRPr="00D511D0" w:rsidRDefault="00DE79E6" w:rsidP="00F24907">
      <w:pPr>
        <w:ind w:left="-426" w:firstLine="317"/>
        <w:jc w:val="both"/>
        <w:rPr>
          <w:bCs/>
          <w:sz w:val="22"/>
          <w:lang w:val="kk-KZ"/>
        </w:rPr>
      </w:pPr>
      <w:r w:rsidRPr="00D511D0">
        <w:rPr>
          <w:bCs/>
          <w:sz w:val="22"/>
          <w:lang w:val="kk-KZ"/>
        </w:rPr>
        <w:t>2) сатып алынатын тауарлар тізімі (1-қосымша);</w:t>
      </w:r>
    </w:p>
    <w:p w:rsidR="00DE79E6" w:rsidRPr="00D511D0" w:rsidRDefault="00DE79E6" w:rsidP="00F24907">
      <w:pPr>
        <w:ind w:left="-426" w:firstLine="317"/>
        <w:jc w:val="both"/>
        <w:rPr>
          <w:bCs/>
          <w:sz w:val="22"/>
          <w:lang w:val="kk-KZ"/>
        </w:rPr>
      </w:pPr>
      <w:r w:rsidRPr="00D511D0">
        <w:rPr>
          <w:bCs/>
          <w:sz w:val="22"/>
          <w:lang w:val="kk-KZ"/>
        </w:rPr>
        <w:t>3) техникалық ерекшелік (2-қосымша).</w:t>
      </w:r>
    </w:p>
    <w:p w:rsidR="00DE79E6" w:rsidRPr="00D511D0" w:rsidRDefault="00DE79E6" w:rsidP="008954E5">
      <w:pPr>
        <w:ind w:left="-426" w:firstLine="317"/>
        <w:jc w:val="center"/>
        <w:rPr>
          <w:b/>
          <w:bCs/>
          <w:sz w:val="22"/>
          <w:lang w:val="kk-KZ"/>
        </w:rPr>
      </w:pPr>
      <w:r w:rsidRPr="00D511D0">
        <w:rPr>
          <w:b/>
          <w:bCs/>
          <w:sz w:val="22"/>
          <w:lang w:val="kk-KZ"/>
        </w:rPr>
        <w:t>2 Шарттың сомасы және ақы төлеу шарттары</w:t>
      </w:r>
    </w:p>
    <w:p w:rsidR="00DE79E6" w:rsidRPr="00D511D0" w:rsidRDefault="00DE79E6" w:rsidP="00F24907">
      <w:pPr>
        <w:ind w:left="-426" w:firstLine="317"/>
        <w:jc w:val="both"/>
        <w:rPr>
          <w:bCs/>
          <w:sz w:val="22"/>
          <w:lang w:val="kk-KZ"/>
        </w:rPr>
      </w:pPr>
      <w:r w:rsidRPr="00D511D0">
        <w:rPr>
          <w:bCs/>
          <w:sz w:val="22"/>
          <w:lang w:val="kk-KZ"/>
        </w:rPr>
        <w:t xml:space="preserve">2.1 Шарттың жалпы сомасы Шартқа № 1 қосымшада айқындалады және </w:t>
      </w:r>
      <w:r w:rsidRPr="00D511D0">
        <w:rPr>
          <w:b/>
          <w:sz w:val="22"/>
          <w:lang w:val="kk-KZ"/>
        </w:rPr>
        <w:t>000.00 (</w:t>
      </w:r>
      <w:r>
        <w:rPr>
          <w:b/>
          <w:sz w:val="22"/>
          <w:lang w:val="kk-KZ"/>
        </w:rPr>
        <w:t>_____</w:t>
      </w:r>
      <w:r w:rsidRPr="00D511D0">
        <w:rPr>
          <w:b/>
          <w:sz w:val="22"/>
          <w:lang w:val="kk-KZ"/>
        </w:rPr>
        <w:t>) теңге 00 тиын</w:t>
      </w:r>
      <w:r w:rsidRPr="00D511D0">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w:t>
      </w:r>
      <w:r>
        <w:rPr>
          <w:b/>
          <w:sz w:val="22"/>
          <w:lang w:val="kk-KZ"/>
        </w:rPr>
        <w:t>00</w:t>
      </w:r>
      <w:r w:rsidRPr="00D511D0">
        <w:rPr>
          <w:b/>
          <w:sz w:val="22"/>
          <w:lang w:val="kk-KZ"/>
        </w:rPr>
        <w:t>.</w:t>
      </w:r>
      <w:r>
        <w:rPr>
          <w:b/>
          <w:sz w:val="22"/>
          <w:lang w:val="kk-KZ"/>
        </w:rPr>
        <w:t>00</w:t>
      </w:r>
      <w:r w:rsidRPr="00D511D0">
        <w:rPr>
          <w:b/>
          <w:sz w:val="22"/>
          <w:lang w:val="kk-KZ"/>
        </w:rPr>
        <w:t xml:space="preserve"> (</w:t>
      </w:r>
      <w:r>
        <w:rPr>
          <w:b/>
          <w:sz w:val="22"/>
          <w:lang w:val="kk-KZ"/>
        </w:rPr>
        <w:t>_____</w:t>
      </w:r>
      <w:r w:rsidRPr="00D511D0">
        <w:rPr>
          <w:b/>
          <w:sz w:val="22"/>
          <w:lang w:val="kk-KZ"/>
        </w:rPr>
        <w:t xml:space="preserve">) теңге </w:t>
      </w:r>
      <w:r>
        <w:rPr>
          <w:b/>
          <w:sz w:val="22"/>
          <w:lang w:val="kk-KZ"/>
        </w:rPr>
        <w:t>00</w:t>
      </w:r>
      <w:r w:rsidRPr="00D511D0">
        <w:rPr>
          <w:b/>
          <w:sz w:val="22"/>
          <w:lang w:val="kk-KZ"/>
        </w:rPr>
        <w:t xml:space="preserve"> тиын</w:t>
      </w:r>
      <w:r w:rsidRPr="00D511D0">
        <w:rPr>
          <w:bCs/>
          <w:sz w:val="22"/>
          <w:lang w:val="kk-KZ"/>
        </w:rPr>
        <w:t xml:space="preserve"> (бұдан әрі – Шарттың сомасы) қамтиды.</w:t>
      </w:r>
      <w:r w:rsidRPr="00D511D0">
        <w:rPr>
          <w:sz w:val="22"/>
          <w:shd w:val="clear" w:color="auto" w:fill="FFFFFF"/>
          <w:lang w:val="kk-KZ"/>
        </w:rPr>
        <w:t xml:space="preserve"> Өнім беруші ҚҚС төлеуші болып саналады.</w:t>
      </w:r>
    </w:p>
    <w:p w:rsidR="00DE79E6" w:rsidRPr="00D511D0" w:rsidRDefault="00DE79E6" w:rsidP="007C7370">
      <w:pPr>
        <w:ind w:left="-426" w:firstLine="317"/>
        <w:jc w:val="both"/>
        <w:rPr>
          <w:bCs/>
          <w:sz w:val="22"/>
          <w:lang w:val="kk-KZ"/>
        </w:rPr>
      </w:pPr>
      <w:r w:rsidRPr="00D511D0">
        <w:rPr>
          <w:bCs/>
          <w:sz w:val="22"/>
          <w:lang w:val="kk-KZ"/>
        </w:rPr>
        <w:t xml:space="preserve">2.2 Шарт </w:t>
      </w:r>
      <w:r w:rsidRPr="00D511D0">
        <w:rPr>
          <w:b/>
          <w:bCs/>
          <w:sz w:val="22"/>
          <w:lang w:val="kk-KZ"/>
        </w:rPr>
        <w:t>006</w:t>
      </w:r>
      <w:r w:rsidRPr="00D511D0">
        <w:rPr>
          <w:bCs/>
          <w:sz w:val="22"/>
          <w:lang w:val="kk-KZ"/>
        </w:rPr>
        <w:t xml:space="preserve"> Ана мен баланы қорғау жөніндегі көрсетілетін қызметтер бюджеттік бағдарламасы, </w:t>
      </w:r>
      <w:r w:rsidRPr="00D511D0">
        <w:rPr>
          <w:b/>
          <w:bCs/>
          <w:sz w:val="22"/>
          <w:lang w:val="kk-KZ"/>
        </w:rPr>
        <w:t xml:space="preserve">015 </w:t>
      </w:r>
      <w:r w:rsidRPr="00D511D0">
        <w:rPr>
          <w:bCs/>
          <w:sz w:val="22"/>
          <w:lang w:val="kk-KZ"/>
        </w:rPr>
        <w:t>Жергілікті бюджет қаражаты есебінен кіші бағдарламасы, </w:t>
      </w:r>
      <w:r w:rsidRPr="00DB1EDF">
        <w:rPr>
          <w:b/>
          <w:bCs/>
          <w:sz w:val="22"/>
          <w:lang w:val="kk-KZ"/>
        </w:rPr>
        <w:t>149</w:t>
      </w:r>
      <w:r w:rsidRPr="00DB1EDF">
        <w:rPr>
          <w:bCs/>
          <w:sz w:val="22"/>
          <w:lang w:val="kk-KZ"/>
        </w:rPr>
        <w:t> Өзге де қорларды сатып алу ерекшелігі бойынша</w:t>
      </w:r>
      <w:r w:rsidRPr="00D511D0">
        <w:rPr>
          <w:bCs/>
          <w:sz w:val="22"/>
          <w:lang w:val="kk-KZ"/>
        </w:rPr>
        <w:t xml:space="preserve"> </w:t>
      </w:r>
      <w:r w:rsidRPr="00D511D0">
        <w:rPr>
          <w:b/>
          <w:sz w:val="22"/>
          <w:lang w:val="kk-KZ"/>
        </w:rPr>
        <w:t>000.00 (</w:t>
      </w:r>
      <w:r>
        <w:rPr>
          <w:b/>
          <w:sz w:val="22"/>
          <w:lang w:val="kk-KZ"/>
        </w:rPr>
        <w:t>____</w:t>
      </w:r>
      <w:r w:rsidRPr="00D511D0">
        <w:rPr>
          <w:b/>
          <w:sz w:val="22"/>
          <w:lang w:val="kk-KZ"/>
        </w:rPr>
        <w:t>) теңге 00 тиын</w:t>
      </w:r>
      <w:r w:rsidRPr="00D511D0">
        <w:rPr>
          <w:bCs/>
          <w:sz w:val="22"/>
          <w:lang w:val="kk-KZ"/>
        </w:rPr>
        <w:t xml:space="preserve"> теңгені оның ішінде ҚҚС </w:t>
      </w:r>
      <w:r>
        <w:rPr>
          <w:b/>
          <w:sz w:val="22"/>
          <w:lang w:val="kk-KZ"/>
        </w:rPr>
        <w:t>00</w:t>
      </w:r>
      <w:r w:rsidRPr="00D511D0">
        <w:rPr>
          <w:b/>
          <w:sz w:val="22"/>
          <w:lang w:val="kk-KZ"/>
        </w:rPr>
        <w:t>.</w:t>
      </w:r>
      <w:r>
        <w:rPr>
          <w:b/>
          <w:sz w:val="22"/>
          <w:lang w:val="kk-KZ"/>
        </w:rPr>
        <w:t>00</w:t>
      </w:r>
      <w:r w:rsidRPr="00D511D0">
        <w:rPr>
          <w:b/>
          <w:sz w:val="22"/>
          <w:lang w:val="kk-KZ"/>
        </w:rPr>
        <w:t xml:space="preserve"> (</w:t>
      </w:r>
      <w:r>
        <w:rPr>
          <w:b/>
          <w:sz w:val="22"/>
          <w:lang w:val="kk-KZ"/>
        </w:rPr>
        <w:t>_____</w:t>
      </w:r>
      <w:r w:rsidRPr="00D511D0">
        <w:rPr>
          <w:b/>
          <w:sz w:val="22"/>
          <w:lang w:val="kk-KZ"/>
        </w:rPr>
        <w:t xml:space="preserve">) теңге </w:t>
      </w:r>
      <w:r>
        <w:rPr>
          <w:b/>
          <w:sz w:val="22"/>
          <w:lang w:val="kk-KZ"/>
        </w:rPr>
        <w:t>00</w:t>
      </w:r>
      <w:r w:rsidRPr="00D511D0">
        <w:rPr>
          <w:b/>
          <w:sz w:val="22"/>
          <w:lang w:val="kk-KZ"/>
        </w:rPr>
        <w:t xml:space="preserve"> тиын</w:t>
      </w:r>
      <w:r w:rsidRPr="00D511D0">
        <w:rPr>
          <w:bCs/>
          <w:sz w:val="22"/>
          <w:lang w:val="kk-KZ"/>
        </w:rPr>
        <w:t xml:space="preserve"> 2019 жылы қаражаттар есебінен каржыландырылады.</w:t>
      </w:r>
    </w:p>
    <w:p w:rsidR="00DE79E6" w:rsidRPr="00D511D0" w:rsidRDefault="00DE79E6" w:rsidP="00F24907">
      <w:pPr>
        <w:ind w:left="-426" w:firstLine="317"/>
        <w:jc w:val="both"/>
        <w:rPr>
          <w:bCs/>
          <w:sz w:val="22"/>
          <w:lang w:val="kk-KZ"/>
        </w:rPr>
      </w:pPr>
      <w:r w:rsidRPr="00D511D0">
        <w:rPr>
          <w:bCs/>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E79E6" w:rsidRPr="00D511D0" w:rsidRDefault="00DE79E6" w:rsidP="00F24907">
      <w:pPr>
        <w:ind w:left="-426" w:firstLine="317"/>
        <w:jc w:val="both"/>
        <w:rPr>
          <w:bCs/>
          <w:sz w:val="22"/>
          <w:lang w:val="kk-KZ"/>
        </w:rPr>
      </w:pPr>
      <w:r w:rsidRPr="00D511D0">
        <w:rPr>
          <w:bCs/>
          <w:sz w:val="22"/>
          <w:lang w:val="kk-KZ"/>
        </w:rPr>
        <w:t>2.4 Сандық және құндық шамадағы жеткізілетін тауар көлемі Шартқа 1-қосымшада келтірілген.</w:t>
      </w:r>
    </w:p>
    <w:p w:rsidR="00DE79E6" w:rsidRPr="00D511D0" w:rsidRDefault="00DE79E6" w:rsidP="00F24907">
      <w:pPr>
        <w:ind w:left="-426" w:firstLine="317"/>
        <w:jc w:val="both"/>
        <w:rPr>
          <w:bCs/>
          <w:sz w:val="22"/>
          <w:lang w:val="kk-KZ"/>
        </w:rPr>
      </w:pPr>
      <w:r w:rsidRPr="00D511D0">
        <w:rPr>
          <w:bCs/>
          <w:sz w:val="22"/>
          <w:lang w:val="kk-KZ"/>
        </w:rPr>
        <w:t>2.5 Төлеу алдындағы қажетті құжаттар</w:t>
      </w:r>
    </w:p>
    <w:p w:rsidR="00DE79E6" w:rsidRPr="00D511D0" w:rsidRDefault="00DE79E6" w:rsidP="00F24907">
      <w:pPr>
        <w:ind w:left="-426" w:firstLine="317"/>
        <w:jc w:val="both"/>
        <w:rPr>
          <w:bCs/>
          <w:sz w:val="22"/>
          <w:lang w:val="kk-KZ"/>
        </w:rPr>
      </w:pPr>
      <w:r w:rsidRPr="00D511D0">
        <w:rPr>
          <w:bCs/>
          <w:sz w:val="22"/>
          <w:lang w:val="kk-KZ"/>
        </w:rPr>
        <w:t xml:space="preserve">1) қол қойылған Шарт; </w:t>
      </w:r>
    </w:p>
    <w:p w:rsidR="00DE79E6" w:rsidRPr="00D511D0" w:rsidRDefault="00DE79E6" w:rsidP="00F24907">
      <w:pPr>
        <w:ind w:left="-426" w:firstLine="317"/>
        <w:jc w:val="both"/>
        <w:rPr>
          <w:bCs/>
          <w:sz w:val="22"/>
          <w:lang w:val="kk-KZ"/>
        </w:rPr>
      </w:pPr>
      <w:r w:rsidRPr="00D511D0">
        <w:rPr>
          <w:bCs/>
          <w:sz w:val="22"/>
          <w:lang w:val="kk-KZ"/>
        </w:rPr>
        <w:t>2) жүкқұжат</w:t>
      </w:r>
    </w:p>
    <w:p w:rsidR="00DE79E6" w:rsidRPr="00D511D0" w:rsidRDefault="00DE79E6" w:rsidP="00F24907">
      <w:pPr>
        <w:ind w:left="-426" w:firstLine="317"/>
        <w:jc w:val="both"/>
        <w:rPr>
          <w:bCs/>
          <w:sz w:val="22"/>
          <w:lang w:val="kk-KZ"/>
        </w:rPr>
      </w:pPr>
      <w:r w:rsidRPr="00D511D0">
        <w:rPr>
          <w:bCs/>
          <w:sz w:val="22"/>
          <w:lang w:val="kk-KZ"/>
        </w:rPr>
        <w:t>3) Тауарларды қабылдап алу-беру актісі (актілері);</w:t>
      </w:r>
    </w:p>
    <w:p w:rsidR="00DE79E6" w:rsidRPr="00D511D0" w:rsidRDefault="00DE79E6" w:rsidP="00F24907">
      <w:pPr>
        <w:ind w:left="-426" w:firstLine="317"/>
        <w:jc w:val="both"/>
        <w:rPr>
          <w:bCs/>
          <w:sz w:val="22"/>
          <w:lang w:val="kk-KZ"/>
        </w:rPr>
      </w:pPr>
      <w:r w:rsidRPr="00D511D0">
        <w:rPr>
          <w:bCs/>
          <w:sz w:val="22"/>
          <w:lang w:val="kk-KZ"/>
        </w:rPr>
        <w:t>4) тауарлар туралы жергілікті қамтудағы есеп (келісім-шарттық міндеттемелерді толық орындағаннан кейін ұсынылады);</w:t>
      </w:r>
    </w:p>
    <w:p w:rsidR="00DE79E6" w:rsidRPr="00D511D0" w:rsidRDefault="00DE79E6" w:rsidP="008057FF">
      <w:pPr>
        <w:ind w:left="-426" w:firstLine="317"/>
        <w:jc w:val="both"/>
        <w:rPr>
          <w:bCs/>
          <w:sz w:val="22"/>
          <w:lang w:val="kk-KZ"/>
        </w:rPr>
      </w:pPr>
      <w:r w:rsidRPr="00D511D0">
        <w:rPr>
          <w:bCs/>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E79E6" w:rsidRPr="00D511D0" w:rsidRDefault="00DE79E6" w:rsidP="00F24907">
      <w:pPr>
        <w:ind w:left="-426" w:firstLine="317"/>
        <w:jc w:val="both"/>
        <w:rPr>
          <w:bCs/>
          <w:sz w:val="22"/>
          <w:lang w:val="kk-KZ"/>
        </w:rPr>
      </w:pPr>
    </w:p>
    <w:p w:rsidR="00DE79E6" w:rsidRPr="00D511D0" w:rsidRDefault="00DE79E6" w:rsidP="008954E5">
      <w:pPr>
        <w:ind w:left="-426" w:firstLine="317"/>
        <w:jc w:val="center"/>
        <w:rPr>
          <w:b/>
          <w:bCs/>
          <w:sz w:val="22"/>
          <w:lang w:val="kk-KZ"/>
        </w:rPr>
      </w:pPr>
      <w:r w:rsidRPr="00D511D0">
        <w:rPr>
          <w:b/>
          <w:bCs/>
          <w:sz w:val="22"/>
          <w:lang w:val="kk-KZ"/>
        </w:rPr>
        <w:t>3 Тараптардың міндеттемелері</w:t>
      </w:r>
    </w:p>
    <w:p w:rsidR="00DE79E6" w:rsidRPr="00D511D0" w:rsidRDefault="00DE79E6" w:rsidP="00F24907">
      <w:pPr>
        <w:ind w:left="-426" w:firstLine="317"/>
        <w:jc w:val="both"/>
        <w:rPr>
          <w:bCs/>
          <w:sz w:val="22"/>
          <w:lang w:val="kk-KZ"/>
        </w:rPr>
      </w:pPr>
      <w:r w:rsidRPr="00D511D0">
        <w:rPr>
          <w:bCs/>
          <w:sz w:val="22"/>
          <w:lang w:val="kk-KZ"/>
        </w:rPr>
        <w:t>3.1 Өнім беруші мыналарға:</w:t>
      </w:r>
    </w:p>
    <w:p w:rsidR="00DE79E6" w:rsidRPr="00D511D0" w:rsidRDefault="00DE79E6" w:rsidP="0067536E">
      <w:pPr>
        <w:ind w:left="-426" w:firstLine="317"/>
        <w:jc w:val="both"/>
        <w:rPr>
          <w:bCs/>
          <w:sz w:val="22"/>
          <w:lang w:val="kk-KZ"/>
        </w:rPr>
      </w:pPr>
      <w:r w:rsidRPr="00D511D0">
        <w:rPr>
          <w:bCs/>
          <w:sz w:val="22"/>
          <w:lang w:val="kk-KZ"/>
        </w:rPr>
        <w:t>1) Шарт бойынша өзіне алған міндеттемелердің толық және тиесілі орындалуын қамтамасыз етуге;</w:t>
      </w:r>
    </w:p>
    <w:p w:rsidR="00DE79E6" w:rsidRPr="00D511D0" w:rsidRDefault="00DE79E6" w:rsidP="0067536E">
      <w:pPr>
        <w:ind w:left="-426" w:firstLine="317"/>
        <w:jc w:val="both"/>
        <w:rPr>
          <w:bCs/>
          <w:sz w:val="22"/>
          <w:lang w:val="kk-KZ"/>
        </w:rPr>
      </w:pPr>
      <w:r w:rsidRPr="00D511D0">
        <w:rPr>
          <w:bCs/>
          <w:sz w:val="22"/>
          <w:lang w:val="kk-KZ"/>
        </w:rPr>
        <w:t>2) Шарт бойынша өз міндеттемелерін орындау кезінде Шарттың ажырамас бөлігі болып табылатын осы Шартқа 2 қосымшаларда көрсетілген талаптарға тауарлардың сәйкестігін қамтамасыз етуге;</w:t>
      </w:r>
    </w:p>
    <w:p w:rsidR="00DE79E6" w:rsidRPr="00D511D0" w:rsidRDefault="00DE79E6" w:rsidP="0067536E">
      <w:pPr>
        <w:ind w:left="-426" w:firstLine="317"/>
        <w:jc w:val="both"/>
        <w:rPr>
          <w:bCs/>
          <w:sz w:val="22"/>
          <w:lang w:val="kk-KZ"/>
        </w:rPr>
      </w:pPr>
      <w:r w:rsidRPr="00D511D0">
        <w:rPr>
          <w:bCs/>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DE79E6" w:rsidRPr="00D511D0" w:rsidRDefault="00DE79E6" w:rsidP="0067536E">
      <w:pPr>
        <w:ind w:left="-426" w:firstLine="317"/>
        <w:jc w:val="both"/>
        <w:rPr>
          <w:bCs/>
          <w:sz w:val="22"/>
          <w:lang w:val="kk-KZ"/>
        </w:rPr>
      </w:pPr>
      <w:r w:rsidRPr="00D511D0">
        <w:rPr>
          <w:bCs/>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DE79E6" w:rsidRPr="00D511D0" w:rsidRDefault="00DE79E6" w:rsidP="0067536E">
      <w:pPr>
        <w:ind w:left="-426" w:firstLine="317"/>
        <w:jc w:val="both"/>
        <w:rPr>
          <w:bCs/>
          <w:sz w:val="22"/>
          <w:lang w:val="kk-KZ"/>
        </w:rPr>
      </w:pPr>
      <w:r w:rsidRPr="00D511D0">
        <w:rPr>
          <w:bCs/>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DE79E6" w:rsidRPr="00D511D0" w:rsidRDefault="00DE79E6" w:rsidP="0067536E">
      <w:pPr>
        <w:ind w:left="-426" w:firstLine="317"/>
        <w:jc w:val="both"/>
        <w:rPr>
          <w:bCs/>
          <w:sz w:val="22"/>
          <w:lang w:val="kk-KZ"/>
        </w:rPr>
      </w:pPr>
      <w:r w:rsidRPr="00D511D0">
        <w:rPr>
          <w:bCs/>
          <w:sz w:val="22"/>
          <w:lang w:val="kk-KZ"/>
        </w:rPr>
        <w:t>6) Тапсырыс берушінің бірінші талабы бойынша Шарт бойынша міндеттемелердің орындалу барысы туралы ақпарат ұсынуға;</w:t>
      </w:r>
    </w:p>
    <w:p w:rsidR="00DE79E6" w:rsidRPr="00D511D0" w:rsidRDefault="00DE79E6" w:rsidP="0067536E">
      <w:pPr>
        <w:ind w:left="-426" w:firstLine="317"/>
        <w:jc w:val="both"/>
        <w:rPr>
          <w:bCs/>
          <w:sz w:val="22"/>
          <w:lang w:val="kk-KZ"/>
        </w:rPr>
      </w:pPr>
      <w:r w:rsidRPr="00D511D0">
        <w:rPr>
          <w:bCs/>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DE79E6" w:rsidRDefault="00DE79E6" w:rsidP="0067536E">
      <w:pPr>
        <w:ind w:left="-426" w:firstLine="317"/>
        <w:jc w:val="both"/>
        <w:rPr>
          <w:bCs/>
          <w:sz w:val="22"/>
          <w:lang w:val="kk-KZ"/>
        </w:rPr>
      </w:pPr>
      <w:r w:rsidRPr="00D511D0">
        <w:rPr>
          <w:bCs/>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r>
        <w:rPr>
          <w:bCs/>
          <w:sz w:val="22"/>
          <w:lang w:val="kk-KZ"/>
        </w:rPr>
        <w:t>.</w:t>
      </w:r>
    </w:p>
    <w:p w:rsidR="00DE79E6" w:rsidRPr="00D511D0" w:rsidRDefault="00DE79E6" w:rsidP="0067536E">
      <w:pPr>
        <w:ind w:left="-426" w:firstLine="317"/>
        <w:jc w:val="both"/>
        <w:rPr>
          <w:bCs/>
          <w:sz w:val="22"/>
          <w:lang w:val="kk-KZ"/>
        </w:rPr>
      </w:pPr>
      <w:r w:rsidRPr="00FD7967">
        <w:rPr>
          <w:bCs/>
          <w:sz w:val="22"/>
          <w:lang w:val="kk-KZ"/>
        </w:rPr>
        <w:t>9)</w:t>
      </w:r>
      <w:r w:rsidRPr="00FD7967">
        <w:rPr>
          <w:lang w:val="kk-KZ"/>
        </w:rPr>
        <w:t xml:space="preserve"> </w:t>
      </w:r>
      <w:r w:rsidRPr="00FD7967">
        <w:rPr>
          <w:bCs/>
          <w:sz w:val="22"/>
          <w:lang w:val="kk-KZ"/>
        </w:rPr>
        <w:t xml:space="preserve">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w:t>
      </w:r>
      <w:r>
        <w:rPr>
          <w:color w:val="FF0000"/>
          <w:sz w:val="22"/>
          <w:lang w:val="kk-KZ"/>
        </w:rPr>
        <w:t>8 250.00</w:t>
      </w:r>
      <w:r w:rsidRPr="00FD7967">
        <w:rPr>
          <w:bCs/>
          <w:color w:val="FF0000"/>
          <w:sz w:val="22"/>
          <w:lang w:val="kk-KZ"/>
        </w:rPr>
        <w:t xml:space="preserve"> (</w:t>
      </w:r>
      <w:r>
        <w:rPr>
          <w:bCs/>
          <w:color w:val="FF0000"/>
          <w:sz w:val="22"/>
          <w:lang w:val="kk-KZ"/>
        </w:rPr>
        <w:t>Сегіз мың екі жүз елу</w:t>
      </w:r>
      <w:r w:rsidRPr="00FD7967">
        <w:rPr>
          <w:bCs/>
          <w:color w:val="FF0000"/>
          <w:sz w:val="22"/>
          <w:lang w:val="kk-KZ"/>
        </w:rPr>
        <w:t xml:space="preserve"> теңге)</w:t>
      </w:r>
      <w:r w:rsidRPr="00FD7967">
        <w:rPr>
          <w:bCs/>
          <w:sz w:val="22"/>
          <w:lang w:val="kk-KZ"/>
        </w:rPr>
        <w:t xml:space="preserve"> </w:t>
      </w:r>
      <w:r>
        <w:rPr>
          <w:bCs/>
          <w:sz w:val="22"/>
          <w:lang w:val="kk-KZ"/>
        </w:rPr>
        <w:t>0</w:t>
      </w:r>
      <w:r w:rsidRPr="00FD7967">
        <w:rPr>
          <w:bCs/>
          <w:sz w:val="22"/>
          <w:lang w:val="kk-KZ"/>
        </w:rPr>
        <w:t>0 тиын  мөлшерде: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DE79E6" w:rsidRPr="00D511D0" w:rsidRDefault="00DE79E6" w:rsidP="0067536E">
      <w:pPr>
        <w:ind w:left="-426" w:firstLine="317"/>
        <w:jc w:val="both"/>
        <w:rPr>
          <w:bCs/>
          <w:sz w:val="22"/>
          <w:lang w:val="kk-KZ"/>
        </w:rPr>
      </w:pPr>
      <w:r w:rsidRPr="00D511D0">
        <w:rPr>
          <w:bCs/>
          <w:sz w:val="22"/>
          <w:lang w:val="kk-KZ"/>
        </w:rPr>
        <w:t>3.2 Өнім беруші:</w:t>
      </w:r>
    </w:p>
    <w:p w:rsidR="00DE79E6" w:rsidRPr="00D511D0" w:rsidRDefault="00DE79E6" w:rsidP="0067536E">
      <w:pPr>
        <w:ind w:left="-426" w:firstLine="317"/>
        <w:jc w:val="both"/>
        <w:rPr>
          <w:bCs/>
          <w:sz w:val="22"/>
          <w:lang w:val="kk-KZ"/>
        </w:rPr>
      </w:pPr>
      <w:r w:rsidRPr="00D511D0">
        <w:rPr>
          <w:bCs/>
          <w:sz w:val="22"/>
          <w:lang w:val="kk-KZ"/>
        </w:rPr>
        <w:t>1) Тапсырыс берушіден Шарт бойынша жеткізілген Тауарларға төлем талап етуге;</w:t>
      </w:r>
    </w:p>
    <w:p w:rsidR="00DE79E6" w:rsidRPr="00D511D0" w:rsidRDefault="00DE79E6" w:rsidP="0067536E">
      <w:pPr>
        <w:ind w:left="-426" w:firstLine="317"/>
        <w:jc w:val="both"/>
        <w:rPr>
          <w:bCs/>
          <w:sz w:val="22"/>
          <w:lang w:val="kk-KZ"/>
        </w:rPr>
      </w:pPr>
      <w:r w:rsidRPr="00D511D0">
        <w:rPr>
          <w:bCs/>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DE79E6" w:rsidRPr="00D511D0" w:rsidRDefault="00DE79E6" w:rsidP="0067536E">
      <w:pPr>
        <w:ind w:left="-426" w:firstLine="317"/>
        <w:jc w:val="both"/>
        <w:rPr>
          <w:bCs/>
          <w:sz w:val="22"/>
          <w:lang w:val="kk-KZ"/>
        </w:rPr>
      </w:pPr>
      <w:r w:rsidRPr="00D511D0">
        <w:rPr>
          <w:bCs/>
          <w:sz w:val="22"/>
          <w:lang w:val="kk-KZ"/>
        </w:rPr>
        <w:t>3.3 Тапсырыс беруші:</w:t>
      </w:r>
    </w:p>
    <w:p w:rsidR="00DE79E6" w:rsidRPr="00D511D0" w:rsidRDefault="00DE79E6" w:rsidP="0067536E">
      <w:pPr>
        <w:ind w:left="-426" w:firstLine="317"/>
        <w:jc w:val="both"/>
        <w:rPr>
          <w:bCs/>
          <w:sz w:val="22"/>
          <w:lang w:val="kk-KZ"/>
        </w:rPr>
      </w:pPr>
      <w:r w:rsidRPr="00D511D0">
        <w:rPr>
          <w:bCs/>
          <w:sz w:val="22"/>
          <w:lang w:val="kk-KZ"/>
        </w:rPr>
        <w:t>1) Тауар жеткізу үшін Өнім берушінің мамандарының қол жеткізуін қамтамасыз етуге;</w:t>
      </w:r>
    </w:p>
    <w:p w:rsidR="00DE79E6" w:rsidRPr="00D511D0" w:rsidRDefault="00DE79E6" w:rsidP="0067536E">
      <w:pPr>
        <w:ind w:left="-426" w:firstLine="317"/>
        <w:jc w:val="both"/>
        <w:rPr>
          <w:bCs/>
          <w:sz w:val="22"/>
          <w:lang w:val="kk-KZ"/>
        </w:rPr>
      </w:pPr>
      <w:r w:rsidRPr="00D511D0">
        <w:rPr>
          <w:bCs/>
          <w:sz w:val="22"/>
          <w:lang w:val="kk-KZ"/>
        </w:rPr>
        <w:t>2) Тауардың сәйкессіздіктері мен кемшіліктері анықталған кезде тез арада Өнім берушіні жазбаша хабарландыруға;</w:t>
      </w:r>
    </w:p>
    <w:p w:rsidR="00DE79E6" w:rsidRPr="00D511D0" w:rsidRDefault="00DE79E6" w:rsidP="0067536E">
      <w:pPr>
        <w:ind w:left="-426" w:firstLine="317"/>
        <w:jc w:val="both"/>
        <w:rPr>
          <w:bCs/>
          <w:sz w:val="22"/>
          <w:lang w:val="kk-KZ"/>
        </w:rPr>
      </w:pPr>
      <w:r w:rsidRPr="00D511D0">
        <w:rPr>
          <w:bCs/>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DE79E6" w:rsidRPr="00D511D0" w:rsidRDefault="00DE79E6" w:rsidP="0067536E">
      <w:pPr>
        <w:ind w:left="-426" w:firstLine="317"/>
        <w:jc w:val="both"/>
        <w:rPr>
          <w:bCs/>
          <w:sz w:val="22"/>
          <w:lang w:val="kk-KZ"/>
        </w:rPr>
      </w:pPr>
      <w:r w:rsidRPr="00D511D0">
        <w:rPr>
          <w:bCs/>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DE79E6" w:rsidRPr="00D511D0" w:rsidRDefault="00DE79E6" w:rsidP="0067536E">
      <w:pPr>
        <w:ind w:left="-426" w:firstLine="317"/>
        <w:jc w:val="both"/>
        <w:rPr>
          <w:bCs/>
          <w:sz w:val="22"/>
          <w:lang w:val="kk-KZ"/>
        </w:rPr>
      </w:pPr>
      <w:r w:rsidRPr="00D511D0">
        <w:rPr>
          <w:bCs/>
          <w:sz w:val="22"/>
          <w:lang w:val="kk-KZ"/>
        </w:rPr>
        <w:t>5) осы Шартта белгіленген тәртіпте және мерзімдерде төлем жүргізуге міндеттенеді.</w:t>
      </w:r>
    </w:p>
    <w:p w:rsidR="00DE79E6" w:rsidRPr="00D511D0" w:rsidRDefault="00DE79E6" w:rsidP="0067536E">
      <w:pPr>
        <w:ind w:left="-426" w:firstLine="317"/>
        <w:jc w:val="both"/>
        <w:rPr>
          <w:bCs/>
          <w:sz w:val="22"/>
          <w:lang w:val="kk-KZ"/>
        </w:rPr>
      </w:pPr>
      <w:r w:rsidRPr="00D511D0">
        <w:rPr>
          <w:bCs/>
          <w:sz w:val="22"/>
          <w:lang w:val="kk-KZ"/>
        </w:rPr>
        <w:t>3.4 Тапсырыс беруші:</w:t>
      </w:r>
    </w:p>
    <w:p w:rsidR="00DE79E6" w:rsidRPr="00D511D0" w:rsidRDefault="00DE79E6" w:rsidP="0067536E">
      <w:pPr>
        <w:ind w:left="-426" w:firstLine="317"/>
        <w:jc w:val="both"/>
        <w:rPr>
          <w:bCs/>
          <w:sz w:val="22"/>
          <w:lang w:val="kk-KZ"/>
        </w:rPr>
      </w:pPr>
      <w:r w:rsidRPr="00D511D0">
        <w:rPr>
          <w:bCs/>
          <w:sz w:val="22"/>
          <w:lang w:val="kk-KZ"/>
        </w:rPr>
        <w:t>1) жеткізілген Тауарлардың сапасын тексеруге;</w:t>
      </w:r>
    </w:p>
    <w:p w:rsidR="00DE79E6" w:rsidRPr="00D511D0" w:rsidRDefault="00DE79E6" w:rsidP="0067536E">
      <w:pPr>
        <w:ind w:left="-426" w:firstLine="317"/>
        <w:jc w:val="both"/>
        <w:rPr>
          <w:bCs/>
          <w:sz w:val="22"/>
          <w:lang w:val="kk-KZ"/>
        </w:rPr>
      </w:pPr>
      <w:r w:rsidRPr="00D511D0">
        <w:rPr>
          <w:bCs/>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DE79E6" w:rsidRPr="00D511D0" w:rsidRDefault="00DE79E6" w:rsidP="0067536E">
      <w:pPr>
        <w:ind w:left="-426" w:firstLine="317"/>
        <w:jc w:val="center"/>
        <w:rPr>
          <w:b/>
          <w:bCs/>
          <w:sz w:val="22"/>
          <w:lang w:val="kk-KZ"/>
        </w:rPr>
      </w:pPr>
      <w:r w:rsidRPr="00D511D0">
        <w:rPr>
          <w:b/>
          <w:bCs/>
          <w:sz w:val="22"/>
          <w:lang w:val="kk-KZ"/>
        </w:rPr>
        <w:t>4 Тауарлардың техникалық ерекшелікке сәйкестігін тексеру</w:t>
      </w:r>
    </w:p>
    <w:p w:rsidR="00DE79E6" w:rsidRPr="00D511D0" w:rsidRDefault="00DE79E6" w:rsidP="0067536E">
      <w:pPr>
        <w:ind w:left="-426" w:firstLine="317"/>
        <w:jc w:val="both"/>
        <w:rPr>
          <w:bCs/>
          <w:sz w:val="22"/>
          <w:lang w:val="kk-KZ"/>
        </w:rPr>
      </w:pPr>
      <w:r w:rsidRPr="00D511D0">
        <w:rPr>
          <w:bCs/>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DE79E6" w:rsidRPr="00D511D0" w:rsidRDefault="00DE79E6" w:rsidP="0067536E">
      <w:pPr>
        <w:ind w:left="-426" w:firstLine="317"/>
        <w:jc w:val="both"/>
        <w:rPr>
          <w:bCs/>
          <w:sz w:val="22"/>
          <w:lang w:val="kk-KZ"/>
        </w:rPr>
      </w:pPr>
      <w:r w:rsidRPr="00D511D0">
        <w:rPr>
          <w:bCs/>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DE79E6" w:rsidRPr="00D511D0" w:rsidRDefault="00DE79E6" w:rsidP="0067536E">
      <w:pPr>
        <w:ind w:left="-426" w:firstLine="317"/>
        <w:jc w:val="both"/>
        <w:rPr>
          <w:bCs/>
          <w:sz w:val="22"/>
          <w:lang w:val="kk-KZ"/>
        </w:rPr>
      </w:pPr>
      <w:r w:rsidRPr="00D511D0">
        <w:rPr>
          <w:bCs/>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DE79E6" w:rsidRPr="00D511D0" w:rsidRDefault="00DE79E6" w:rsidP="0067536E">
      <w:pPr>
        <w:ind w:left="-426" w:firstLine="317"/>
        <w:jc w:val="both"/>
        <w:rPr>
          <w:bCs/>
          <w:sz w:val="22"/>
          <w:lang w:val="kk-KZ"/>
        </w:rPr>
      </w:pPr>
      <w:r w:rsidRPr="00D511D0">
        <w:rPr>
          <w:bCs/>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DE79E6" w:rsidRPr="00D511D0" w:rsidRDefault="00DE79E6" w:rsidP="0067536E">
      <w:pPr>
        <w:ind w:left="-426" w:firstLine="317"/>
        <w:jc w:val="both"/>
        <w:rPr>
          <w:bCs/>
          <w:sz w:val="22"/>
          <w:lang w:val="kk-KZ"/>
        </w:rPr>
      </w:pPr>
      <w:r w:rsidRPr="00D511D0">
        <w:rPr>
          <w:bCs/>
          <w:sz w:val="22"/>
          <w:lang w:val="kk-KZ"/>
        </w:rPr>
        <w:t>4.5 Жоғарыда көрсетілген тармақтың ешқайсысы Өнім берушіні Шарт бойынша басқа міндеттемелерден босатпайды.</w:t>
      </w:r>
    </w:p>
    <w:p w:rsidR="00DE79E6" w:rsidRPr="00D511D0" w:rsidRDefault="00DE79E6" w:rsidP="0067536E">
      <w:pPr>
        <w:ind w:left="-426" w:firstLine="317"/>
        <w:jc w:val="center"/>
        <w:rPr>
          <w:b/>
          <w:bCs/>
          <w:sz w:val="22"/>
          <w:lang w:val="kk-KZ"/>
        </w:rPr>
      </w:pPr>
      <w:r w:rsidRPr="00D511D0">
        <w:rPr>
          <w:b/>
          <w:bCs/>
          <w:sz w:val="22"/>
          <w:lang w:val="kk-KZ"/>
        </w:rPr>
        <w:t>5 Тауарларды жеткізу және құжаттама</w:t>
      </w:r>
    </w:p>
    <w:p w:rsidR="00DE79E6" w:rsidRPr="00D511D0" w:rsidRDefault="00DE79E6" w:rsidP="0067536E">
      <w:pPr>
        <w:ind w:left="-426" w:firstLine="317"/>
        <w:jc w:val="both"/>
        <w:rPr>
          <w:bCs/>
          <w:sz w:val="22"/>
          <w:lang w:val="kk-KZ"/>
        </w:rPr>
      </w:pPr>
      <w:r w:rsidRPr="00D511D0">
        <w:rPr>
          <w:bCs/>
          <w:sz w:val="22"/>
          <w:lang w:val="kk-KZ"/>
        </w:rPr>
        <w:t>5.1 Өнім беруші Тауар арналған пунктте Тапсырыс берушінің өкіліне мынадай құжаттарды ұсынуға міндетті:</w:t>
      </w:r>
    </w:p>
    <w:p w:rsidR="00DE79E6" w:rsidRPr="00D511D0" w:rsidRDefault="00DE79E6" w:rsidP="0067536E">
      <w:pPr>
        <w:ind w:left="-426" w:firstLine="317"/>
        <w:jc w:val="both"/>
        <w:rPr>
          <w:bCs/>
          <w:sz w:val="22"/>
          <w:lang w:val="kk-KZ"/>
        </w:rPr>
      </w:pPr>
      <w:r w:rsidRPr="00D511D0">
        <w:rPr>
          <w:bCs/>
          <w:sz w:val="22"/>
          <w:lang w:val="kk-KZ"/>
        </w:rPr>
        <w:t>1) жүкқұжат түпнұсқасы 2;</w:t>
      </w:r>
    </w:p>
    <w:p w:rsidR="00DE79E6" w:rsidRPr="00D511D0" w:rsidRDefault="00DE79E6" w:rsidP="0067536E">
      <w:pPr>
        <w:ind w:left="-426" w:firstLine="317"/>
        <w:jc w:val="both"/>
        <w:rPr>
          <w:bCs/>
          <w:sz w:val="22"/>
          <w:lang w:val="kk-KZ"/>
        </w:rPr>
      </w:pPr>
      <w:r w:rsidRPr="00D511D0">
        <w:rPr>
          <w:bCs/>
          <w:sz w:val="22"/>
          <w:lang w:val="kk-KZ"/>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DE79E6" w:rsidRPr="00D511D0" w:rsidRDefault="00DE79E6" w:rsidP="0067536E">
      <w:pPr>
        <w:ind w:left="-426" w:firstLine="317"/>
        <w:jc w:val="both"/>
        <w:rPr>
          <w:bCs/>
          <w:sz w:val="22"/>
          <w:lang w:val="kk-KZ"/>
        </w:rPr>
      </w:pPr>
      <w:r w:rsidRPr="00D511D0">
        <w:rPr>
          <w:bCs/>
          <w:sz w:val="22"/>
          <w:lang w:val="kk-KZ"/>
        </w:rPr>
        <w:t>3) Дайындаушының немесе Жеткізушінің (қажет болған кезде) кепілдік (міндеттеме) сертификаты</w:t>
      </w:r>
    </w:p>
    <w:p w:rsidR="00DE79E6" w:rsidRPr="00D511D0" w:rsidRDefault="00DE79E6" w:rsidP="0067536E">
      <w:pPr>
        <w:ind w:left="-426" w:firstLine="317"/>
        <w:jc w:val="both"/>
        <w:rPr>
          <w:bCs/>
          <w:sz w:val="22"/>
          <w:lang w:val="kk-KZ"/>
        </w:rPr>
      </w:pPr>
      <w:r w:rsidRPr="00D511D0">
        <w:rPr>
          <w:bCs/>
          <w:sz w:val="22"/>
          <w:lang w:val="kk-KZ"/>
        </w:rPr>
        <w:t>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DE79E6" w:rsidRPr="00D511D0" w:rsidRDefault="00DE79E6" w:rsidP="0067536E">
      <w:pPr>
        <w:ind w:left="-426" w:firstLine="317"/>
        <w:jc w:val="both"/>
        <w:rPr>
          <w:bCs/>
          <w:sz w:val="22"/>
          <w:lang w:val="kk-KZ"/>
        </w:rPr>
      </w:pPr>
      <w:r w:rsidRPr="00D511D0">
        <w:rPr>
          <w:bCs/>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2 қосымшасы).</w:t>
      </w:r>
    </w:p>
    <w:p w:rsidR="00DE79E6" w:rsidRPr="00D511D0" w:rsidRDefault="00DE79E6" w:rsidP="0067536E">
      <w:pPr>
        <w:jc w:val="center"/>
        <w:rPr>
          <w:b/>
          <w:bCs/>
          <w:sz w:val="22"/>
          <w:lang w:val="kk-KZ"/>
        </w:rPr>
      </w:pPr>
      <w:r w:rsidRPr="00D511D0">
        <w:rPr>
          <w:b/>
          <w:bCs/>
          <w:sz w:val="22"/>
          <w:lang w:val="kk-KZ"/>
        </w:rPr>
        <w:t>6 Кепілдік. Сапа</w:t>
      </w:r>
    </w:p>
    <w:p w:rsidR="00DE79E6" w:rsidRPr="00D511D0" w:rsidRDefault="00DE79E6" w:rsidP="0067536E">
      <w:pPr>
        <w:ind w:left="-426" w:firstLine="317"/>
        <w:jc w:val="both"/>
        <w:rPr>
          <w:bCs/>
          <w:sz w:val="22"/>
          <w:lang w:val="kk-KZ"/>
        </w:rPr>
      </w:pPr>
      <w:r w:rsidRPr="00D511D0">
        <w:rPr>
          <w:bCs/>
          <w:sz w:val="22"/>
          <w:lang w:val="kk-KZ"/>
        </w:rPr>
        <w:t>6.1 Өнім беруші осы Шарт шеңберінде жеткізілетін Тауардың:</w:t>
      </w:r>
    </w:p>
    <w:p w:rsidR="00DE79E6" w:rsidRPr="00D511D0" w:rsidRDefault="00DE79E6" w:rsidP="0067536E">
      <w:pPr>
        <w:ind w:left="-426" w:firstLine="317"/>
        <w:jc w:val="both"/>
        <w:rPr>
          <w:bCs/>
          <w:sz w:val="22"/>
          <w:lang w:val="kk-KZ"/>
        </w:rPr>
      </w:pPr>
      <w:r w:rsidRPr="00D511D0">
        <w:rPr>
          <w:bCs/>
          <w:sz w:val="22"/>
          <w:lang w:val="kk-KZ"/>
        </w:rPr>
        <w:t>1) сапалы және нормативтік құжаттардың талаптарына сәйкес келетініне (МЕМСТ, СТ, ЖСТ, ТУ, техникалық регламент және т.б.);</w:t>
      </w:r>
    </w:p>
    <w:p w:rsidR="00DE79E6" w:rsidRPr="00D511D0" w:rsidRDefault="00DE79E6" w:rsidP="0067536E">
      <w:pPr>
        <w:ind w:left="-426" w:firstLine="317"/>
        <w:jc w:val="both"/>
        <w:rPr>
          <w:bCs/>
          <w:sz w:val="22"/>
          <w:lang w:val="kk-KZ"/>
        </w:rPr>
      </w:pPr>
      <w:r w:rsidRPr="00D511D0">
        <w:rPr>
          <w:bCs/>
          <w:sz w:val="22"/>
          <w:lang w:val="kk-KZ"/>
        </w:rPr>
        <w:t>2) жаңа, пайдаланылмаған, зауыт орамасында, материалы мен орындауында ешқандай ақаулықтары жоқ екендігіне;</w:t>
      </w:r>
    </w:p>
    <w:p w:rsidR="00DE79E6" w:rsidRPr="00D511D0" w:rsidRDefault="00DE79E6" w:rsidP="0067536E">
      <w:pPr>
        <w:ind w:left="-426" w:firstLine="317"/>
        <w:jc w:val="both"/>
        <w:rPr>
          <w:bCs/>
          <w:sz w:val="22"/>
          <w:lang w:val="kk-KZ"/>
        </w:rPr>
      </w:pPr>
      <w:r w:rsidRPr="00D511D0">
        <w:rPr>
          <w:bCs/>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DE79E6" w:rsidRPr="00D511D0" w:rsidRDefault="00DE79E6" w:rsidP="0067536E">
      <w:pPr>
        <w:ind w:left="-426" w:firstLine="317"/>
        <w:jc w:val="both"/>
        <w:rPr>
          <w:bCs/>
          <w:sz w:val="22"/>
          <w:lang w:val="kk-KZ"/>
        </w:rPr>
      </w:pPr>
      <w:r w:rsidRPr="00D511D0">
        <w:rPr>
          <w:bCs/>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DE79E6" w:rsidRPr="00D511D0" w:rsidRDefault="00DE79E6" w:rsidP="0067536E">
      <w:pPr>
        <w:ind w:left="-426" w:firstLine="317"/>
        <w:jc w:val="center"/>
        <w:rPr>
          <w:b/>
          <w:bCs/>
          <w:sz w:val="22"/>
          <w:lang w:val="kk-KZ"/>
        </w:rPr>
      </w:pPr>
      <w:r w:rsidRPr="00D511D0">
        <w:rPr>
          <w:b/>
          <w:bCs/>
          <w:sz w:val="22"/>
          <w:lang w:val="kk-KZ"/>
        </w:rPr>
        <w:t>7 Тараптардың жауапкершілігі</w:t>
      </w:r>
    </w:p>
    <w:p w:rsidR="00DE79E6" w:rsidRPr="00D511D0" w:rsidRDefault="00DE79E6" w:rsidP="0067536E">
      <w:pPr>
        <w:ind w:left="-426" w:firstLine="317"/>
        <w:jc w:val="both"/>
        <w:rPr>
          <w:bCs/>
          <w:sz w:val="22"/>
          <w:lang w:val="kk-KZ"/>
        </w:rPr>
      </w:pPr>
      <w:r w:rsidRPr="00D511D0">
        <w:rPr>
          <w:bCs/>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E79E6" w:rsidRPr="00D511D0" w:rsidRDefault="00DE79E6" w:rsidP="0067536E">
      <w:pPr>
        <w:ind w:left="-426" w:firstLine="317"/>
        <w:jc w:val="both"/>
        <w:rPr>
          <w:bCs/>
          <w:sz w:val="22"/>
          <w:lang w:val="kk-KZ"/>
        </w:rPr>
      </w:pPr>
      <w:r w:rsidRPr="00D511D0">
        <w:rPr>
          <w:bCs/>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E79E6" w:rsidRPr="00D511D0" w:rsidRDefault="00DE79E6" w:rsidP="0067536E">
      <w:pPr>
        <w:ind w:left="-426" w:firstLine="317"/>
        <w:jc w:val="both"/>
        <w:rPr>
          <w:bCs/>
          <w:sz w:val="22"/>
          <w:lang w:val="kk-KZ"/>
        </w:rPr>
      </w:pPr>
      <w:r w:rsidRPr="00D511D0">
        <w:rPr>
          <w:bCs/>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DE79E6" w:rsidRPr="00D511D0" w:rsidRDefault="00DE79E6" w:rsidP="0067536E">
      <w:pPr>
        <w:ind w:left="-426" w:firstLine="317"/>
        <w:jc w:val="both"/>
        <w:rPr>
          <w:bCs/>
          <w:sz w:val="22"/>
          <w:lang w:val="kk-KZ"/>
        </w:rPr>
      </w:pPr>
      <w:r w:rsidRPr="00D511D0">
        <w:rPr>
          <w:bCs/>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E79E6" w:rsidRPr="00D511D0" w:rsidRDefault="00DE79E6" w:rsidP="0067536E">
      <w:pPr>
        <w:ind w:left="-426" w:firstLine="317"/>
        <w:jc w:val="both"/>
        <w:rPr>
          <w:bCs/>
          <w:sz w:val="22"/>
          <w:lang w:val="kk-KZ"/>
        </w:rPr>
      </w:pPr>
      <w:r w:rsidRPr="00D511D0">
        <w:rPr>
          <w:bCs/>
          <w:sz w:val="22"/>
          <w:lang w:val="kk-KZ"/>
        </w:rPr>
        <w:t>7.5 Тұрақсыздық айыбын (айыппұл, өсімпұл) төлеу Тараптарды осы Шартта көзделген міндеттемелерді орындаудан босатпайды.</w:t>
      </w:r>
    </w:p>
    <w:p w:rsidR="00DE79E6" w:rsidRPr="00D511D0" w:rsidRDefault="00DE79E6" w:rsidP="0067536E">
      <w:pPr>
        <w:ind w:left="-426" w:firstLine="317"/>
        <w:jc w:val="both"/>
        <w:rPr>
          <w:bCs/>
          <w:sz w:val="22"/>
          <w:lang w:val="kk-KZ"/>
        </w:rPr>
      </w:pPr>
      <w:r w:rsidRPr="00D511D0">
        <w:rPr>
          <w:bCs/>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E79E6" w:rsidRPr="00D511D0" w:rsidRDefault="00DE79E6" w:rsidP="0067536E">
      <w:pPr>
        <w:ind w:left="-426" w:firstLine="317"/>
        <w:jc w:val="both"/>
        <w:rPr>
          <w:bCs/>
          <w:sz w:val="22"/>
          <w:lang w:val="kk-KZ"/>
        </w:rPr>
      </w:pPr>
      <w:r w:rsidRPr="00D511D0">
        <w:rPr>
          <w:bCs/>
          <w:sz w:val="22"/>
          <w:lang w:val="kk-KZ"/>
        </w:rPr>
        <w:t>7.7 Өнім беруші толығымен де, ішінара да біреуге осы Шарт бойынша өз міндеттемелерін бермеуі тиіс.</w:t>
      </w:r>
    </w:p>
    <w:p w:rsidR="00DE79E6" w:rsidRPr="00D511D0" w:rsidRDefault="00DE79E6" w:rsidP="0067536E">
      <w:pPr>
        <w:ind w:left="-426" w:firstLine="317"/>
        <w:jc w:val="center"/>
        <w:rPr>
          <w:b/>
          <w:bCs/>
          <w:sz w:val="22"/>
          <w:lang w:val="kk-KZ"/>
        </w:rPr>
      </w:pPr>
    </w:p>
    <w:p w:rsidR="00DE79E6" w:rsidRPr="00D511D0" w:rsidRDefault="00DE79E6" w:rsidP="0067536E">
      <w:pPr>
        <w:ind w:left="-426" w:firstLine="317"/>
        <w:jc w:val="center"/>
        <w:rPr>
          <w:b/>
          <w:bCs/>
          <w:sz w:val="22"/>
          <w:lang w:val="kk-KZ"/>
        </w:rPr>
      </w:pPr>
      <w:r w:rsidRPr="00D511D0">
        <w:rPr>
          <w:b/>
          <w:bCs/>
          <w:sz w:val="22"/>
          <w:lang w:val="kk-KZ"/>
        </w:rPr>
        <w:t>8 Шарттың қолданыс мерзімі және бұзу талаптары</w:t>
      </w:r>
    </w:p>
    <w:p w:rsidR="00DE79E6" w:rsidRPr="00D511D0" w:rsidRDefault="00DE79E6" w:rsidP="0067536E">
      <w:pPr>
        <w:ind w:left="-426" w:firstLine="317"/>
        <w:jc w:val="both"/>
        <w:rPr>
          <w:bCs/>
          <w:sz w:val="22"/>
          <w:lang w:val="kk-KZ"/>
        </w:rPr>
      </w:pPr>
      <w:r w:rsidRPr="00D511D0">
        <w:rPr>
          <w:bCs/>
          <w:sz w:val="22"/>
          <w:lang w:val="kk-KZ"/>
        </w:rPr>
        <w:t xml:space="preserve">8.1 </w:t>
      </w:r>
      <w:r w:rsidRPr="00FD7967">
        <w:rPr>
          <w:bCs/>
          <w:sz w:val="22"/>
          <w:lang w:val="kk-KZ"/>
        </w:rPr>
        <w:t>Шарт тапсырыс берушінің қол қойған күннен бастап Қазақстан Республикасының қаржы Министірлігінің аумақтық бөлімшесінде  күшіне енеді және 2019-12-31 дейін қолданылады.</w:t>
      </w:r>
    </w:p>
    <w:p w:rsidR="00DE79E6" w:rsidRPr="00D511D0" w:rsidRDefault="00DE79E6" w:rsidP="0067536E">
      <w:pPr>
        <w:ind w:left="-426" w:firstLine="317"/>
        <w:jc w:val="both"/>
        <w:rPr>
          <w:bCs/>
          <w:sz w:val="22"/>
          <w:lang w:val="kk-KZ"/>
        </w:rPr>
      </w:pPr>
      <w:r w:rsidRPr="00D511D0">
        <w:rPr>
          <w:bCs/>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E79E6" w:rsidRPr="00D511D0" w:rsidRDefault="00DE79E6" w:rsidP="0067536E">
      <w:pPr>
        <w:ind w:left="-426" w:firstLine="317"/>
        <w:jc w:val="both"/>
        <w:rPr>
          <w:bCs/>
          <w:sz w:val="22"/>
          <w:lang w:val="kk-KZ"/>
        </w:rPr>
      </w:pPr>
      <w:r w:rsidRPr="00D511D0">
        <w:rPr>
          <w:bCs/>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E79E6" w:rsidRPr="00D511D0" w:rsidRDefault="00DE79E6" w:rsidP="0067536E">
      <w:pPr>
        <w:ind w:left="-426" w:firstLine="317"/>
        <w:jc w:val="both"/>
        <w:rPr>
          <w:bCs/>
          <w:sz w:val="22"/>
          <w:lang w:val="kk-KZ"/>
        </w:rPr>
      </w:pPr>
      <w:r w:rsidRPr="00D511D0">
        <w:rPr>
          <w:bCs/>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E79E6" w:rsidRPr="00D511D0" w:rsidRDefault="00DE79E6" w:rsidP="0067536E">
      <w:pPr>
        <w:ind w:left="-426" w:firstLine="317"/>
        <w:jc w:val="both"/>
        <w:rPr>
          <w:bCs/>
          <w:sz w:val="22"/>
          <w:lang w:val="kk-KZ"/>
        </w:rPr>
      </w:pPr>
      <w:r w:rsidRPr="00D511D0">
        <w:rPr>
          <w:bCs/>
          <w:sz w:val="22"/>
          <w:lang w:val="kk-KZ"/>
        </w:rPr>
        <w:t>2) егер Өнім беруші өз міндеттемелерін орындай алмаса, осы Шартты толық немесе ішінара бұза алады.</w:t>
      </w:r>
    </w:p>
    <w:p w:rsidR="00DE79E6" w:rsidRPr="00D511D0" w:rsidRDefault="00DE79E6" w:rsidP="0067536E">
      <w:pPr>
        <w:ind w:left="-426" w:firstLine="317"/>
        <w:jc w:val="both"/>
        <w:rPr>
          <w:bCs/>
          <w:sz w:val="22"/>
          <w:lang w:val="kk-KZ"/>
        </w:rPr>
      </w:pPr>
      <w:r w:rsidRPr="00D511D0">
        <w:rPr>
          <w:bCs/>
          <w:sz w:val="22"/>
          <w:lang w:val="kk-KZ"/>
        </w:rPr>
        <w:t>8.4 Шарт мынадай фактілердің бірі анықталған жағдайда кез келген кезеңде оның бұзылуы туралы талапты қамтуы тиіс:</w:t>
      </w:r>
    </w:p>
    <w:p w:rsidR="00DE79E6" w:rsidRPr="00D511D0" w:rsidRDefault="00DE79E6" w:rsidP="0067536E">
      <w:pPr>
        <w:ind w:left="-426" w:firstLine="317"/>
        <w:jc w:val="both"/>
        <w:rPr>
          <w:bCs/>
          <w:sz w:val="22"/>
          <w:lang w:val="kk-KZ"/>
        </w:rPr>
      </w:pPr>
      <w:r w:rsidRPr="00D511D0">
        <w:rPr>
          <w:bCs/>
          <w:sz w:val="22"/>
          <w:lang w:val="kk-KZ"/>
        </w:rPr>
        <w:t>1) оның негізінде осы Шарт жасалған сатып алуға қатысты Заңның 6-бабында көзделген шектеулердің бұзылуының анықталуы;</w:t>
      </w:r>
    </w:p>
    <w:p w:rsidR="00DE79E6" w:rsidRPr="00D511D0" w:rsidRDefault="00DE79E6" w:rsidP="0067536E">
      <w:pPr>
        <w:ind w:left="-426" w:firstLine="317"/>
        <w:jc w:val="both"/>
        <w:rPr>
          <w:bCs/>
          <w:sz w:val="22"/>
          <w:lang w:val="kk-KZ"/>
        </w:rPr>
      </w:pPr>
      <w:r w:rsidRPr="00D511D0">
        <w:rPr>
          <w:bCs/>
          <w:sz w:val="22"/>
          <w:lang w:val="kk-KZ"/>
        </w:rPr>
        <w:t>2) мемлекеттік сатып алуды ұйымдастырушы Өнім берушіге Заңда көзделмеген қолдауды көрсету;</w:t>
      </w:r>
    </w:p>
    <w:p w:rsidR="00DE79E6" w:rsidRPr="00D511D0" w:rsidRDefault="00DE79E6" w:rsidP="0067536E">
      <w:pPr>
        <w:ind w:left="-426" w:firstLine="317"/>
        <w:jc w:val="both"/>
        <w:rPr>
          <w:bCs/>
          <w:sz w:val="22"/>
          <w:lang w:val="kk-KZ"/>
        </w:rPr>
      </w:pPr>
      <w:r w:rsidRPr="00D511D0">
        <w:rPr>
          <w:bCs/>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E79E6" w:rsidRPr="00D511D0" w:rsidRDefault="00DE79E6" w:rsidP="0067536E">
      <w:pPr>
        <w:ind w:left="-426" w:firstLine="317"/>
        <w:jc w:val="both"/>
        <w:rPr>
          <w:bCs/>
          <w:sz w:val="22"/>
          <w:lang w:val="kk-KZ"/>
        </w:rPr>
      </w:pPr>
      <w:r w:rsidRPr="00D511D0">
        <w:rPr>
          <w:bCs/>
          <w:sz w:val="22"/>
          <w:lang w:val="kk-KZ"/>
        </w:rPr>
        <w:t>8.5 Шартты одан әрі орындау орынсыз болған жағдайда оны тараптардың келісімі бойынша бұзуға болады.</w:t>
      </w:r>
      <w:r w:rsidRPr="00D511D0">
        <w:rPr>
          <w:bCs/>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E79E6" w:rsidRPr="00D511D0" w:rsidRDefault="00DE79E6" w:rsidP="0067536E">
      <w:pPr>
        <w:ind w:left="-426" w:firstLine="317"/>
        <w:jc w:val="center"/>
        <w:rPr>
          <w:b/>
          <w:bCs/>
          <w:sz w:val="22"/>
          <w:lang w:val="kk-KZ"/>
        </w:rPr>
      </w:pPr>
      <w:r w:rsidRPr="00D511D0">
        <w:rPr>
          <w:b/>
          <w:bCs/>
          <w:sz w:val="22"/>
          <w:lang w:val="kk-KZ"/>
        </w:rPr>
        <w:t>9 Хабарлама</w:t>
      </w:r>
    </w:p>
    <w:p w:rsidR="00DE79E6" w:rsidRPr="00D511D0" w:rsidRDefault="00DE79E6" w:rsidP="0067536E">
      <w:pPr>
        <w:ind w:left="-426" w:firstLine="317"/>
        <w:jc w:val="both"/>
        <w:rPr>
          <w:bCs/>
          <w:sz w:val="22"/>
          <w:lang w:val="kk-KZ"/>
        </w:rPr>
      </w:pPr>
      <w:r w:rsidRPr="00D511D0">
        <w:rPr>
          <w:bCs/>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E79E6" w:rsidRPr="00D511D0" w:rsidRDefault="00DE79E6" w:rsidP="0067536E">
      <w:pPr>
        <w:ind w:left="-426" w:firstLine="317"/>
        <w:jc w:val="both"/>
        <w:rPr>
          <w:bCs/>
          <w:sz w:val="22"/>
          <w:lang w:val="kk-KZ"/>
        </w:rPr>
      </w:pPr>
      <w:r w:rsidRPr="00D511D0">
        <w:rPr>
          <w:bCs/>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E79E6" w:rsidRPr="00D511D0" w:rsidRDefault="00DE79E6" w:rsidP="0067536E">
      <w:pPr>
        <w:ind w:left="-426" w:firstLine="317"/>
        <w:jc w:val="center"/>
        <w:rPr>
          <w:b/>
          <w:bCs/>
          <w:sz w:val="22"/>
          <w:lang w:val="kk-KZ"/>
        </w:rPr>
      </w:pPr>
      <w:r w:rsidRPr="00D511D0">
        <w:rPr>
          <w:b/>
          <w:bCs/>
          <w:sz w:val="22"/>
          <w:lang w:val="kk-KZ"/>
        </w:rPr>
        <w:t>10 Форс-мажор</w:t>
      </w:r>
    </w:p>
    <w:p w:rsidR="00DE79E6" w:rsidRPr="00D511D0" w:rsidRDefault="00DE79E6" w:rsidP="0067536E">
      <w:pPr>
        <w:ind w:left="-426" w:firstLine="317"/>
        <w:jc w:val="both"/>
        <w:rPr>
          <w:bCs/>
          <w:sz w:val="22"/>
          <w:lang w:val="kk-KZ"/>
        </w:rPr>
      </w:pPr>
      <w:r w:rsidRPr="00D511D0">
        <w:rPr>
          <w:bCs/>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E79E6" w:rsidRPr="00D511D0" w:rsidRDefault="00DE79E6" w:rsidP="0067536E">
      <w:pPr>
        <w:ind w:left="-426" w:firstLine="317"/>
        <w:jc w:val="both"/>
        <w:rPr>
          <w:bCs/>
          <w:sz w:val="22"/>
          <w:lang w:val="kk-KZ"/>
        </w:rPr>
      </w:pPr>
      <w:r w:rsidRPr="00D511D0">
        <w:rPr>
          <w:bCs/>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E79E6" w:rsidRPr="00D511D0" w:rsidRDefault="00DE79E6" w:rsidP="0067536E">
      <w:pPr>
        <w:ind w:left="-426" w:firstLine="317"/>
        <w:jc w:val="both"/>
        <w:rPr>
          <w:bCs/>
          <w:sz w:val="22"/>
          <w:lang w:val="kk-KZ"/>
        </w:rPr>
      </w:pPr>
      <w:r w:rsidRPr="00D511D0">
        <w:rPr>
          <w:bCs/>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E79E6" w:rsidRPr="00D511D0" w:rsidRDefault="00DE79E6" w:rsidP="0067536E">
      <w:pPr>
        <w:ind w:left="-426" w:firstLine="317"/>
        <w:jc w:val="both"/>
        <w:rPr>
          <w:bCs/>
          <w:sz w:val="22"/>
          <w:lang w:val="kk-KZ"/>
        </w:rPr>
      </w:pPr>
      <w:r w:rsidRPr="00D511D0">
        <w:rPr>
          <w:bCs/>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DE79E6" w:rsidRPr="00D511D0" w:rsidRDefault="00DE79E6" w:rsidP="0067536E">
      <w:pPr>
        <w:ind w:left="-426" w:firstLine="317"/>
        <w:jc w:val="center"/>
        <w:rPr>
          <w:b/>
          <w:bCs/>
          <w:sz w:val="22"/>
          <w:lang w:val="kk-KZ"/>
        </w:rPr>
      </w:pPr>
      <w:r w:rsidRPr="00D511D0">
        <w:rPr>
          <w:b/>
          <w:bCs/>
          <w:sz w:val="22"/>
          <w:lang w:val="kk-KZ"/>
        </w:rPr>
        <w:t>11 Даулы мәселелерді шешу</w:t>
      </w:r>
    </w:p>
    <w:p w:rsidR="00DE79E6" w:rsidRPr="00D511D0" w:rsidRDefault="00DE79E6" w:rsidP="0067536E">
      <w:pPr>
        <w:ind w:left="-426" w:firstLine="317"/>
        <w:jc w:val="both"/>
        <w:rPr>
          <w:bCs/>
          <w:sz w:val="22"/>
          <w:lang w:val="kk-KZ"/>
        </w:rPr>
      </w:pPr>
      <w:r w:rsidRPr="00D511D0">
        <w:rPr>
          <w:bCs/>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E79E6" w:rsidRPr="00D511D0" w:rsidRDefault="00DE79E6" w:rsidP="0067536E">
      <w:pPr>
        <w:ind w:left="-426"/>
        <w:jc w:val="both"/>
        <w:rPr>
          <w:bCs/>
          <w:sz w:val="22"/>
          <w:lang w:val="kk-KZ"/>
        </w:rPr>
      </w:pPr>
      <w:r w:rsidRPr="00D511D0">
        <w:rPr>
          <w:bCs/>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E79E6" w:rsidRPr="00D511D0" w:rsidRDefault="00DE79E6" w:rsidP="0067536E">
      <w:pPr>
        <w:ind w:left="-426" w:firstLine="317"/>
        <w:jc w:val="center"/>
        <w:rPr>
          <w:b/>
          <w:bCs/>
          <w:sz w:val="22"/>
          <w:lang w:val="kk-KZ"/>
        </w:rPr>
      </w:pPr>
      <w:r w:rsidRPr="00D511D0">
        <w:rPr>
          <w:b/>
          <w:bCs/>
          <w:sz w:val="22"/>
          <w:lang w:val="kk-KZ"/>
        </w:rPr>
        <w:t>12 Өзге де шарттар</w:t>
      </w:r>
    </w:p>
    <w:p w:rsidR="00DE79E6" w:rsidRPr="00D511D0" w:rsidRDefault="00DE79E6" w:rsidP="0067536E">
      <w:pPr>
        <w:ind w:left="-426" w:firstLine="317"/>
        <w:jc w:val="both"/>
        <w:rPr>
          <w:bCs/>
          <w:sz w:val="22"/>
          <w:lang w:val="kk-KZ"/>
        </w:rPr>
      </w:pPr>
      <w:r w:rsidRPr="00D511D0">
        <w:rPr>
          <w:bCs/>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E79E6" w:rsidRPr="00D511D0" w:rsidRDefault="00DE79E6" w:rsidP="0067536E">
      <w:pPr>
        <w:ind w:left="-426" w:firstLine="317"/>
        <w:jc w:val="both"/>
        <w:rPr>
          <w:bCs/>
          <w:sz w:val="22"/>
          <w:lang w:val="kk-KZ"/>
        </w:rPr>
      </w:pPr>
      <w:r w:rsidRPr="00D511D0">
        <w:rPr>
          <w:bCs/>
          <w:sz w:val="22"/>
          <w:lang w:val="kk-KZ"/>
        </w:rPr>
        <w:t>12.2 Шартқа кез келген өзгерістер мен толықтырулар Шарт жасасу нысаны сияқты нысанда жасалады.</w:t>
      </w:r>
    </w:p>
    <w:p w:rsidR="00DE79E6" w:rsidRPr="00D511D0" w:rsidRDefault="00DE79E6" w:rsidP="0067536E">
      <w:pPr>
        <w:ind w:left="-426" w:firstLine="317"/>
        <w:jc w:val="both"/>
        <w:rPr>
          <w:bCs/>
          <w:sz w:val="22"/>
          <w:lang w:val="kk-KZ"/>
        </w:rPr>
      </w:pPr>
      <w:r w:rsidRPr="00D511D0">
        <w:rPr>
          <w:bCs/>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E79E6" w:rsidRPr="00D511D0" w:rsidRDefault="00DE79E6" w:rsidP="0067536E">
      <w:pPr>
        <w:ind w:left="-426" w:firstLine="317"/>
        <w:jc w:val="both"/>
        <w:rPr>
          <w:bCs/>
          <w:sz w:val="22"/>
          <w:lang w:val="kk-KZ"/>
        </w:rPr>
      </w:pPr>
      <w:r w:rsidRPr="00D511D0">
        <w:rPr>
          <w:bCs/>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E79E6" w:rsidRPr="00D511D0" w:rsidRDefault="00DE79E6" w:rsidP="0067536E">
      <w:pPr>
        <w:ind w:left="-426" w:firstLine="317"/>
        <w:jc w:val="both"/>
        <w:rPr>
          <w:bCs/>
          <w:sz w:val="22"/>
          <w:lang w:val="kk-KZ"/>
        </w:rPr>
      </w:pPr>
      <w:r w:rsidRPr="00D511D0">
        <w:rPr>
          <w:bCs/>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E79E6" w:rsidRPr="00D511D0" w:rsidRDefault="00DE79E6" w:rsidP="0067536E">
      <w:pPr>
        <w:ind w:left="-426" w:firstLine="317"/>
        <w:jc w:val="both"/>
        <w:rPr>
          <w:bCs/>
          <w:sz w:val="22"/>
          <w:lang w:val="kk-KZ"/>
        </w:rPr>
      </w:pPr>
      <w:r w:rsidRPr="00D511D0">
        <w:rPr>
          <w:bCs/>
          <w:sz w:val="22"/>
          <w:lang w:val="kk-KZ"/>
        </w:rPr>
        <w:t>3) Тауарлардың бағасын және тиісінше Шарт сомасының азаюы бөлігінде Тараптардың өзара келісімі бойынша;</w:t>
      </w:r>
    </w:p>
    <w:p w:rsidR="00DE79E6" w:rsidRPr="00D511D0" w:rsidRDefault="00DE79E6" w:rsidP="0067536E">
      <w:pPr>
        <w:ind w:left="-426" w:firstLine="317"/>
        <w:jc w:val="both"/>
        <w:rPr>
          <w:bCs/>
          <w:sz w:val="22"/>
          <w:lang w:val="kk-KZ"/>
        </w:rPr>
      </w:pPr>
      <w:r w:rsidRPr="00D511D0">
        <w:rPr>
          <w:bCs/>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E79E6" w:rsidRPr="00D511D0" w:rsidRDefault="00DE79E6" w:rsidP="0067536E">
      <w:pPr>
        <w:ind w:left="-426" w:firstLine="317"/>
        <w:jc w:val="both"/>
        <w:rPr>
          <w:bCs/>
          <w:sz w:val="22"/>
          <w:lang w:val="kk-KZ"/>
        </w:rPr>
      </w:pPr>
      <w:r w:rsidRPr="00D511D0">
        <w:rPr>
          <w:bCs/>
          <w:sz w:val="22"/>
          <w:lang w:val="kk-KZ"/>
        </w:rPr>
        <w:t>12.4 Тараптардың біреуінің Шарт бойынша міндеттерін беруіне тек екінші Тараптың жазбаша келісімімен жол беріледі.</w:t>
      </w:r>
    </w:p>
    <w:p w:rsidR="00DE79E6" w:rsidRPr="00D511D0" w:rsidRDefault="00DE79E6" w:rsidP="0067536E">
      <w:pPr>
        <w:ind w:left="-426" w:firstLine="317"/>
        <w:jc w:val="both"/>
        <w:rPr>
          <w:bCs/>
          <w:sz w:val="22"/>
          <w:lang w:val="kk-KZ"/>
        </w:rPr>
      </w:pPr>
      <w:r w:rsidRPr="00D511D0">
        <w:rPr>
          <w:bCs/>
          <w:sz w:val="22"/>
          <w:lang w:val="kk-KZ"/>
        </w:rPr>
        <w:t>12.5 Шарт веб-портал арқылы жасалған бірдей заңды күшіне ие қазақ және орыс тілінде жасалды.</w:t>
      </w:r>
    </w:p>
    <w:p w:rsidR="00DE79E6" w:rsidRPr="00D511D0" w:rsidRDefault="00DE79E6" w:rsidP="0067536E">
      <w:pPr>
        <w:ind w:left="-426" w:firstLine="317"/>
        <w:jc w:val="both"/>
        <w:rPr>
          <w:bCs/>
          <w:sz w:val="22"/>
          <w:lang w:val="kk-KZ"/>
        </w:rPr>
      </w:pPr>
      <w:r w:rsidRPr="00D511D0">
        <w:rPr>
          <w:bCs/>
          <w:sz w:val="22"/>
          <w:lang w:val="kk-KZ"/>
        </w:rPr>
        <w:t>12.6 Шартта реттелмеген бөлікте Тараптар Қазақстан Республикасының заңнамасын басшылыққа алады.</w:t>
      </w:r>
    </w:p>
    <w:p w:rsidR="00DE79E6" w:rsidRPr="00D511D0" w:rsidRDefault="00DE79E6" w:rsidP="0067536E">
      <w:pPr>
        <w:ind w:left="-426" w:firstLine="317"/>
        <w:jc w:val="both"/>
        <w:rPr>
          <w:bCs/>
          <w:sz w:val="22"/>
          <w:lang w:val="kk-KZ"/>
        </w:rPr>
      </w:pPr>
      <w:r w:rsidRPr="00D511D0">
        <w:rPr>
          <w:bCs/>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DE79E6" w:rsidRPr="00D511D0" w:rsidRDefault="00DE79E6" w:rsidP="0067536E">
      <w:pPr>
        <w:ind w:left="-426" w:firstLine="317"/>
        <w:jc w:val="both"/>
        <w:rPr>
          <w:b/>
          <w:bCs/>
          <w:sz w:val="22"/>
          <w:lang w:val="kk-KZ"/>
        </w:rPr>
      </w:pPr>
    </w:p>
    <w:p w:rsidR="00DE79E6" w:rsidRPr="00D511D0" w:rsidRDefault="00DE79E6" w:rsidP="00CD1C7A">
      <w:pPr>
        <w:ind w:left="-426" w:firstLine="317"/>
        <w:rPr>
          <w:b/>
          <w:bCs/>
          <w:sz w:val="22"/>
          <w:lang w:val="kk-KZ"/>
        </w:rPr>
      </w:pPr>
      <w:r w:rsidRPr="00D511D0">
        <w:rPr>
          <w:b/>
          <w:bCs/>
          <w:sz w:val="22"/>
        </w:rPr>
        <w:t>13 Реквизиттер</w:t>
      </w:r>
    </w:p>
    <w:p w:rsidR="00DE79E6" w:rsidRPr="00D511D0" w:rsidRDefault="00DE79E6" w:rsidP="00CD1C7A">
      <w:pPr>
        <w:ind w:left="-426" w:firstLine="317"/>
        <w:rPr>
          <w:b/>
          <w:bCs/>
          <w:sz w:val="22"/>
          <w:lang w:val="kk-KZ"/>
        </w:rPr>
      </w:pPr>
    </w:p>
    <w:tbl>
      <w:tblPr>
        <w:tblW w:w="0" w:type="auto"/>
        <w:tblInd w:w="-426" w:type="dxa"/>
        <w:tblLook w:val="00A0"/>
      </w:tblPr>
      <w:tblGrid>
        <w:gridCol w:w="4494"/>
        <w:gridCol w:w="5076"/>
      </w:tblGrid>
      <w:tr w:rsidR="00DE79E6" w:rsidRPr="00D511D0" w:rsidTr="0067536E">
        <w:tc>
          <w:tcPr>
            <w:tcW w:w="4494" w:type="dxa"/>
          </w:tcPr>
          <w:p w:rsidR="00DE79E6" w:rsidRPr="00D511D0" w:rsidRDefault="00DE79E6" w:rsidP="0067536E">
            <w:pPr>
              <w:rPr>
                <w:bCs/>
                <w:sz w:val="22"/>
                <w:lang w:val="kk-KZ"/>
              </w:rPr>
            </w:pPr>
            <w:r w:rsidRPr="00D511D0">
              <w:rPr>
                <w:b/>
                <w:bCs/>
                <w:sz w:val="22"/>
                <w:lang w:val="kk-KZ"/>
              </w:rPr>
              <w:t>Тапсырыс беруші:</w:t>
            </w:r>
            <w:r w:rsidRPr="00D511D0">
              <w:rPr>
                <w:bCs/>
                <w:sz w:val="22"/>
                <w:lang w:val="kk-KZ"/>
              </w:rPr>
              <w:br/>
              <w:t>СҚО денсаулық сақтау басқармасы әкімдігінің КММ «Сәбилер үйі» КММ</w:t>
            </w:r>
            <w:r w:rsidRPr="00D511D0">
              <w:rPr>
                <w:bCs/>
                <w:sz w:val="22"/>
                <w:lang w:val="kk-KZ"/>
              </w:rPr>
              <w:br/>
              <w:t>СҚО, Петропавл қ. М.Әуезов к.174А</w:t>
            </w:r>
            <w:r w:rsidRPr="00D511D0">
              <w:rPr>
                <w:bCs/>
                <w:sz w:val="22"/>
                <w:lang w:val="kk-KZ"/>
              </w:rPr>
              <w:br/>
              <w:t>БСН 960540000511</w:t>
            </w:r>
            <w:r w:rsidRPr="00D511D0">
              <w:rPr>
                <w:bCs/>
                <w:sz w:val="22"/>
                <w:lang w:val="kk-KZ"/>
              </w:rPr>
              <w:br/>
              <w:t>БСК KKMFKZ2A</w:t>
            </w:r>
            <w:r w:rsidRPr="00D511D0">
              <w:rPr>
                <w:bCs/>
                <w:sz w:val="22"/>
                <w:lang w:val="kk-KZ"/>
              </w:rPr>
              <w:br/>
              <w:t>ЖСК KZ92070102KSN4801000</w:t>
            </w:r>
            <w:r w:rsidRPr="00D511D0">
              <w:rPr>
                <w:bCs/>
                <w:sz w:val="22"/>
                <w:lang w:val="kk-KZ"/>
              </w:rPr>
              <w:br/>
              <w:t>"ҚР Қаржы министрлігінің Қазынашылық Комитеті" РММ</w:t>
            </w:r>
            <w:r w:rsidRPr="00D511D0">
              <w:rPr>
                <w:bCs/>
                <w:sz w:val="22"/>
                <w:lang w:val="kk-KZ"/>
              </w:rPr>
              <w:br/>
              <w:t>Тел.: 87152469727</w:t>
            </w:r>
          </w:p>
          <w:p w:rsidR="00DE79E6" w:rsidRPr="00D511D0" w:rsidRDefault="00DE79E6" w:rsidP="0067536E">
            <w:pPr>
              <w:rPr>
                <w:bCs/>
                <w:sz w:val="22"/>
                <w:lang w:val="en-US"/>
              </w:rPr>
            </w:pPr>
            <w:r w:rsidRPr="00D511D0">
              <w:rPr>
                <w:bCs/>
                <w:sz w:val="22"/>
                <w:lang w:val="en-US"/>
              </w:rPr>
              <w:t>E-mail: babyhouse_petr@med.mail.kz</w:t>
            </w:r>
          </w:p>
          <w:p w:rsidR="00DE79E6" w:rsidRPr="00D511D0" w:rsidRDefault="00DE79E6" w:rsidP="0067536E">
            <w:pPr>
              <w:rPr>
                <w:sz w:val="22"/>
                <w:lang w:val="kk-KZ"/>
              </w:rPr>
            </w:pPr>
            <w:r w:rsidRPr="00D511D0">
              <w:rPr>
                <w:bCs/>
                <w:sz w:val="22"/>
                <w:lang w:val="kk-KZ"/>
              </w:rPr>
              <w:br/>
              <w:t>Бас дәрігері ________Л.М.Федотова</w:t>
            </w:r>
          </w:p>
        </w:tc>
        <w:tc>
          <w:tcPr>
            <w:tcW w:w="5076" w:type="dxa"/>
          </w:tcPr>
          <w:p w:rsidR="00DE79E6" w:rsidRPr="00D511D0" w:rsidRDefault="00DE79E6" w:rsidP="0067536E">
            <w:pPr>
              <w:ind w:left="-426" w:firstLine="317"/>
              <w:rPr>
                <w:bCs/>
                <w:sz w:val="22"/>
                <w:lang w:val="kk-KZ"/>
              </w:rPr>
            </w:pPr>
            <w:r w:rsidRPr="00D511D0">
              <w:rPr>
                <w:b/>
                <w:bCs/>
                <w:sz w:val="22"/>
                <w:lang w:val="kk-KZ"/>
              </w:rPr>
              <w:t>Өнім беруші: </w:t>
            </w:r>
            <w:r w:rsidRPr="00D511D0">
              <w:rPr>
                <w:bCs/>
                <w:sz w:val="22"/>
                <w:lang w:val="kk-KZ"/>
              </w:rPr>
              <w:br/>
            </w:r>
          </w:p>
          <w:p w:rsidR="00DE79E6" w:rsidRPr="00D511D0" w:rsidRDefault="00DE79E6" w:rsidP="0067536E">
            <w:pPr>
              <w:ind w:left="-426" w:firstLine="317"/>
              <w:rPr>
                <w:b/>
                <w:bCs/>
                <w:sz w:val="22"/>
                <w:lang w:val="kk-KZ"/>
              </w:rPr>
            </w:pPr>
            <w:r>
              <w:rPr>
                <w:b/>
                <w:bCs/>
                <w:sz w:val="22"/>
                <w:lang w:val="kk-KZ"/>
              </w:rPr>
              <w:t>______</w:t>
            </w:r>
            <w:r w:rsidRPr="00D511D0">
              <w:rPr>
                <w:b/>
                <w:bCs/>
                <w:sz w:val="22"/>
                <w:lang w:val="kk-KZ"/>
              </w:rPr>
              <w:t xml:space="preserve"> ЖШС</w:t>
            </w:r>
          </w:p>
          <w:p w:rsidR="00DE79E6" w:rsidRPr="00D511D0" w:rsidRDefault="00DE79E6" w:rsidP="0067536E">
            <w:pPr>
              <w:ind w:left="-426" w:firstLine="317"/>
              <w:rPr>
                <w:bCs/>
                <w:sz w:val="22"/>
                <w:lang w:val="kk-KZ"/>
              </w:rPr>
            </w:pPr>
            <w:r w:rsidRPr="00D511D0">
              <w:rPr>
                <w:bCs/>
                <w:sz w:val="22"/>
                <w:lang w:val="kk-KZ"/>
              </w:rPr>
              <w:t xml:space="preserve">Петропавл қ., </w:t>
            </w:r>
            <w:r>
              <w:rPr>
                <w:bCs/>
                <w:sz w:val="22"/>
                <w:lang w:val="kk-KZ"/>
              </w:rPr>
              <w:t>_______</w:t>
            </w:r>
          </w:p>
          <w:p w:rsidR="00DE79E6" w:rsidRPr="00D511D0" w:rsidRDefault="00DE79E6" w:rsidP="0067536E">
            <w:pPr>
              <w:ind w:left="-426" w:firstLine="317"/>
              <w:rPr>
                <w:bCs/>
                <w:sz w:val="22"/>
                <w:lang w:val="kk-KZ"/>
              </w:rPr>
            </w:pPr>
            <w:r w:rsidRPr="00D511D0">
              <w:rPr>
                <w:bCs/>
                <w:sz w:val="22"/>
                <w:lang w:val="kk-KZ"/>
              </w:rPr>
              <w:t xml:space="preserve">БСН </w:t>
            </w:r>
            <w:r>
              <w:rPr>
                <w:bCs/>
                <w:sz w:val="22"/>
                <w:lang w:val="kk-KZ"/>
              </w:rPr>
              <w:t>_______</w:t>
            </w:r>
          </w:p>
          <w:p w:rsidR="00DE79E6" w:rsidRPr="00D511D0" w:rsidRDefault="00DE79E6" w:rsidP="0067536E">
            <w:pPr>
              <w:ind w:left="-426" w:firstLine="317"/>
              <w:rPr>
                <w:bCs/>
                <w:sz w:val="22"/>
                <w:lang w:val="kk-KZ"/>
              </w:rPr>
            </w:pPr>
            <w:r w:rsidRPr="00D511D0">
              <w:rPr>
                <w:bCs/>
                <w:sz w:val="22"/>
                <w:lang w:val="kk-KZ"/>
              </w:rPr>
              <w:t xml:space="preserve">БСК </w:t>
            </w:r>
            <w:r>
              <w:rPr>
                <w:sz w:val="22"/>
                <w:lang w:val="kk-KZ"/>
              </w:rPr>
              <w:t>______</w:t>
            </w:r>
          </w:p>
          <w:p w:rsidR="00DE79E6" w:rsidRPr="00D511D0" w:rsidRDefault="00DE79E6" w:rsidP="0067536E">
            <w:pPr>
              <w:ind w:left="-426" w:firstLine="317"/>
              <w:rPr>
                <w:sz w:val="22"/>
                <w:lang w:val="kk-KZ"/>
              </w:rPr>
            </w:pPr>
            <w:r w:rsidRPr="00D511D0">
              <w:rPr>
                <w:bCs/>
                <w:sz w:val="22"/>
                <w:lang w:val="kk-KZ"/>
              </w:rPr>
              <w:t xml:space="preserve">ЖСК </w:t>
            </w:r>
            <w:r w:rsidRPr="00D511D0">
              <w:rPr>
                <w:sz w:val="22"/>
                <w:lang w:val="kk-KZ"/>
              </w:rPr>
              <w:t>KZ</w:t>
            </w:r>
            <w:r>
              <w:rPr>
                <w:sz w:val="22"/>
                <w:lang w:val="kk-KZ"/>
              </w:rPr>
              <w:t>_______</w:t>
            </w:r>
          </w:p>
          <w:p w:rsidR="00DE79E6" w:rsidRPr="00D511D0" w:rsidRDefault="00DE79E6" w:rsidP="0067536E">
            <w:pPr>
              <w:ind w:left="-426" w:firstLine="317"/>
              <w:rPr>
                <w:sz w:val="22"/>
                <w:lang w:val="kk-KZ"/>
              </w:rPr>
            </w:pPr>
            <w:r>
              <w:rPr>
                <w:bCs/>
                <w:sz w:val="22"/>
                <w:lang w:val="kk-KZ"/>
              </w:rPr>
              <w:t>________</w:t>
            </w:r>
            <w:r w:rsidRPr="00D511D0">
              <w:rPr>
                <w:bCs/>
                <w:sz w:val="22"/>
                <w:lang w:val="kk-KZ"/>
              </w:rPr>
              <w:t xml:space="preserve"> </w:t>
            </w:r>
            <w:r w:rsidRPr="00D511D0">
              <w:rPr>
                <w:sz w:val="22"/>
                <w:lang w:val="kk-KZ"/>
              </w:rPr>
              <w:t>АҚ</w:t>
            </w:r>
          </w:p>
          <w:p w:rsidR="00DE79E6" w:rsidRPr="00D511D0" w:rsidRDefault="00DE79E6" w:rsidP="0067536E">
            <w:pPr>
              <w:ind w:left="-426" w:firstLine="317"/>
              <w:rPr>
                <w:bCs/>
                <w:sz w:val="22"/>
                <w:lang w:val="kk-KZ"/>
              </w:rPr>
            </w:pPr>
            <w:r w:rsidRPr="00D511D0">
              <w:rPr>
                <w:bCs/>
                <w:sz w:val="22"/>
                <w:lang w:val="kk-KZ"/>
              </w:rPr>
              <w:t>Тел:</w:t>
            </w:r>
            <w:r w:rsidRPr="00D511D0">
              <w:rPr>
                <w:lang w:val="kk-KZ"/>
              </w:rPr>
              <w:t xml:space="preserve"> </w:t>
            </w:r>
            <w:r w:rsidRPr="00D511D0">
              <w:rPr>
                <w:bCs/>
                <w:sz w:val="22"/>
                <w:lang w:val="kk-KZ"/>
              </w:rPr>
              <w:t>8 </w:t>
            </w:r>
            <w:r>
              <w:rPr>
                <w:bCs/>
                <w:sz w:val="22"/>
                <w:lang w:val="kk-KZ"/>
              </w:rPr>
              <w:t>________</w:t>
            </w:r>
          </w:p>
          <w:p w:rsidR="00DE79E6" w:rsidRPr="00D511D0" w:rsidRDefault="00DE79E6" w:rsidP="0067536E">
            <w:pPr>
              <w:ind w:left="-426" w:firstLine="317"/>
              <w:rPr>
                <w:bCs/>
                <w:sz w:val="22"/>
                <w:lang w:val="kk-KZ"/>
              </w:rPr>
            </w:pPr>
          </w:p>
          <w:p w:rsidR="00DE79E6" w:rsidRPr="00D511D0" w:rsidRDefault="00DE79E6" w:rsidP="00CD1C7A">
            <w:pPr>
              <w:ind w:left="-426" w:firstLine="317"/>
              <w:rPr>
                <w:bCs/>
                <w:sz w:val="22"/>
                <w:lang w:val="kk-KZ"/>
              </w:rPr>
            </w:pPr>
            <w:r w:rsidRPr="00D511D0">
              <w:rPr>
                <w:bCs/>
                <w:sz w:val="22"/>
                <w:lang w:val="kk-KZ"/>
              </w:rPr>
              <w:t>Директоры____________</w:t>
            </w:r>
          </w:p>
          <w:p w:rsidR="00DE79E6" w:rsidRPr="00D511D0" w:rsidRDefault="00DE79E6" w:rsidP="0067536E">
            <w:pPr>
              <w:ind w:left="-426" w:firstLine="317"/>
              <w:rPr>
                <w:sz w:val="22"/>
                <w:lang w:val="kk-KZ"/>
              </w:rPr>
            </w:pPr>
          </w:p>
        </w:tc>
      </w:tr>
    </w:tbl>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045468">
      <w:pPr>
        <w:jc w:val="both"/>
        <w:rPr>
          <w:sz w:val="22"/>
          <w:lang w:val="kk-KZ"/>
        </w:rPr>
      </w:pPr>
    </w:p>
    <w:p w:rsidR="00DE79E6" w:rsidRPr="00D511D0" w:rsidRDefault="00DE79E6" w:rsidP="00045468">
      <w:pPr>
        <w:jc w:val="both"/>
        <w:rPr>
          <w:sz w:val="22"/>
          <w:lang w:val="kk-KZ"/>
        </w:rPr>
      </w:pPr>
    </w:p>
    <w:p w:rsidR="00DE79E6" w:rsidRPr="00D511D0" w:rsidRDefault="00DE79E6" w:rsidP="00045468">
      <w:pPr>
        <w:jc w:val="both"/>
        <w:rPr>
          <w:sz w:val="22"/>
          <w:lang w:val="kk-KZ"/>
        </w:rPr>
      </w:pPr>
    </w:p>
    <w:p w:rsidR="00DE79E6" w:rsidRPr="00D511D0" w:rsidRDefault="00DE79E6" w:rsidP="00045468">
      <w:pPr>
        <w:jc w:val="both"/>
        <w:rPr>
          <w:sz w:val="22"/>
          <w:lang w:val="kk-KZ"/>
        </w:rPr>
      </w:pPr>
    </w:p>
    <w:p w:rsidR="00DE79E6" w:rsidRPr="00D511D0" w:rsidRDefault="00DE79E6" w:rsidP="009D45D0">
      <w:pPr>
        <w:jc w:val="right"/>
        <w:rPr>
          <w:sz w:val="22"/>
          <w:lang w:val="kk-KZ"/>
        </w:rPr>
      </w:pPr>
      <w:r w:rsidRPr="00D511D0">
        <w:rPr>
          <w:sz w:val="22"/>
          <w:lang w:val="kk-KZ"/>
        </w:rPr>
        <w:t>2019 жылғы «</w:t>
      </w:r>
      <w:r>
        <w:rPr>
          <w:sz w:val="22"/>
          <w:lang w:val="kk-KZ"/>
        </w:rPr>
        <w:t>_____</w:t>
      </w:r>
      <w:r w:rsidRPr="00D511D0">
        <w:rPr>
          <w:sz w:val="22"/>
          <w:lang w:val="kk-KZ"/>
        </w:rPr>
        <w:t xml:space="preserve">» </w:t>
      </w:r>
      <w:r>
        <w:rPr>
          <w:sz w:val="22"/>
          <w:lang w:val="kk-KZ"/>
        </w:rPr>
        <w:t>____</w:t>
      </w:r>
      <w:r w:rsidRPr="00D511D0">
        <w:rPr>
          <w:sz w:val="22"/>
          <w:lang w:val="kk-KZ"/>
        </w:rPr>
        <w:t xml:space="preserve"> № </w:t>
      </w:r>
      <w:r>
        <w:rPr>
          <w:sz w:val="22"/>
          <w:lang w:val="kk-KZ"/>
        </w:rPr>
        <w:t>___</w:t>
      </w:r>
      <w:r w:rsidRPr="00D511D0">
        <w:rPr>
          <w:sz w:val="22"/>
          <w:lang w:val="kk-KZ"/>
        </w:rPr>
        <w:t xml:space="preserve"> шартына </w:t>
      </w:r>
    </w:p>
    <w:p w:rsidR="00DE79E6" w:rsidRPr="00D511D0" w:rsidRDefault="00DE79E6" w:rsidP="009D45D0">
      <w:pPr>
        <w:jc w:val="right"/>
        <w:rPr>
          <w:sz w:val="22"/>
          <w:lang w:val="kk-KZ"/>
        </w:rPr>
      </w:pPr>
      <w:r w:rsidRPr="00D511D0">
        <w:rPr>
          <w:sz w:val="22"/>
          <w:lang w:val="kk-KZ"/>
        </w:rPr>
        <w:t xml:space="preserve"> № 1 қосымша</w:t>
      </w:r>
    </w:p>
    <w:p w:rsidR="00DE79E6" w:rsidRPr="00D511D0" w:rsidRDefault="00DE79E6" w:rsidP="009D45D0">
      <w:pPr>
        <w:jc w:val="right"/>
        <w:rPr>
          <w:sz w:val="22"/>
          <w:lang w:val="kk-KZ"/>
        </w:rPr>
      </w:pPr>
    </w:p>
    <w:p w:rsidR="00DE79E6" w:rsidRPr="00D511D0" w:rsidRDefault="00DE79E6" w:rsidP="009D45D0">
      <w:pPr>
        <w:jc w:val="right"/>
        <w:rPr>
          <w:sz w:val="22"/>
          <w:lang w:val="kk-KZ"/>
        </w:rPr>
      </w:pPr>
    </w:p>
    <w:p w:rsidR="00DE79E6" w:rsidRPr="00D511D0" w:rsidRDefault="00DE79E6" w:rsidP="009D45D0">
      <w:pPr>
        <w:jc w:val="center"/>
        <w:rPr>
          <w:sz w:val="22"/>
          <w:lang w:val="kk-KZ"/>
        </w:rPr>
      </w:pPr>
      <w:r w:rsidRPr="00D511D0">
        <w:rPr>
          <w:sz w:val="22"/>
          <w:lang w:val="kk-KZ"/>
        </w:rPr>
        <w:t>Сатып алынатын тауарлардың ерекшелігі</w:t>
      </w:r>
    </w:p>
    <w:p w:rsidR="00DE79E6" w:rsidRPr="00D511D0" w:rsidRDefault="00DE79E6" w:rsidP="009D45D0">
      <w:pPr>
        <w:jc w:val="center"/>
        <w:rPr>
          <w:sz w:val="22"/>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1704"/>
        <w:gridCol w:w="900"/>
        <w:gridCol w:w="720"/>
        <w:gridCol w:w="1260"/>
        <w:gridCol w:w="1304"/>
        <w:gridCol w:w="1755"/>
        <w:gridCol w:w="1939"/>
      </w:tblGrid>
      <w:tr w:rsidR="00DE79E6" w:rsidRPr="004260CA" w:rsidTr="00BC0165">
        <w:tc>
          <w:tcPr>
            <w:tcW w:w="456" w:type="dxa"/>
            <w:vAlign w:val="center"/>
          </w:tcPr>
          <w:p w:rsidR="00DE79E6" w:rsidRPr="004260CA" w:rsidRDefault="00DE79E6" w:rsidP="005B14B7">
            <w:pPr>
              <w:jc w:val="center"/>
              <w:rPr>
                <w:sz w:val="20"/>
                <w:szCs w:val="20"/>
                <w:lang w:val="kk-KZ"/>
              </w:rPr>
            </w:pPr>
            <w:r w:rsidRPr="004260CA">
              <w:rPr>
                <w:sz w:val="20"/>
                <w:szCs w:val="20"/>
              </w:rPr>
              <w:t>№</w:t>
            </w:r>
          </w:p>
        </w:tc>
        <w:tc>
          <w:tcPr>
            <w:tcW w:w="1704" w:type="dxa"/>
            <w:vAlign w:val="center"/>
          </w:tcPr>
          <w:p w:rsidR="00DE79E6" w:rsidRPr="004260CA" w:rsidRDefault="00DE79E6" w:rsidP="005B14B7">
            <w:pPr>
              <w:jc w:val="center"/>
              <w:rPr>
                <w:sz w:val="20"/>
                <w:szCs w:val="20"/>
                <w:lang w:val="kk-KZ"/>
              </w:rPr>
            </w:pPr>
            <w:r w:rsidRPr="004260CA">
              <w:rPr>
                <w:sz w:val="20"/>
                <w:szCs w:val="20"/>
                <w:lang w:val="kk-KZ"/>
              </w:rPr>
              <w:t>Тауар атауы</w:t>
            </w:r>
          </w:p>
        </w:tc>
        <w:tc>
          <w:tcPr>
            <w:tcW w:w="900" w:type="dxa"/>
            <w:vAlign w:val="center"/>
          </w:tcPr>
          <w:p w:rsidR="00DE79E6" w:rsidRPr="004260CA" w:rsidRDefault="00DE79E6" w:rsidP="005B14B7">
            <w:pPr>
              <w:jc w:val="center"/>
              <w:rPr>
                <w:sz w:val="20"/>
                <w:szCs w:val="20"/>
                <w:lang w:val="kk-KZ"/>
              </w:rPr>
            </w:pPr>
            <w:r w:rsidRPr="004260CA">
              <w:rPr>
                <w:sz w:val="20"/>
                <w:szCs w:val="20"/>
                <w:lang w:val="kk-KZ"/>
              </w:rPr>
              <w:t>өлшем бірлігі</w:t>
            </w:r>
          </w:p>
        </w:tc>
        <w:tc>
          <w:tcPr>
            <w:tcW w:w="720" w:type="dxa"/>
            <w:vAlign w:val="center"/>
          </w:tcPr>
          <w:p w:rsidR="00DE79E6" w:rsidRPr="004260CA" w:rsidRDefault="00DE79E6" w:rsidP="005B14B7">
            <w:pPr>
              <w:jc w:val="center"/>
              <w:rPr>
                <w:sz w:val="20"/>
                <w:szCs w:val="20"/>
                <w:lang w:val="kk-KZ"/>
              </w:rPr>
            </w:pPr>
            <w:r w:rsidRPr="004260CA">
              <w:rPr>
                <w:sz w:val="20"/>
                <w:szCs w:val="20"/>
                <w:lang w:val="kk-KZ"/>
              </w:rPr>
              <w:t>саны</w:t>
            </w:r>
          </w:p>
        </w:tc>
        <w:tc>
          <w:tcPr>
            <w:tcW w:w="1260" w:type="dxa"/>
            <w:vAlign w:val="center"/>
          </w:tcPr>
          <w:p w:rsidR="00DE79E6" w:rsidRPr="004260CA" w:rsidRDefault="00DE79E6" w:rsidP="00432F03">
            <w:pPr>
              <w:jc w:val="center"/>
              <w:rPr>
                <w:sz w:val="20"/>
                <w:szCs w:val="20"/>
                <w:lang w:val="kk-KZ"/>
              </w:rPr>
            </w:pPr>
            <w:r w:rsidRPr="004260CA">
              <w:rPr>
                <w:sz w:val="20"/>
                <w:szCs w:val="20"/>
                <w:lang w:val="kk-KZ"/>
              </w:rPr>
              <w:t>өл.бірлігі үшін бағасы теңге</w:t>
            </w:r>
          </w:p>
        </w:tc>
        <w:tc>
          <w:tcPr>
            <w:tcW w:w="1304" w:type="dxa"/>
            <w:vAlign w:val="center"/>
          </w:tcPr>
          <w:p w:rsidR="00DE79E6" w:rsidRPr="004260CA" w:rsidRDefault="00DE79E6" w:rsidP="005B14B7">
            <w:pPr>
              <w:jc w:val="center"/>
              <w:rPr>
                <w:sz w:val="20"/>
                <w:szCs w:val="20"/>
                <w:lang w:val="kk-KZ"/>
              </w:rPr>
            </w:pPr>
            <w:r w:rsidRPr="004260CA">
              <w:rPr>
                <w:sz w:val="20"/>
                <w:szCs w:val="20"/>
                <w:lang w:val="kk-KZ"/>
              </w:rPr>
              <w:t>Жалпы соммасы</w:t>
            </w:r>
          </w:p>
          <w:p w:rsidR="00DE79E6" w:rsidRPr="004260CA" w:rsidRDefault="00DE79E6" w:rsidP="005B14B7">
            <w:pPr>
              <w:jc w:val="center"/>
              <w:rPr>
                <w:sz w:val="20"/>
                <w:szCs w:val="20"/>
                <w:lang w:val="kk-KZ"/>
              </w:rPr>
            </w:pPr>
            <w:r w:rsidRPr="004260CA">
              <w:rPr>
                <w:sz w:val="20"/>
                <w:szCs w:val="20"/>
                <w:lang w:val="kk-KZ"/>
              </w:rPr>
              <w:t>теңге</w:t>
            </w:r>
          </w:p>
        </w:tc>
        <w:tc>
          <w:tcPr>
            <w:tcW w:w="1755" w:type="dxa"/>
            <w:vAlign w:val="center"/>
          </w:tcPr>
          <w:p w:rsidR="00DE79E6" w:rsidRPr="004260CA" w:rsidRDefault="00DE79E6" w:rsidP="005B14B7">
            <w:pPr>
              <w:jc w:val="center"/>
              <w:rPr>
                <w:sz w:val="20"/>
                <w:szCs w:val="20"/>
                <w:lang w:val="kk-KZ"/>
              </w:rPr>
            </w:pPr>
            <w:r w:rsidRPr="004260CA">
              <w:rPr>
                <w:sz w:val="20"/>
                <w:szCs w:val="20"/>
                <w:lang w:val="kk-KZ"/>
              </w:rPr>
              <w:t>Тауар жеткізу орны</w:t>
            </w:r>
          </w:p>
        </w:tc>
        <w:tc>
          <w:tcPr>
            <w:tcW w:w="1939" w:type="dxa"/>
            <w:vAlign w:val="center"/>
          </w:tcPr>
          <w:p w:rsidR="00DE79E6" w:rsidRPr="004260CA" w:rsidRDefault="00DE79E6" w:rsidP="005B14B7">
            <w:pPr>
              <w:jc w:val="center"/>
              <w:rPr>
                <w:sz w:val="20"/>
                <w:szCs w:val="20"/>
                <w:lang w:val="kk-KZ"/>
              </w:rPr>
            </w:pPr>
            <w:r w:rsidRPr="004260CA">
              <w:rPr>
                <w:sz w:val="20"/>
                <w:szCs w:val="20"/>
                <w:lang w:val="kk-KZ"/>
              </w:rPr>
              <w:t>Жеткізу мерзімі</w:t>
            </w:r>
          </w:p>
        </w:tc>
      </w:tr>
      <w:tr w:rsidR="00DE79E6" w:rsidRPr="008F1EFD" w:rsidTr="00BC0165">
        <w:tc>
          <w:tcPr>
            <w:tcW w:w="456" w:type="dxa"/>
            <w:vAlign w:val="center"/>
          </w:tcPr>
          <w:p w:rsidR="00DE79E6" w:rsidRPr="004260CA" w:rsidRDefault="00DE79E6" w:rsidP="00432F03">
            <w:pPr>
              <w:jc w:val="center"/>
              <w:rPr>
                <w:sz w:val="20"/>
                <w:szCs w:val="20"/>
                <w:lang w:val="kk-KZ"/>
              </w:rPr>
            </w:pPr>
            <w:r w:rsidRPr="004260CA">
              <w:rPr>
                <w:sz w:val="20"/>
                <w:szCs w:val="20"/>
                <w:lang w:val="kk-KZ"/>
              </w:rPr>
              <w:t>1</w:t>
            </w:r>
          </w:p>
        </w:tc>
        <w:tc>
          <w:tcPr>
            <w:tcW w:w="1704" w:type="dxa"/>
            <w:vAlign w:val="center"/>
          </w:tcPr>
          <w:p w:rsidR="00DE79E6" w:rsidRPr="004260CA" w:rsidRDefault="00DE79E6" w:rsidP="008807C3">
            <w:pPr>
              <w:rPr>
                <w:sz w:val="20"/>
                <w:szCs w:val="20"/>
                <w:lang w:val="kk-KZ"/>
              </w:rPr>
            </w:pPr>
            <w:r>
              <w:rPr>
                <w:sz w:val="20"/>
                <w:szCs w:val="20"/>
                <w:lang w:val="kk-KZ"/>
              </w:rPr>
              <w:t>Электрлік плита</w:t>
            </w:r>
          </w:p>
        </w:tc>
        <w:tc>
          <w:tcPr>
            <w:tcW w:w="900" w:type="dxa"/>
            <w:vAlign w:val="center"/>
          </w:tcPr>
          <w:p w:rsidR="00DE79E6" w:rsidRPr="008F1EFD" w:rsidRDefault="00DE79E6" w:rsidP="008807C3">
            <w:pPr>
              <w:rPr>
                <w:sz w:val="20"/>
                <w:szCs w:val="20"/>
                <w:lang w:val="kk-KZ"/>
              </w:rPr>
            </w:pPr>
            <w:r>
              <w:rPr>
                <w:sz w:val="20"/>
                <w:szCs w:val="20"/>
                <w:lang w:val="kk-KZ"/>
              </w:rPr>
              <w:t>шт.</w:t>
            </w:r>
          </w:p>
        </w:tc>
        <w:tc>
          <w:tcPr>
            <w:tcW w:w="720" w:type="dxa"/>
            <w:vAlign w:val="center"/>
          </w:tcPr>
          <w:p w:rsidR="00DE79E6" w:rsidRPr="004260CA" w:rsidRDefault="00DE79E6" w:rsidP="008807C3">
            <w:pPr>
              <w:rPr>
                <w:sz w:val="20"/>
                <w:szCs w:val="20"/>
                <w:lang w:val="kk-KZ"/>
              </w:rPr>
            </w:pPr>
            <w:r>
              <w:rPr>
                <w:sz w:val="20"/>
                <w:szCs w:val="20"/>
                <w:lang w:val="kk-KZ"/>
              </w:rPr>
              <w:t>1</w:t>
            </w:r>
          </w:p>
        </w:tc>
        <w:tc>
          <w:tcPr>
            <w:tcW w:w="1260" w:type="dxa"/>
            <w:vAlign w:val="center"/>
          </w:tcPr>
          <w:p w:rsidR="00DE79E6" w:rsidRPr="008F1EFD" w:rsidRDefault="00DE79E6" w:rsidP="008807C3">
            <w:pPr>
              <w:jc w:val="right"/>
              <w:rPr>
                <w:sz w:val="20"/>
                <w:szCs w:val="20"/>
                <w:lang w:val="kk-KZ"/>
              </w:rPr>
            </w:pPr>
            <w:r>
              <w:rPr>
                <w:sz w:val="20"/>
                <w:szCs w:val="20"/>
                <w:lang w:val="kk-KZ"/>
              </w:rPr>
              <w:t>275 000,00</w:t>
            </w:r>
          </w:p>
        </w:tc>
        <w:tc>
          <w:tcPr>
            <w:tcW w:w="1304" w:type="dxa"/>
            <w:vAlign w:val="center"/>
          </w:tcPr>
          <w:p w:rsidR="00DE79E6" w:rsidRPr="008F1EFD" w:rsidRDefault="00DE79E6" w:rsidP="008807C3">
            <w:pPr>
              <w:jc w:val="right"/>
              <w:rPr>
                <w:sz w:val="20"/>
                <w:szCs w:val="20"/>
                <w:lang w:val="kk-KZ"/>
              </w:rPr>
            </w:pPr>
            <w:r>
              <w:rPr>
                <w:sz w:val="20"/>
                <w:szCs w:val="20"/>
                <w:lang w:val="kk-KZ"/>
              </w:rPr>
              <w:t>275 000</w:t>
            </w:r>
            <w:r w:rsidRPr="008F1EFD">
              <w:rPr>
                <w:sz w:val="20"/>
                <w:szCs w:val="20"/>
                <w:lang w:val="kk-KZ"/>
              </w:rPr>
              <w:t>,00</w:t>
            </w:r>
          </w:p>
        </w:tc>
        <w:tc>
          <w:tcPr>
            <w:tcW w:w="1755" w:type="dxa"/>
            <w:vAlign w:val="center"/>
          </w:tcPr>
          <w:p w:rsidR="00DE79E6" w:rsidRPr="004260CA" w:rsidRDefault="00DE79E6" w:rsidP="00432F03">
            <w:pPr>
              <w:jc w:val="center"/>
              <w:rPr>
                <w:sz w:val="20"/>
                <w:szCs w:val="20"/>
                <w:lang w:val="kk-KZ"/>
              </w:rPr>
            </w:pPr>
            <w:r w:rsidRPr="004260CA">
              <w:rPr>
                <w:sz w:val="20"/>
                <w:szCs w:val="20"/>
                <w:lang w:val="kk-KZ"/>
              </w:rPr>
              <w:t>СҚО,Петропал қ-сы  Әуезов к-сі 174 А</w:t>
            </w:r>
          </w:p>
        </w:tc>
        <w:tc>
          <w:tcPr>
            <w:tcW w:w="1939" w:type="dxa"/>
            <w:vAlign w:val="center"/>
          </w:tcPr>
          <w:p w:rsidR="00DE79E6" w:rsidRPr="004260CA" w:rsidRDefault="00DE79E6" w:rsidP="004260CA">
            <w:pPr>
              <w:jc w:val="center"/>
              <w:rPr>
                <w:sz w:val="20"/>
                <w:szCs w:val="20"/>
                <w:lang w:val="kk-KZ"/>
              </w:rPr>
            </w:pPr>
            <w:r w:rsidRPr="004260CA">
              <w:rPr>
                <w:sz w:val="20"/>
                <w:szCs w:val="20"/>
                <w:lang w:val="kk-KZ"/>
              </w:rPr>
              <w:t>2019ж.</w:t>
            </w:r>
            <w:r>
              <w:rPr>
                <w:sz w:val="20"/>
                <w:szCs w:val="20"/>
                <w:lang w:val="kk-KZ"/>
              </w:rPr>
              <w:t>30</w:t>
            </w:r>
            <w:r w:rsidRPr="004260CA">
              <w:rPr>
                <w:sz w:val="20"/>
                <w:szCs w:val="20"/>
                <w:lang w:val="kk-KZ"/>
              </w:rPr>
              <w:t>.</w:t>
            </w:r>
            <w:r>
              <w:rPr>
                <w:sz w:val="20"/>
                <w:szCs w:val="20"/>
                <w:lang w:val="kk-KZ"/>
              </w:rPr>
              <w:t>11</w:t>
            </w:r>
            <w:r w:rsidRPr="004260CA">
              <w:rPr>
                <w:sz w:val="20"/>
                <w:szCs w:val="20"/>
                <w:lang w:val="kk-KZ"/>
              </w:rPr>
              <w:t xml:space="preserve"> дейін</w:t>
            </w:r>
          </w:p>
        </w:tc>
      </w:tr>
      <w:tr w:rsidR="00DE79E6" w:rsidRPr="008F1EFD" w:rsidTr="00BC0165">
        <w:trPr>
          <w:gridAfter w:val="2"/>
          <w:wAfter w:w="3694" w:type="dxa"/>
        </w:trPr>
        <w:tc>
          <w:tcPr>
            <w:tcW w:w="5040" w:type="dxa"/>
            <w:gridSpan w:val="5"/>
            <w:vAlign w:val="center"/>
          </w:tcPr>
          <w:p w:rsidR="00DE79E6" w:rsidRPr="008F1EFD" w:rsidRDefault="00DE79E6" w:rsidP="005B14B7">
            <w:pPr>
              <w:jc w:val="right"/>
              <w:rPr>
                <w:sz w:val="20"/>
                <w:szCs w:val="20"/>
                <w:lang w:val="kk-KZ"/>
              </w:rPr>
            </w:pPr>
            <w:r w:rsidRPr="004260CA">
              <w:rPr>
                <w:sz w:val="20"/>
                <w:szCs w:val="20"/>
                <w:lang w:val="kk-KZ"/>
              </w:rPr>
              <w:t>Барлығы</w:t>
            </w:r>
            <w:r w:rsidRPr="008F1EFD">
              <w:rPr>
                <w:sz w:val="20"/>
                <w:szCs w:val="20"/>
                <w:lang w:val="kk-KZ"/>
              </w:rPr>
              <w:t>:</w:t>
            </w:r>
          </w:p>
        </w:tc>
        <w:tc>
          <w:tcPr>
            <w:tcW w:w="1304" w:type="dxa"/>
            <w:vAlign w:val="center"/>
          </w:tcPr>
          <w:p w:rsidR="00DE79E6" w:rsidRPr="004260CA" w:rsidRDefault="00DE79E6" w:rsidP="00D511D0">
            <w:pPr>
              <w:jc w:val="center"/>
              <w:rPr>
                <w:b/>
                <w:sz w:val="20"/>
                <w:szCs w:val="20"/>
                <w:lang w:val="kk-KZ"/>
              </w:rPr>
            </w:pPr>
            <w:r>
              <w:rPr>
                <w:b/>
                <w:sz w:val="20"/>
                <w:szCs w:val="20"/>
                <w:lang w:val="kk-KZ"/>
              </w:rPr>
              <w:t>275 000,00</w:t>
            </w:r>
          </w:p>
        </w:tc>
      </w:tr>
    </w:tbl>
    <w:p w:rsidR="00DE79E6" w:rsidRPr="00D511D0" w:rsidRDefault="00DE79E6" w:rsidP="009D45D0">
      <w:pPr>
        <w:jc w:val="both"/>
        <w:rPr>
          <w:sz w:val="22"/>
          <w:lang w:val="kk-KZ"/>
        </w:rPr>
      </w:pPr>
    </w:p>
    <w:p w:rsidR="00DE79E6" w:rsidRPr="00D511D0" w:rsidRDefault="00DE79E6" w:rsidP="009D45D0">
      <w:pPr>
        <w:jc w:val="both"/>
        <w:rPr>
          <w:sz w:val="22"/>
          <w:lang w:val="kk-KZ"/>
        </w:rPr>
      </w:pPr>
    </w:p>
    <w:tbl>
      <w:tblPr>
        <w:tblW w:w="0" w:type="auto"/>
        <w:tblLook w:val="00A0"/>
      </w:tblPr>
      <w:tblGrid>
        <w:gridCol w:w="4784"/>
        <w:gridCol w:w="4680"/>
      </w:tblGrid>
      <w:tr w:rsidR="00DE79E6" w:rsidRPr="00D511D0" w:rsidTr="005B14B7">
        <w:tc>
          <w:tcPr>
            <w:tcW w:w="4784" w:type="dxa"/>
          </w:tcPr>
          <w:p w:rsidR="00DE79E6" w:rsidRPr="00D511D0" w:rsidRDefault="00DE79E6" w:rsidP="005B14B7">
            <w:pPr>
              <w:jc w:val="both"/>
              <w:rPr>
                <w:b/>
                <w:sz w:val="22"/>
                <w:lang w:val="kk-KZ"/>
              </w:rPr>
            </w:pPr>
            <w:r w:rsidRPr="00D511D0">
              <w:rPr>
                <w:b/>
                <w:sz w:val="22"/>
                <w:lang w:val="kk-KZ"/>
              </w:rPr>
              <w:t>Тапсырыс беруші</w:t>
            </w:r>
          </w:p>
          <w:p w:rsidR="00DE79E6" w:rsidRPr="00D511D0" w:rsidRDefault="00DE79E6" w:rsidP="005B14B7">
            <w:pPr>
              <w:jc w:val="both"/>
              <w:rPr>
                <w:b/>
                <w:sz w:val="22"/>
                <w:lang w:val="kk-KZ"/>
              </w:rPr>
            </w:pPr>
          </w:p>
          <w:p w:rsidR="00DE79E6" w:rsidRPr="00D511D0" w:rsidRDefault="00DE79E6" w:rsidP="005B14B7">
            <w:pPr>
              <w:jc w:val="both"/>
              <w:rPr>
                <w:b/>
                <w:sz w:val="22"/>
                <w:lang w:val="kk-KZ"/>
              </w:rPr>
            </w:pPr>
            <w:r w:rsidRPr="00D511D0">
              <w:rPr>
                <w:b/>
                <w:sz w:val="22"/>
                <w:lang w:val="kk-KZ"/>
              </w:rPr>
              <w:t>СҚО денсаулық сақтау басқармасы әкімдігінің КММ «Сәбилер үйі» КММ</w:t>
            </w:r>
          </w:p>
          <w:p w:rsidR="00DE79E6" w:rsidRPr="00D511D0" w:rsidRDefault="00DE79E6" w:rsidP="005B14B7">
            <w:pPr>
              <w:jc w:val="both"/>
              <w:rPr>
                <w:b/>
                <w:sz w:val="22"/>
                <w:lang w:val="kk-KZ"/>
              </w:rPr>
            </w:pPr>
          </w:p>
          <w:p w:rsidR="00DE79E6" w:rsidRPr="00D511D0" w:rsidRDefault="00DE79E6"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DE79E6" w:rsidRPr="00D511D0" w:rsidRDefault="00DE79E6" w:rsidP="005B14B7">
            <w:pPr>
              <w:jc w:val="both"/>
              <w:rPr>
                <w:b/>
                <w:sz w:val="22"/>
                <w:lang w:val="kk-KZ"/>
              </w:rPr>
            </w:pPr>
            <w:r w:rsidRPr="00D511D0">
              <w:rPr>
                <w:b/>
                <w:sz w:val="22"/>
                <w:lang w:val="kk-KZ"/>
              </w:rPr>
              <w:t>Өнім беруші</w:t>
            </w:r>
          </w:p>
          <w:p w:rsidR="00DE79E6" w:rsidRPr="00D511D0" w:rsidRDefault="00DE79E6" w:rsidP="005B14B7">
            <w:pPr>
              <w:jc w:val="both"/>
              <w:rPr>
                <w:b/>
                <w:sz w:val="22"/>
                <w:lang w:val="kk-KZ"/>
              </w:rPr>
            </w:pPr>
          </w:p>
          <w:p w:rsidR="00DE79E6" w:rsidRPr="00D511D0" w:rsidRDefault="00DE79E6" w:rsidP="005B14B7">
            <w:pPr>
              <w:jc w:val="both"/>
              <w:rPr>
                <w:b/>
                <w:sz w:val="22"/>
                <w:lang w:val="kk-KZ"/>
              </w:rPr>
            </w:pPr>
            <w:r>
              <w:rPr>
                <w:b/>
                <w:sz w:val="22"/>
                <w:lang w:val="kk-KZ"/>
              </w:rPr>
              <w:t>_____</w:t>
            </w:r>
            <w:r w:rsidRPr="00D511D0">
              <w:rPr>
                <w:b/>
                <w:sz w:val="22"/>
                <w:lang w:val="kk-KZ"/>
              </w:rPr>
              <w:t xml:space="preserve"> ЖШС</w:t>
            </w:r>
          </w:p>
          <w:p w:rsidR="00DE79E6" w:rsidRPr="00D511D0" w:rsidRDefault="00DE79E6" w:rsidP="005B14B7">
            <w:pPr>
              <w:jc w:val="both"/>
              <w:rPr>
                <w:b/>
                <w:sz w:val="22"/>
                <w:lang w:val="kk-KZ"/>
              </w:rPr>
            </w:pPr>
          </w:p>
          <w:p w:rsidR="00DE79E6" w:rsidRPr="00D511D0" w:rsidRDefault="00DE79E6" w:rsidP="005B14B7">
            <w:pPr>
              <w:rPr>
                <w:sz w:val="22"/>
                <w:lang w:val="kk-KZ" w:eastAsia="ru-RU"/>
              </w:rPr>
            </w:pPr>
          </w:p>
          <w:p w:rsidR="00DE79E6" w:rsidRPr="00D511D0" w:rsidRDefault="00DE79E6" w:rsidP="005B14B7">
            <w:pPr>
              <w:rPr>
                <w:sz w:val="22"/>
                <w:lang w:val="kk-KZ" w:eastAsia="ru-RU"/>
              </w:rPr>
            </w:pPr>
            <w:r w:rsidRPr="00D511D0">
              <w:rPr>
                <w:sz w:val="22"/>
                <w:lang w:val="kk-KZ" w:eastAsia="ru-RU"/>
              </w:rPr>
              <w:t>Директоры___________</w:t>
            </w:r>
          </w:p>
          <w:p w:rsidR="00DE79E6" w:rsidRPr="00D511D0" w:rsidRDefault="00DE79E6" w:rsidP="005B14B7">
            <w:pPr>
              <w:jc w:val="both"/>
              <w:rPr>
                <w:sz w:val="22"/>
                <w:lang w:val="kk-KZ"/>
              </w:rPr>
            </w:pPr>
          </w:p>
        </w:tc>
      </w:tr>
    </w:tbl>
    <w:p w:rsidR="00DE79E6" w:rsidRPr="00D511D0" w:rsidRDefault="00DE79E6" w:rsidP="009D45D0">
      <w:pPr>
        <w:tabs>
          <w:tab w:val="left" w:pos="600"/>
        </w:tabs>
        <w:ind w:firstLine="317"/>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F24907">
      <w:pPr>
        <w:ind w:left="-426"/>
        <w:jc w:val="both"/>
        <w:rPr>
          <w:sz w:val="22"/>
          <w:lang w:val="kk-KZ"/>
        </w:rPr>
      </w:pPr>
    </w:p>
    <w:p w:rsidR="00DE79E6" w:rsidRPr="00D511D0" w:rsidRDefault="00DE79E6" w:rsidP="00EB42E0">
      <w:pPr>
        <w:jc w:val="right"/>
        <w:rPr>
          <w:sz w:val="20"/>
          <w:szCs w:val="20"/>
          <w:lang w:val="kk-KZ"/>
        </w:rPr>
      </w:pPr>
    </w:p>
    <w:p w:rsidR="00DE79E6" w:rsidRPr="00D511D0" w:rsidRDefault="00DE79E6" w:rsidP="00EB42E0">
      <w:pPr>
        <w:jc w:val="right"/>
        <w:rPr>
          <w:sz w:val="22"/>
          <w:lang w:val="kk-KZ"/>
        </w:rPr>
      </w:pPr>
    </w:p>
    <w:p w:rsidR="00DE79E6" w:rsidRPr="00D511D0" w:rsidRDefault="00DE79E6" w:rsidP="00EB42E0">
      <w:pPr>
        <w:jc w:val="right"/>
        <w:rPr>
          <w:sz w:val="22"/>
          <w:lang w:val="kk-KZ"/>
        </w:rPr>
      </w:pPr>
    </w:p>
    <w:p w:rsidR="00DE79E6" w:rsidRPr="00D511D0" w:rsidRDefault="00DE79E6" w:rsidP="00EB42E0">
      <w:pPr>
        <w:jc w:val="right"/>
        <w:rPr>
          <w:sz w:val="22"/>
          <w:lang w:val="kk-KZ"/>
        </w:rPr>
      </w:pPr>
    </w:p>
    <w:p w:rsidR="00DE79E6" w:rsidRPr="00D511D0" w:rsidRDefault="00DE79E6" w:rsidP="00EB42E0">
      <w:pPr>
        <w:jc w:val="right"/>
        <w:rPr>
          <w:sz w:val="22"/>
          <w:lang w:val="kk-KZ"/>
        </w:rPr>
      </w:pPr>
      <w:r w:rsidRPr="00D511D0">
        <w:rPr>
          <w:sz w:val="22"/>
          <w:lang w:val="kk-KZ"/>
        </w:rPr>
        <w:t>2019 жылғы «</w:t>
      </w:r>
      <w:r>
        <w:rPr>
          <w:sz w:val="22"/>
          <w:lang w:val="kk-KZ"/>
        </w:rPr>
        <w:t>___</w:t>
      </w:r>
      <w:r w:rsidRPr="00D511D0">
        <w:rPr>
          <w:sz w:val="22"/>
          <w:lang w:val="kk-KZ"/>
        </w:rPr>
        <w:t xml:space="preserve">» </w:t>
      </w:r>
      <w:r>
        <w:rPr>
          <w:sz w:val="22"/>
          <w:lang w:val="kk-KZ"/>
        </w:rPr>
        <w:t>_____</w:t>
      </w:r>
      <w:r w:rsidRPr="00D511D0">
        <w:rPr>
          <w:sz w:val="22"/>
          <w:lang w:val="kk-KZ"/>
        </w:rPr>
        <w:t xml:space="preserve"> № </w:t>
      </w:r>
      <w:r>
        <w:rPr>
          <w:sz w:val="22"/>
          <w:lang w:val="kk-KZ"/>
        </w:rPr>
        <w:t>___</w:t>
      </w:r>
      <w:r w:rsidRPr="00D511D0">
        <w:rPr>
          <w:sz w:val="22"/>
          <w:lang w:val="kk-KZ"/>
        </w:rPr>
        <w:t xml:space="preserve"> шартына </w:t>
      </w:r>
    </w:p>
    <w:p w:rsidR="00DE79E6" w:rsidRPr="00D511D0" w:rsidRDefault="00DE79E6" w:rsidP="00EB42E0">
      <w:pPr>
        <w:jc w:val="right"/>
        <w:rPr>
          <w:sz w:val="22"/>
          <w:lang w:val="kk-KZ"/>
        </w:rPr>
      </w:pPr>
      <w:r w:rsidRPr="00D511D0">
        <w:rPr>
          <w:sz w:val="22"/>
          <w:lang w:val="kk-KZ"/>
        </w:rPr>
        <w:t xml:space="preserve"> № 2 қосымша</w:t>
      </w:r>
    </w:p>
    <w:p w:rsidR="00DE79E6" w:rsidRPr="00D511D0" w:rsidRDefault="00DE79E6" w:rsidP="00EB42E0">
      <w:pPr>
        <w:jc w:val="right"/>
        <w:rPr>
          <w:sz w:val="22"/>
          <w:lang w:val="kk-KZ"/>
        </w:rPr>
      </w:pPr>
    </w:p>
    <w:p w:rsidR="00DE79E6" w:rsidRPr="00D511D0" w:rsidRDefault="00DE79E6" w:rsidP="00EB42E0">
      <w:pPr>
        <w:jc w:val="right"/>
        <w:rPr>
          <w:sz w:val="22"/>
          <w:lang w:val="kk-KZ"/>
        </w:rPr>
      </w:pPr>
    </w:p>
    <w:p w:rsidR="00DE79E6" w:rsidRPr="00D511D0" w:rsidRDefault="00DE79E6" w:rsidP="00EB42E0">
      <w:pPr>
        <w:jc w:val="center"/>
        <w:rPr>
          <w:b/>
          <w:sz w:val="22"/>
          <w:lang w:val="kk-KZ"/>
        </w:rPr>
      </w:pPr>
      <w:r w:rsidRPr="00D511D0">
        <w:rPr>
          <w:b/>
          <w:sz w:val="22"/>
          <w:lang w:val="kk-KZ"/>
        </w:rPr>
        <w:t>Техниқалық ерекшелігі</w:t>
      </w:r>
    </w:p>
    <w:p w:rsidR="00DE79E6" w:rsidRPr="00D511D0" w:rsidRDefault="00DE79E6" w:rsidP="00EB42E0">
      <w:pPr>
        <w:jc w:val="center"/>
        <w:rPr>
          <w:sz w:val="22"/>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
        <w:gridCol w:w="1402"/>
        <w:gridCol w:w="3593"/>
        <w:gridCol w:w="848"/>
        <w:gridCol w:w="707"/>
        <w:gridCol w:w="1651"/>
        <w:gridCol w:w="1255"/>
      </w:tblGrid>
      <w:tr w:rsidR="00DE79E6" w:rsidRPr="00B0240E" w:rsidTr="00B0240E">
        <w:tc>
          <w:tcPr>
            <w:tcW w:w="444" w:type="dxa"/>
            <w:vAlign w:val="center"/>
          </w:tcPr>
          <w:p w:rsidR="00DE79E6" w:rsidRPr="00B0240E" w:rsidRDefault="00DE79E6" w:rsidP="005B14B7">
            <w:pPr>
              <w:jc w:val="center"/>
              <w:rPr>
                <w:sz w:val="20"/>
                <w:szCs w:val="20"/>
                <w:lang w:val="kk-KZ"/>
              </w:rPr>
            </w:pPr>
            <w:r w:rsidRPr="00B0240E">
              <w:rPr>
                <w:sz w:val="20"/>
                <w:szCs w:val="20"/>
              </w:rPr>
              <w:t>№</w:t>
            </w:r>
          </w:p>
        </w:tc>
        <w:tc>
          <w:tcPr>
            <w:tcW w:w="1402" w:type="dxa"/>
            <w:vAlign w:val="center"/>
          </w:tcPr>
          <w:p w:rsidR="00DE79E6" w:rsidRPr="00B0240E" w:rsidRDefault="00DE79E6" w:rsidP="005B14B7">
            <w:pPr>
              <w:jc w:val="center"/>
              <w:rPr>
                <w:sz w:val="20"/>
                <w:szCs w:val="20"/>
                <w:lang w:val="kk-KZ"/>
              </w:rPr>
            </w:pPr>
            <w:r w:rsidRPr="00B0240E">
              <w:rPr>
                <w:sz w:val="20"/>
                <w:szCs w:val="20"/>
                <w:lang w:val="kk-KZ"/>
              </w:rPr>
              <w:t>Тауар атауы</w:t>
            </w:r>
          </w:p>
        </w:tc>
        <w:tc>
          <w:tcPr>
            <w:tcW w:w="3593" w:type="dxa"/>
            <w:vAlign w:val="center"/>
          </w:tcPr>
          <w:p w:rsidR="00DE79E6" w:rsidRPr="00B0240E" w:rsidRDefault="00DE79E6" w:rsidP="00EB42E0">
            <w:pPr>
              <w:jc w:val="center"/>
              <w:rPr>
                <w:sz w:val="20"/>
                <w:szCs w:val="20"/>
                <w:lang w:val="kk-KZ"/>
              </w:rPr>
            </w:pPr>
            <w:r w:rsidRPr="00B0240E">
              <w:rPr>
                <w:sz w:val="20"/>
                <w:szCs w:val="20"/>
                <w:lang w:val="kk-KZ"/>
              </w:rPr>
              <w:t xml:space="preserve">Сипаттамасы </w:t>
            </w:r>
          </w:p>
        </w:tc>
        <w:tc>
          <w:tcPr>
            <w:tcW w:w="848" w:type="dxa"/>
            <w:vAlign w:val="center"/>
          </w:tcPr>
          <w:p w:rsidR="00DE79E6" w:rsidRPr="00B0240E" w:rsidRDefault="00DE79E6" w:rsidP="005B14B7">
            <w:pPr>
              <w:jc w:val="center"/>
              <w:rPr>
                <w:sz w:val="20"/>
                <w:szCs w:val="20"/>
                <w:lang w:val="kk-KZ"/>
              </w:rPr>
            </w:pPr>
            <w:r w:rsidRPr="00B0240E">
              <w:rPr>
                <w:sz w:val="20"/>
                <w:szCs w:val="20"/>
                <w:lang w:val="kk-KZ"/>
              </w:rPr>
              <w:t>өлшем бірлігі</w:t>
            </w:r>
          </w:p>
        </w:tc>
        <w:tc>
          <w:tcPr>
            <w:tcW w:w="707" w:type="dxa"/>
            <w:vAlign w:val="center"/>
          </w:tcPr>
          <w:p w:rsidR="00DE79E6" w:rsidRPr="00B0240E" w:rsidRDefault="00DE79E6" w:rsidP="005B14B7">
            <w:pPr>
              <w:jc w:val="center"/>
              <w:rPr>
                <w:sz w:val="20"/>
                <w:szCs w:val="20"/>
                <w:lang w:val="kk-KZ"/>
              </w:rPr>
            </w:pPr>
            <w:r w:rsidRPr="00B0240E">
              <w:rPr>
                <w:sz w:val="20"/>
                <w:szCs w:val="20"/>
                <w:lang w:val="kk-KZ"/>
              </w:rPr>
              <w:t>саны</w:t>
            </w:r>
          </w:p>
        </w:tc>
        <w:tc>
          <w:tcPr>
            <w:tcW w:w="1651" w:type="dxa"/>
            <w:vAlign w:val="center"/>
          </w:tcPr>
          <w:p w:rsidR="00DE79E6" w:rsidRPr="00B0240E" w:rsidRDefault="00DE79E6" w:rsidP="005B14B7">
            <w:pPr>
              <w:jc w:val="center"/>
              <w:rPr>
                <w:sz w:val="20"/>
                <w:szCs w:val="20"/>
                <w:lang w:val="kk-KZ"/>
              </w:rPr>
            </w:pPr>
            <w:r w:rsidRPr="00B0240E">
              <w:rPr>
                <w:sz w:val="20"/>
                <w:szCs w:val="20"/>
                <w:lang w:val="kk-KZ"/>
              </w:rPr>
              <w:t>Тауар жеткізу орны</w:t>
            </w:r>
          </w:p>
        </w:tc>
        <w:tc>
          <w:tcPr>
            <w:tcW w:w="1255" w:type="dxa"/>
            <w:vAlign w:val="center"/>
          </w:tcPr>
          <w:p w:rsidR="00DE79E6" w:rsidRPr="00B0240E" w:rsidRDefault="00DE79E6" w:rsidP="005B14B7">
            <w:pPr>
              <w:jc w:val="center"/>
              <w:rPr>
                <w:sz w:val="20"/>
                <w:szCs w:val="20"/>
                <w:lang w:val="kk-KZ"/>
              </w:rPr>
            </w:pPr>
            <w:r w:rsidRPr="00B0240E">
              <w:rPr>
                <w:sz w:val="20"/>
                <w:szCs w:val="20"/>
                <w:lang w:val="kk-KZ"/>
              </w:rPr>
              <w:t>Жеткізу мерзімі</w:t>
            </w:r>
          </w:p>
        </w:tc>
      </w:tr>
      <w:tr w:rsidR="00DE79E6" w:rsidRPr="00B0240E" w:rsidTr="00B0240E">
        <w:tc>
          <w:tcPr>
            <w:tcW w:w="444" w:type="dxa"/>
            <w:vAlign w:val="center"/>
          </w:tcPr>
          <w:p w:rsidR="00DE79E6" w:rsidRPr="00B0240E" w:rsidRDefault="00DE79E6" w:rsidP="005B14B7">
            <w:pPr>
              <w:rPr>
                <w:sz w:val="20"/>
                <w:szCs w:val="20"/>
                <w:lang w:val="kk-KZ"/>
              </w:rPr>
            </w:pPr>
            <w:r w:rsidRPr="00B0240E">
              <w:rPr>
                <w:sz w:val="20"/>
                <w:szCs w:val="20"/>
                <w:lang w:val="kk-KZ"/>
              </w:rPr>
              <w:t>1</w:t>
            </w:r>
          </w:p>
        </w:tc>
        <w:tc>
          <w:tcPr>
            <w:tcW w:w="1402" w:type="dxa"/>
            <w:vAlign w:val="center"/>
          </w:tcPr>
          <w:p w:rsidR="00DE79E6" w:rsidRPr="00B0240E" w:rsidRDefault="00DE79E6" w:rsidP="008807C3">
            <w:pPr>
              <w:rPr>
                <w:sz w:val="20"/>
                <w:szCs w:val="20"/>
                <w:lang w:val="kk-KZ"/>
              </w:rPr>
            </w:pPr>
            <w:r>
              <w:rPr>
                <w:sz w:val="20"/>
                <w:szCs w:val="20"/>
                <w:lang w:val="kk-KZ"/>
              </w:rPr>
              <w:t>Электрлік плита</w:t>
            </w:r>
          </w:p>
        </w:tc>
        <w:tc>
          <w:tcPr>
            <w:tcW w:w="3593" w:type="dxa"/>
            <w:vAlign w:val="center"/>
          </w:tcPr>
          <w:p w:rsidR="00DE79E6" w:rsidRPr="00BC0165" w:rsidRDefault="00DE79E6" w:rsidP="008807C3">
            <w:pPr>
              <w:rPr>
                <w:sz w:val="20"/>
                <w:szCs w:val="20"/>
                <w:lang w:val="kk-KZ"/>
              </w:rPr>
            </w:pPr>
            <w:r w:rsidRPr="00BC0165">
              <w:rPr>
                <w:sz w:val="20"/>
                <w:szCs w:val="20"/>
                <w:lang w:val="kk-KZ"/>
              </w:rPr>
              <w:t>ПЭП-0, 48-ДШ-01</w:t>
            </w:r>
            <w:r w:rsidRPr="00BC0165">
              <w:rPr>
                <w:sz w:val="20"/>
                <w:szCs w:val="20"/>
              </w:rPr>
              <w:t>(840(1050)</w:t>
            </w:r>
            <w:r w:rsidRPr="00BC0165">
              <w:rPr>
                <w:sz w:val="20"/>
                <w:szCs w:val="20"/>
                <w:lang w:val="en-US"/>
              </w:rPr>
              <w:t>X</w:t>
            </w:r>
            <w:r w:rsidRPr="00BC0165">
              <w:rPr>
                <w:sz w:val="20"/>
                <w:szCs w:val="20"/>
              </w:rPr>
              <w:t xml:space="preserve">850(900) </w:t>
            </w:r>
            <w:r w:rsidRPr="00BC0165">
              <w:rPr>
                <w:sz w:val="20"/>
                <w:szCs w:val="20"/>
                <w:lang w:val="en-US"/>
              </w:rPr>
              <w:t>X</w:t>
            </w:r>
            <w:r w:rsidRPr="00BC0165">
              <w:rPr>
                <w:sz w:val="20"/>
                <w:szCs w:val="20"/>
              </w:rPr>
              <w:t>860(880) мм</w:t>
            </w:r>
            <w:r w:rsidRPr="00BC0165">
              <w:rPr>
                <w:sz w:val="20"/>
                <w:szCs w:val="20"/>
                <w:lang w:val="kk-KZ"/>
              </w:rPr>
              <w:t xml:space="preserve"> қуыру шкафты 4 комфорлы электрлік плита. Жиынтықта 2 қаңылтыр таба қара металдан жасалған өлшемі: 530X470X30 мм. Қуыру шкафтың жоғары және төмен реттеу қуаты бөлек болу керек. ПЭП-0, 48-ДШ-01 беті және жоғарғы бөлігі тот баспайтын болаттан жасалған, қалған бөлігі мырыштан қапталған болу керек.</w:t>
            </w:r>
          </w:p>
        </w:tc>
        <w:tc>
          <w:tcPr>
            <w:tcW w:w="848" w:type="dxa"/>
            <w:vAlign w:val="center"/>
          </w:tcPr>
          <w:p w:rsidR="00DE79E6" w:rsidRPr="00B0240E" w:rsidRDefault="00DE79E6" w:rsidP="008807C3">
            <w:pPr>
              <w:rPr>
                <w:sz w:val="20"/>
                <w:szCs w:val="20"/>
                <w:lang w:val="kk-KZ"/>
              </w:rPr>
            </w:pPr>
            <w:r>
              <w:rPr>
                <w:sz w:val="20"/>
                <w:szCs w:val="20"/>
                <w:lang w:val="kk-KZ"/>
              </w:rPr>
              <w:t>шт</w:t>
            </w:r>
          </w:p>
        </w:tc>
        <w:tc>
          <w:tcPr>
            <w:tcW w:w="707" w:type="dxa"/>
            <w:vAlign w:val="center"/>
          </w:tcPr>
          <w:p w:rsidR="00DE79E6" w:rsidRPr="00B0240E" w:rsidRDefault="00DE79E6" w:rsidP="008807C3">
            <w:pPr>
              <w:rPr>
                <w:sz w:val="20"/>
                <w:szCs w:val="20"/>
                <w:lang w:val="kk-KZ"/>
              </w:rPr>
            </w:pPr>
            <w:r>
              <w:rPr>
                <w:sz w:val="20"/>
                <w:szCs w:val="20"/>
                <w:lang w:val="kk-KZ"/>
              </w:rPr>
              <w:t>1</w:t>
            </w:r>
          </w:p>
        </w:tc>
        <w:tc>
          <w:tcPr>
            <w:tcW w:w="1651" w:type="dxa"/>
            <w:vAlign w:val="center"/>
          </w:tcPr>
          <w:p w:rsidR="00DE79E6" w:rsidRPr="00B0240E" w:rsidRDefault="00DE79E6" w:rsidP="005B14B7">
            <w:pPr>
              <w:rPr>
                <w:sz w:val="20"/>
                <w:szCs w:val="20"/>
                <w:lang w:val="kk-KZ"/>
              </w:rPr>
            </w:pPr>
            <w:r w:rsidRPr="00B0240E">
              <w:rPr>
                <w:sz w:val="20"/>
                <w:szCs w:val="20"/>
                <w:lang w:val="kk-KZ"/>
              </w:rPr>
              <w:t>СҚО,Петропавл қ-сы  Әуезов к-сі 174 А</w:t>
            </w:r>
          </w:p>
        </w:tc>
        <w:tc>
          <w:tcPr>
            <w:tcW w:w="1255" w:type="dxa"/>
            <w:vAlign w:val="center"/>
          </w:tcPr>
          <w:p w:rsidR="00DE79E6" w:rsidRPr="00B0240E" w:rsidRDefault="00DE79E6" w:rsidP="00B0240E">
            <w:pPr>
              <w:rPr>
                <w:sz w:val="20"/>
                <w:szCs w:val="20"/>
                <w:lang w:val="en-US"/>
              </w:rPr>
            </w:pPr>
            <w:r w:rsidRPr="00B0240E">
              <w:rPr>
                <w:sz w:val="20"/>
                <w:szCs w:val="20"/>
                <w:lang w:val="kk-KZ"/>
              </w:rPr>
              <w:t>2019ж.</w:t>
            </w:r>
            <w:r>
              <w:rPr>
                <w:sz w:val="20"/>
                <w:szCs w:val="20"/>
                <w:lang w:val="kk-KZ"/>
              </w:rPr>
              <w:t>30</w:t>
            </w:r>
            <w:r w:rsidRPr="00B0240E">
              <w:rPr>
                <w:sz w:val="20"/>
                <w:szCs w:val="20"/>
                <w:lang w:val="kk-KZ"/>
              </w:rPr>
              <w:t>.</w:t>
            </w:r>
            <w:r>
              <w:rPr>
                <w:sz w:val="20"/>
                <w:szCs w:val="20"/>
                <w:lang w:val="kk-KZ"/>
              </w:rPr>
              <w:t>11</w:t>
            </w:r>
            <w:r w:rsidRPr="00B0240E">
              <w:rPr>
                <w:sz w:val="20"/>
                <w:szCs w:val="20"/>
                <w:lang w:val="kk-KZ"/>
              </w:rPr>
              <w:t xml:space="preserve"> дейін</w:t>
            </w:r>
          </w:p>
        </w:tc>
      </w:tr>
    </w:tbl>
    <w:p w:rsidR="00DE79E6" w:rsidRPr="00D511D0" w:rsidRDefault="00DE79E6" w:rsidP="00EB42E0">
      <w:pPr>
        <w:jc w:val="both"/>
        <w:rPr>
          <w:sz w:val="22"/>
          <w:lang w:val="kk-KZ"/>
        </w:rPr>
      </w:pPr>
    </w:p>
    <w:p w:rsidR="00DE79E6" w:rsidRPr="00D511D0" w:rsidRDefault="00DE79E6" w:rsidP="00EB42E0">
      <w:pPr>
        <w:jc w:val="both"/>
        <w:rPr>
          <w:sz w:val="22"/>
          <w:lang w:val="kk-KZ"/>
        </w:rPr>
      </w:pPr>
    </w:p>
    <w:tbl>
      <w:tblPr>
        <w:tblW w:w="0" w:type="auto"/>
        <w:tblLook w:val="00A0"/>
      </w:tblPr>
      <w:tblGrid>
        <w:gridCol w:w="4784"/>
        <w:gridCol w:w="4680"/>
      </w:tblGrid>
      <w:tr w:rsidR="00DE79E6" w:rsidRPr="00D511D0" w:rsidTr="005B14B7">
        <w:tc>
          <w:tcPr>
            <w:tcW w:w="4784" w:type="dxa"/>
          </w:tcPr>
          <w:p w:rsidR="00DE79E6" w:rsidRPr="00D511D0" w:rsidRDefault="00DE79E6" w:rsidP="005B14B7">
            <w:pPr>
              <w:jc w:val="both"/>
              <w:rPr>
                <w:b/>
                <w:sz w:val="22"/>
                <w:lang w:val="kk-KZ"/>
              </w:rPr>
            </w:pPr>
            <w:r w:rsidRPr="00D511D0">
              <w:rPr>
                <w:b/>
                <w:sz w:val="22"/>
                <w:lang w:val="kk-KZ"/>
              </w:rPr>
              <w:t>Тапсырыс беруші</w:t>
            </w:r>
          </w:p>
          <w:p w:rsidR="00DE79E6" w:rsidRPr="00D511D0" w:rsidRDefault="00DE79E6" w:rsidP="005B14B7">
            <w:pPr>
              <w:jc w:val="both"/>
              <w:rPr>
                <w:b/>
                <w:sz w:val="22"/>
                <w:lang w:val="kk-KZ"/>
              </w:rPr>
            </w:pPr>
          </w:p>
          <w:p w:rsidR="00DE79E6" w:rsidRPr="00D511D0" w:rsidRDefault="00DE79E6" w:rsidP="00990E78">
            <w:pPr>
              <w:rPr>
                <w:b/>
                <w:sz w:val="22"/>
                <w:lang w:val="kk-KZ"/>
              </w:rPr>
            </w:pPr>
            <w:r w:rsidRPr="00D511D0">
              <w:rPr>
                <w:b/>
                <w:sz w:val="22"/>
                <w:lang w:val="kk-KZ"/>
              </w:rPr>
              <w:t>СҚО денсаулық сақтау басқармасы әкімдігінің КММ «Сәбилер үйі» КММ</w:t>
            </w:r>
          </w:p>
          <w:p w:rsidR="00DE79E6" w:rsidRPr="00D511D0" w:rsidRDefault="00DE79E6" w:rsidP="005B14B7">
            <w:pPr>
              <w:jc w:val="both"/>
              <w:rPr>
                <w:b/>
                <w:sz w:val="22"/>
                <w:lang w:val="kk-KZ"/>
              </w:rPr>
            </w:pPr>
          </w:p>
          <w:p w:rsidR="00DE79E6" w:rsidRPr="00D511D0" w:rsidRDefault="00DE79E6"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DE79E6" w:rsidRPr="00D511D0" w:rsidRDefault="00DE79E6" w:rsidP="005B14B7">
            <w:pPr>
              <w:jc w:val="both"/>
              <w:rPr>
                <w:b/>
                <w:sz w:val="22"/>
                <w:lang w:val="kk-KZ"/>
              </w:rPr>
            </w:pPr>
            <w:r w:rsidRPr="00D511D0">
              <w:rPr>
                <w:b/>
                <w:sz w:val="22"/>
                <w:lang w:val="kk-KZ"/>
              </w:rPr>
              <w:t>Өнім беруші</w:t>
            </w:r>
          </w:p>
          <w:p w:rsidR="00DE79E6" w:rsidRPr="00D511D0" w:rsidRDefault="00DE79E6" w:rsidP="005B14B7">
            <w:pPr>
              <w:jc w:val="both"/>
              <w:rPr>
                <w:b/>
                <w:sz w:val="22"/>
                <w:lang w:val="kk-KZ"/>
              </w:rPr>
            </w:pPr>
          </w:p>
          <w:p w:rsidR="00DE79E6" w:rsidRPr="00D511D0" w:rsidRDefault="00DE79E6" w:rsidP="00D51D98">
            <w:pPr>
              <w:jc w:val="both"/>
              <w:rPr>
                <w:b/>
                <w:sz w:val="22"/>
                <w:lang w:val="kk-KZ"/>
              </w:rPr>
            </w:pPr>
            <w:r>
              <w:rPr>
                <w:b/>
                <w:sz w:val="22"/>
                <w:lang w:val="kk-KZ"/>
              </w:rPr>
              <w:t>________</w:t>
            </w:r>
            <w:r w:rsidRPr="00D511D0">
              <w:rPr>
                <w:b/>
                <w:sz w:val="22"/>
                <w:lang w:val="kk-KZ"/>
              </w:rPr>
              <w:t xml:space="preserve"> ЖШС</w:t>
            </w:r>
          </w:p>
          <w:p w:rsidR="00DE79E6" w:rsidRPr="00D511D0" w:rsidRDefault="00DE79E6" w:rsidP="00D51D98">
            <w:pPr>
              <w:jc w:val="both"/>
              <w:rPr>
                <w:b/>
                <w:sz w:val="22"/>
                <w:lang w:val="kk-KZ"/>
              </w:rPr>
            </w:pPr>
          </w:p>
          <w:p w:rsidR="00DE79E6" w:rsidRPr="00D511D0" w:rsidRDefault="00DE79E6" w:rsidP="00D51D98">
            <w:pPr>
              <w:rPr>
                <w:sz w:val="22"/>
                <w:lang w:val="kk-KZ" w:eastAsia="ru-RU"/>
              </w:rPr>
            </w:pPr>
          </w:p>
          <w:p w:rsidR="00DE79E6" w:rsidRPr="00D511D0" w:rsidRDefault="00DE79E6" w:rsidP="00D51D98">
            <w:pPr>
              <w:rPr>
                <w:sz w:val="22"/>
                <w:lang w:val="kk-KZ" w:eastAsia="ru-RU"/>
              </w:rPr>
            </w:pPr>
            <w:r w:rsidRPr="00D511D0">
              <w:rPr>
                <w:sz w:val="22"/>
                <w:lang w:val="kk-KZ" w:eastAsia="ru-RU"/>
              </w:rPr>
              <w:t>Директоры___________</w:t>
            </w:r>
          </w:p>
          <w:p w:rsidR="00DE79E6" w:rsidRPr="00D511D0" w:rsidRDefault="00DE79E6" w:rsidP="005B14B7">
            <w:pPr>
              <w:jc w:val="both"/>
              <w:rPr>
                <w:sz w:val="22"/>
                <w:lang w:val="kk-KZ"/>
              </w:rPr>
            </w:pPr>
          </w:p>
        </w:tc>
      </w:tr>
    </w:tbl>
    <w:p w:rsidR="00DE79E6" w:rsidRPr="00D511D0" w:rsidRDefault="00DE79E6" w:rsidP="00F24907">
      <w:pPr>
        <w:ind w:left="-426"/>
        <w:jc w:val="both"/>
        <w:rPr>
          <w:sz w:val="22"/>
          <w:lang w:val="kk-KZ"/>
        </w:rPr>
      </w:pPr>
      <w:bookmarkStart w:id="0" w:name="_GoBack"/>
      <w:bookmarkEnd w:id="0"/>
    </w:p>
    <w:sectPr w:rsidR="00DE79E6" w:rsidRPr="00D511D0"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418E"/>
    <w:rsid w:val="00006653"/>
    <w:rsid w:val="00014D99"/>
    <w:rsid w:val="00017826"/>
    <w:rsid w:val="00020BC1"/>
    <w:rsid w:val="00022339"/>
    <w:rsid w:val="00023B1F"/>
    <w:rsid w:val="000276A3"/>
    <w:rsid w:val="000374E5"/>
    <w:rsid w:val="00045468"/>
    <w:rsid w:val="000501A0"/>
    <w:rsid w:val="000556B3"/>
    <w:rsid w:val="000603F8"/>
    <w:rsid w:val="00064F01"/>
    <w:rsid w:val="00065857"/>
    <w:rsid w:val="00065BA8"/>
    <w:rsid w:val="000803A9"/>
    <w:rsid w:val="000809F8"/>
    <w:rsid w:val="000915A3"/>
    <w:rsid w:val="00092626"/>
    <w:rsid w:val="00092C1E"/>
    <w:rsid w:val="0009407F"/>
    <w:rsid w:val="000A7F73"/>
    <w:rsid w:val="000D36A7"/>
    <w:rsid w:val="000E0ACC"/>
    <w:rsid w:val="000E5C91"/>
    <w:rsid w:val="000E6D33"/>
    <w:rsid w:val="000F2872"/>
    <w:rsid w:val="000F3D58"/>
    <w:rsid w:val="0010329A"/>
    <w:rsid w:val="00104FD5"/>
    <w:rsid w:val="00105C00"/>
    <w:rsid w:val="00114C25"/>
    <w:rsid w:val="00127FC9"/>
    <w:rsid w:val="0013130A"/>
    <w:rsid w:val="00137EE1"/>
    <w:rsid w:val="001467F9"/>
    <w:rsid w:val="001522E6"/>
    <w:rsid w:val="00154F32"/>
    <w:rsid w:val="00181A9B"/>
    <w:rsid w:val="001851A9"/>
    <w:rsid w:val="001A7274"/>
    <w:rsid w:val="001B24A3"/>
    <w:rsid w:val="001C6367"/>
    <w:rsid w:val="001D354C"/>
    <w:rsid w:val="001D5A11"/>
    <w:rsid w:val="001E03E2"/>
    <w:rsid w:val="001F4DDC"/>
    <w:rsid w:val="002013FE"/>
    <w:rsid w:val="002020AA"/>
    <w:rsid w:val="00212BC6"/>
    <w:rsid w:val="0021587B"/>
    <w:rsid w:val="00222FCE"/>
    <w:rsid w:val="00223034"/>
    <w:rsid w:val="00254279"/>
    <w:rsid w:val="00256436"/>
    <w:rsid w:val="00257DC5"/>
    <w:rsid w:val="00263E21"/>
    <w:rsid w:val="00264804"/>
    <w:rsid w:val="0026716E"/>
    <w:rsid w:val="00267CF2"/>
    <w:rsid w:val="00275EA3"/>
    <w:rsid w:val="00276990"/>
    <w:rsid w:val="0028584F"/>
    <w:rsid w:val="0028612D"/>
    <w:rsid w:val="00290D9A"/>
    <w:rsid w:val="002A1B2D"/>
    <w:rsid w:val="002A2386"/>
    <w:rsid w:val="002E4489"/>
    <w:rsid w:val="002E6250"/>
    <w:rsid w:val="002F1E08"/>
    <w:rsid w:val="0030040B"/>
    <w:rsid w:val="00300785"/>
    <w:rsid w:val="003218AE"/>
    <w:rsid w:val="00326FCC"/>
    <w:rsid w:val="00337090"/>
    <w:rsid w:val="00342ABA"/>
    <w:rsid w:val="00362C65"/>
    <w:rsid w:val="003730F9"/>
    <w:rsid w:val="00374F2D"/>
    <w:rsid w:val="003955D4"/>
    <w:rsid w:val="003B6CFC"/>
    <w:rsid w:val="003C20D8"/>
    <w:rsid w:val="003C6A87"/>
    <w:rsid w:val="003D76E6"/>
    <w:rsid w:val="003E3D83"/>
    <w:rsid w:val="0040069E"/>
    <w:rsid w:val="00404F5A"/>
    <w:rsid w:val="004142A5"/>
    <w:rsid w:val="0041793E"/>
    <w:rsid w:val="004260CA"/>
    <w:rsid w:val="00427F4B"/>
    <w:rsid w:val="00432F03"/>
    <w:rsid w:val="00434B52"/>
    <w:rsid w:val="00436F29"/>
    <w:rsid w:val="0044166F"/>
    <w:rsid w:val="00442C6B"/>
    <w:rsid w:val="00454EAA"/>
    <w:rsid w:val="00457B2E"/>
    <w:rsid w:val="00471D3B"/>
    <w:rsid w:val="00473A52"/>
    <w:rsid w:val="004872EA"/>
    <w:rsid w:val="00487891"/>
    <w:rsid w:val="004A120B"/>
    <w:rsid w:val="004A68E7"/>
    <w:rsid w:val="004A6AC6"/>
    <w:rsid w:val="004E27E5"/>
    <w:rsid w:val="004E6641"/>
    <w:rsid w:val="004F4E15"/>
    <w:rsid w:val="004F69FD"/>
    <w:rsid w:val="004F7894"/>
    <w:rsid w:val="00532F05"/>
    <w:rsid w:val="00533871"/>
    <w:rsid w:val="0054792B"/>
    <w:rsid w:val="00552628"/>
    <w:rsid w:val="0055737B"/>
    <w:rsid w:val="00557DFB"/>
    <w:rsid w:val="005617DA"/>
    <w:rsid w:val="00564C2F"/>
    <w:rsid w:val="00566F0D"/>
    <w:rsid w:val="005A02A9"/>
    <w:rsid w:val="005A5828"/>
    <w:rsid w:val="005A6C1C"/>
    <w:rsid w:val="005B14B7"/>
    <w:rsid w:val="005B4AA4"/>
    <w:rsid w:val="005C1452"/>
    <w:rsid w:val="005C4A79"/>
    <w:rsid w:val="005D39ED"/>
    <w:rsid w:val="005D4587"/>
    <w:rsid w:val="005E6CD7"/>
    <w:rsid w:val="005F7729"/>
    <w:rsid w:val="00615414"/>
    <w:rsid w:val="00624192"/>
    <w:rsid w:val="0063408D"/>
    <w:rsid w:val="0063465F"/>
    <w:rsid w:val="006428CC"/>
    <w:rsid w:val="006703A6"/>
    <w:rsid w:val="0067536E"/>
    <w:rsid w:val="00675D7E"/>
    <w:rsid w:val="00684EB1"/>
    <w:rsid w:val="006A7ACB"/>
    <w:rsid w:val="006B06AA"/>
    <w:rsid w:val="006B61E5"/>
    <w:rsid w:val="006C0FEB"/>
    <w:rsid w:val="007022C4"/>
    <w:rsid w:val="00702B40"/>
    <w:rsid w:val="007073E6"/>
    <w:rsid w:val="0071595C"/>
    <w:rsid w:val="00727E80"/>
    <w:rsid w:val="007357BB"/>
    <w:rsid w:val="00735B24"/>
    <w:rsid w:val="00735DD0"/>
    <w:rsid w:val="00737DAB"/>
    <w:rsid w:val="00742E82"/>
    <w:rsid w:val="0074483D"/>
    <w:rsid w:val="0075458E"/>
    <w:rsid w:val="0076141C"/>
    <w:rsid w:val="0076543C"/>
    <w:rsid w:val="00776221"/>
    <w:rsid w:val="00781C6C"/>
    <w:rsid w:val="00782272"/>
    <w:rsid w:val="00783625"/>
    <w:rsid w:val="00785795"/>
    <w:rsid w:val="007A1121"/>
    <w:rsid w:val="007A4A58"/>
    <w:rsid w:val="007A5EF3"/>
    <w:rsid w:val="007B472D"/>
    <w:rsid w:val="007C6F34"/>
    <w:rsid w:val="007C7370"/>
    <w:rsid w:val="007E6381"/>
    <w:rsid w:val="007F4795"/>
    <w:rsid w:val="008057FF"/>
    <w:rsid w:val="00834CA6"/>
    <w:rsid w:val="00836FAB"/>
    <w:rsid w:val="00856F13"/>
    <w:rsid w:val="0086017A"/>
    <w:rsid w:val="0086026C"/>
    <w:rsid w:val="0086395E"/>
    <w:rsid w:val="00867EC8"/>
    <w:rsid w:val="00875901"/>
    <w:rsid w:val="008807C3"/>
    <w:rsid w:val="00880B5E"/>
    <w:rsid w:val="00883A49"/>
    <w:rsid w:val="00883F3B"/>
    <w:rsid w:val="00890EAB"/>
    <w:rsid w:val="008954E5"/>
    <w:rsid w:val="008957EA"/>
    <w:rsid w:val="008A26AD"/>
    <w:rsid w:val="008B7236"/>
    <w:rsid w:val="008C19A0"/>
    <w:rsid w:val="008C1C69"/>
    <w:rsid w:val="008C219A"/>
    <w:rsid w:val="008C31E8"/>
    <w:rsid w:val="008C350A"/>
    <w:rsid w:val="008C71D5"/>
    <w:rsid w:val="008E4E05"/>
    <w:rsid w:val="008F1B69"/>
    <w:rsid w:val="008F1EFD"/>
    <w:rsid w:val="00911BAC"/>
    <w:rsid w:val="0092704E"/>
    <w:rsid w:val="00927223"/>
    <w:rsid w:val="00931A0D"/>
    <w:rsid w:val="00937A69"/>
    <w:rsid w:val="00942EE5"/>
    <w:rsid w:val="0095108A"/>
    <w:rsid w:val="00973CCC"/>
    <w:rsid w:val="00990E78"/>
    <w:rsid w:val="00991877"/>
    <w:rsid w:val="00992D5A"/>
    <w:rsid w:val="009A176B"/>
    <w:rsid w:val="009B081F"/>
    <w:rsid w:val="009B1AB1"/>
    <w:rsid w:val="009C1081"/>
    <w:rsid w:val="009C2AAA"/>
    <w:rsid w:val="009D45D0"/>
    <w:rsid w:val="009D57A0"/>
    <w:rsid w:val="009E6455"/>
    <w:rsid w:val="009F58E8"/>
    <w:rsid w:val="00A02839"/>
    <w:rsid w:val="00A058F6"/>
    <w:rsid w:val="00A143BC"/>
    <w:rsid w:val="00A14F58"/>
    <w:rsid w:val="00A40049"/>
    <w:rsid w:val="00A55949"/>
    <w:rsid w:val="00A57227"/>
    <w:rsid w:val="00A65BB4"/>
    <w:rsid w:val="00A75EFD"/>
    <w:rsid w:val="00A853E3"/>
    <w:rsid w:val="00A8548D"/>
    <w:rsid w:val="00AA3DAA"/>
    <w:rsid w:val="00AB19E0"/>
    <w:rsid w:val="00AB5892"/>
    <w:rsid w:val="00AB68F3"/>
    <w:rsid w:val="00AC088C"/>
    <w:rsid w:val="00AC6280"/>
    <w:rsid w:val="00AD0837"/>
    <w:rsid w:val="00AD6A62"/>
    <w:rsid w:val="00AD72E8"/>
    <w:rsid w:val="00AE6801"/>
    <w:rsid w:val="00B0240E"/>
    <w:rsid w:val="00B10F9E"/>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0165"/>
    <w:rsid w:val="00BC34A0"/>
    <w:rsid w:val="00BD162E"/>
    <w:rsid w:val="00BF1137"/>
    <w:rsid w:val="00BF642A"/>
    <w:rsid w:val="00BF6467"/>
    <w:rsid w:val="00C02366"/>
    <w:rsid w:val="00C1397C"/>
    <w:rsid w:val="00C33230"/>
    <w:rsid w:val="00C33D53"/>
    <w:rsid w:val="00C4329B"/>
    <w:rsid w:val="00C5644B"/>
    <w:rsid w:val="00C569FE"/>
    <w:rsid w:val="00C60917"/>
    <w:rsid w:val="00C70864"/>
    <w:rsid w:val="00C712F3"/>
    <w:rsid w:val="00C87B18"/>
    <w:rsid w:val="00CA2D05"/>
    <w:rsid w:val="00CC7F0A"/>
    <w:rsid w:val="00CD1C7A"/>
    <w:rsid w:val="00CD48E7"/>
    <w:rsid w:val="00CE4FA7"/>
    <w:rsid w:val="00CE5B3B"/>
    <w:rsid w:val="00CF3AB8"/>
    <w:rsid w:val="00CF7F2C"/>
    <w:rsid w:val="00D03312"/>
    <w:rsid w:val="00D04FF2"/>
    <w:rsid w:val="00D056E5"/>
    <w:rsid w:val="00D072D2"/>
    <w:rsid w:val="00D511D0"/>
    <w:rsid w:val="00D51D98"/>
    <w:rsid w:val="00D62124"/>
    <w:rsid w:val="00D635B0"/>
    <w:rsid w:val="00D6798B"/>
    <w:rsid w:val="00D72E95"/>
    <w:rsid w:val="00D970BB"/>
    <w:rsid w:val="00DA0A83"/>
    <w:rsid w:val="00DA48FF"/>
    <w:rsid w:val="00DB1EDF"/>
    <w:rsid w:val="00DB2D40"/>
    <w:rsid w:val="00DB2F69"/>
    <w:rsid w:val="00DB6D58"/>
    <w:rsid w:val="00DE101E"/>
    <w:rsid w:val="00DE1FF6"/>
    <w:rsid w:val="00DE79E6"/>
    <w:rsid w:val="00E00156"/>
    <w:rsid w:val="00E1197F"/>
    <w:rsid w:val="00E121D5"/>
    <w:rsid w:val="00E15BC2"/>
    <w:rsid w:val="00E21821"/>
    <w:rsid w:val="00E24EAB"/>
    <w:rsid w:val="00E327CC"/>
    <w:rsid w:val="00E47113"/>
    <w:rsid w:val="00E55E6E"/>
    <w:rsid w:val="00E5732D"/>
    <w:rsid w:val="00E5769D"/>
    <w:rsid w:val="00E86F2A"/>
    <w:rsid w:val="00EB42E0"/>
    <w:rsid w:val="00EB7AEE"/>
    <w:rsid w:val="00ED279A"/>
    <w:rsid w:val="00ED523B"/>
    <w:rsid w:val="00ED5D77"/>
    <w:rsid w:val="00EE7568"/>
    <w:rsid w:val="00EF1139"/>
    <w:rsid w:val="00F03AC9"/>
    <w:rsid w:val="00F04974"/>
    <w:rsid w:val="00F176FA"/>
    <w:rsid w:val="00F24907"/>
    <w:rsid w:val="00F27101"/>
    <w:rsid w:val="00F32381"/>
    <w:rsid w:val="00F36F17"/>
    <w:rsid w:val="00F37FF6"/>
    <w:rsid w:val="00F40E87"/>
    <w:rsid w:val="00F41419"/>
    <w:rsid w:val="00F5604A"/>
    <w:rsid w:val="00F577E6"/>
    <w:rsid w:val="00F71711"/>
    <w:rsid w:val="00F73CD7"/>
    <w:rsid w:val="00F767B6"/>
    <w:rsid w:val="00F95438"/>
    <w:rsid w:val="00F956B2"/>
    <w:rsid w:val="00FC5094"/>
    <w:rsid w:val="00FC5F77"/>
    <w:rsid w:val="00FD3F46"/>
    <w:rsid w:val="00FD7967"/>
    <w:rsid w:val="00FE2284"/>
    <w:rsid w:val="00FE2E01"/>
    <w:rsid w:val="00FF447B"/>
    <w:rsid w:val="00FF739A"/>
    <w:rsid w:val="00FF76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50A"/>
    <w:rPr>
      <w:sz w:val="28"/>
      <w:lang w:eastAsia="en-US"/>
    </w:rPr>
  </w:style>
  <w:style w:type="paragraph" w:styleId="Heading1">
    <w:name w:val="heading 1"/>
    <w:basedOn w:val="Normal"/>
    <w:link w:val="Heading1Char"/>
    <w:uiPriority w:val="99"/>
    <w:qFormat/>
    <w:rsid w:val="00E15BC2"/>
    <w:pPr>
      <w:spacing w:before="100" w:beforeAutospacing="1" w:after="100" w:afterAutospacing="1"/>
      <w:outlineLvl w:val="0"/>
    </w:pPr>
    <w:rPr>
      <w:rFonts w:eastAsia="Times New Roman"/>
      <w:b/>
      <w:kern w:val="36"/>
      <w:sz w:val="4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5BC2"/>
    <w:rPr>
      <w:rFonts w:eastAsia="Times New Roman" w:cs="Times New Roman"/>
      <w:b/>
      <w:kern w:val="36"/>
      <w:sz w:val="48"/>
      <w:lang w:eastAsia="ru-RU"/>
    </w:rPr>
  </w:style>
  <w:style w:type="table" w:styleId="TableGrid">
    <w:name w:val="Table Grid"/>
    <w:basedOn w:val="TableNormal"/>
    <w:uiPriority w:val="99"/>
    <w:rsid w:val="008C35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ListParagraph">
    <w:name w:val="List Paragraph"/>
    <w:basedOn w:val="Normal"/>
    <w:uiPriority w:val="99"/>
    <w:qFormat/>
    <w:rsid w:val="008C350A"/>
    <w:pPr>
      <w:ind w:left="720"/>
      <w:contextualSpacing/>
    </w:pPr>
  </w:style>
  <w:style w:type="paragraph" w:styleId="NormalWeb">
    <w:name w:val="Normal (Web)"/>
    <w:aliases w:val="Обычный (Web)"/>
    <w:basedOn w:val="Normal"/>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Normal"/>
    <w:uiPriority w:val="99"/>
    <w:rsid w:val="00E15BC2"/>
    <w:pPr>
      <w:spacing w:before="100" w:beforeAutospacing="1" w:after="100" w:afterAutospacing="1"/>
    </w:pPr>
    <w:rPr>
      <w:rFonts w:eastAsia="Times New Roman"/>
      <w:sz w:val="24"/>
      <w:szCs w:val="24"/>
      <w:lang w:eastAsia="ru-RU"/>
    </w:rPr>
  </w:style>
  <w:style w:type="character" w:styleId="Strong">
    <w:name w:val="Strong"/>
    <w:basedOn w:val="DefaultParagraphFont"/>
    <w:uiPriority w:val="99"/>
    <w:qFormat/>
    <w:rsid w:val="00E15BC2"/>
    <w:rPr>
      <w:rFonts w:cs="Times New Roman"/>
      <w:b/>
    </w:rPr>
  </w:style>
  <w:style w:type="paragraph" w:styleId="NoSpacing">
    <w:name w:val="No Spacing"/>
    <w:uiPriority w:val="99"/>
    <w:qFormat/>
    <w:rsid w:val="00E55E6E"/>
    <w:rPr>
      <w:rFonts w:ascii="Calibri" w:eastAsia="Times New Roman" w:hAnsi="Calibri"/>
    </w:rPr>
  </w:style>
  <w:style w:type="paragraph" w:styleId="BalloonText">
    <w:name w:val="Balloon Text"/>
    <w:basedOn w:val="Normal"/>
    <w:link w:val="BalloonTextChar"/>
    <w:uiPriority w:val="99"/>
    <w:semiHidden/>
    <w:rsid w:val="0067536E"/>
    <w:rPr>
      <w:rFonts w:ascii="Tahoma" w:hAnsi="Tahoma"/>
      <w:sz w:val="16"/>
      <w:szCs w:val="20"/>
    </w:rPr>
  </w:style>
  <w:style w:type="character" w:customStyle="1" w:styleId="BalloonTextChar">
    <w:name w:val="Balloon Text Char"/>
    <w:basedOn w:val="DefaultParagraphFont"/>
    <w:link w:val="BalloonText"/>
    <w:uiPriority w:val="99"/>
    <w:semiHidden/>
    <w:locked/>
    <w:rsid w:val="0067536E"/>
    <w:rPr>
      <w:rFonts w:ascii="Tahoma" w:hAnsi="Tahoma" w:cs="Times New Roman"/>
      <w:sz w:val="16"/>
      <w:lang w:val="ru-RU" w:eastAsia="en-US"/>
    </w:rPr>
  </w:style>
</w:styles>
</file>

<file path=word/webSettings.xml><?xml version="1.0" encoding="utf-8"?>
<w:webSettings xmlns:r="http://schemas.openxmlformats.org/officeDocument/2006/relationships" xmlns:w="http://schemas.openxmlformats.org/wordprocessingml/2006/main">
  <w:divs>
    <w:div w:id="1446660426">
      <w:marLeft w:val="0"/>
      <w:marRight w:val="0"/>
      <w:marTop w:val="0"/>
      <w:marBottom w:val="0"/>
      <w:divBdr>
        <w:top w:val="none" w:sz="0" w:space="0" w:color="auto"/>
        <w:left w:val="none" w:sz="0" w:space="0" w:color="auto"/>
        <w:bottom w:val="none" w:sz="0" w:space="0" w:color="auto"/>
        <w:right w:val="none" w:sz="0" w:space="0" w:color="auto"/>
      </w:divBdr>
    </w:div>
    <w:div w:id="1446660427">
      <w:marLeft w:val="0"/>
      <w:marRight w:val="0"/>
      <w:marTop w:val="0"/>
      <w:marBottom w:val="0"/>
      <w:divBdr>
        <w:top w:val="none" w:sz="0" w:space="0" w:color="auto"/>
        <w:left w:val="none" w:sz="0" w:space="0" w:color="auto"/>
        <w:bottom w:val="none" w:sz="0" w:space="0" w:color="auto"/>
        <w:right w:val="none" w:sz="0" w:space="0" w:color="auto"/>
      </w:divBdr>
    </w:div>
    <w:div w:id="1446660428">
      <w:marLeft w:val="0"/>
      <w:marRight w:val="0"/>
      <w:marTop w:val="0"/>
      <w:marBottom w:val="0"/>
      <w:divBdr>
        <w:top w:val="none" w:sz="0" w:space="0" w:color="auto"/>
        <w:left w:val="none" w:sz="0" w:space="0" w:color="auto"/>
        <w:bottom w:val="none" w:sz="0" w:space="0" w:color="auto"/>
        <w:right w:val="none" w:sz="0" w:space="0" w:color="auto"/>
      </w:divBdr>
    </w:div>
    <w:div w:id="1446660429">
      <w:marLeft w:val="0"/>
      <w:marRight w:val="0"/>
      <w:marTop w:val="0"/>
      <w:marBottom w:val="0"/>
      <w:divBdr>
        <w:top w:val="none" w:sz="0" w:space="0" w:color="auto"/>
        <w:left w:val="none" w:sz="0" w:space="0" w:color="auto"/>
        <w:bottom w:val="none" w:sz="0" w:space="0" w:color="auto"/>
        <w:right w:val="none" w:sz="0" w:space="0" w:color="auto"/>
      </w:divBdr>
    </w:div>
    <w:div w:id="1446660430">
      <w:marLeft w:val="0"/>
      <w:marRight w:val="0"/>
      <w:marTop w:val="0"/>
      <w:marBottom w:val="0"/>
      <w:divBdr>
        <w:top w:val="none" w:sz="0" w:space="0" w:color="auto"/>
        <w:left w:val="none" w:sz="0" w:space="0" w:color="auto"/>
        <w:bottom w:val="none" w:sz="0" w:space="0" w:color="auto"/>
        <w:right w:val="none" w:sz="0" w:space="0" w:color="auto"/>
      </w:divBdr>
    </w:div>
    <w:div w:id="1446660431">
      <w:marLeft w:val="0"/>
      <w:marRight w:val="0"/>
      <w:marTop w:val="0"/>
      <w:marBottom w:val="0"/>
      <w:divBdr>
        <w:top w:val="none" w:sz="0" w:space="0" w:color="auto"/>
        <w:left w:val="none" w:sz="0" w:space="0" w:color="auto"/>
        <w:bottom w:val="none" w:sz="0" w:space="0" w:color="auto"/>
        <w:right w:val="none" w:sz="0" w:space="0" w:color="auto"/>
      </w:divBdr>
    </w:div>
    <w:div w:id="1446660432">
      <w:marLeft w:val="0"/>
      <w:marRight w:val="0"/>
      <w:marTop w:val="0"/>
      <w:marBottom w:val="0"/>
      <w:divBdr>
        <w:top w:val="none" w:sz="0" w:space="0" w:color="auto"/>
        <w:left w:val="none" w:sz="0" w:space="0" w:color="auto"/>
        <w:bottom w:val="none" w:sz="0" w:space="0" w:color="auto"/>
        <w:right w:val="none" w:sz="0" w:space="0" w:color="auto"/>
      </w:divBdr>
    </w:div>
    <w:div w:id="1446660433">
      <w:marLeft w:val="0"/>
      <w:marRight w:val="0"/>
      <w:marTop w:val="0"/>
      <w:marBottom w:val="0"/>
      <w:divBdr>
        <w:top w:val="none" w:sz="0" w:space="0" w:color="auto"/>
        <w:left w:val="none" w:sz="0" w:space="0" w:color="auto"/>
        <w:bottom w:val="none" w:sz="0" w:space="0" w:color="auto"/>
        <w:right w:val="none" w:sz="0" w:space="0" w:color="auto"/>
      </w:divBdr>
    </w:div>
    <w:div w:id="1446660434">
      <w:marLeft w:val="0"/>
      <w:marRight w:val="0"/>
      <w:marTop w:val="0"/>
      <w:marBottom w:val="0"/>
      <w:divBdr>
        <w:top w:val="none" w:sz="0" w:space="0" w:color="auto"/>
        <w:left w:val="none" w:sz="0" w:space="0" w:color="auto"/>
        <w:bottom w:val="none" w:sz="0" w:space="0" w:color="auto"/>
        <w:right w:val="none" w:sz="0" w:space="0" w:color="auto"/>
      </w:divBdr>
    </w:div>
    <w:div w:id="1446660435">
      <w:marLeft w:val="0"/>
      <w:marRight w:val="0"/>
      <w:marTop w:val="0"/>
      <w:marBottom w:val="0"/>
      <w:divBdr>
        <w:top w:val="none" w:sz="0" w:space="0" w:color="auto"/>
        <w:left w:val="none" w:sz="0" w:space="0" w:color="auto"/>
        <w:bottom w:val="none" w:sz="0" w:space="0" w:color="auto"/>
        <w:right w:val="none" w:sz="0" w:space="0" w:color="auto"/>
      </w:divBdr>
    </w:div>
    <w:div w:id="1446660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2071</TotalTime>
  <Pages>14</Pages>
  <Words>6044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Admin</cp:lastModifiedBy>
  <cp:revision>115</cp:revision>
  <cp:lastPrinted>2019-03-11T07:13:00Z</cp:lastPrinted>
  <dcterms:created xsi:type="dcterms:W3CDTF">2018-01-21T10:05:00Z</dcterms:created>
  <dcterms:modified xsi:type="dcterms:W3CDTF">2019-09-20T09:42:00Z</dcterms:modified>
</cp:coreProperties>
</file>