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742" w:rsidRDefault="00BD7742" w:rsidP="00A62E58">
      <w:pPr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 xml:space="preserve">                                                                                                 </w:t>
      </w:r>
    </w:p>
    <w:p w:rsidR="00BD7742" w:rsidRPr="00A62E58" w:rsidRDefault="00BD7742" w:rsidP="00A62E58">
      <w:pPr>
        <w:jc w:val="right"/>
        <w:rPr>
          <w:rFonts w:ascii="Times New Roman" w:hAnsi="Times New Roman" w:cs="Times New Roman"/>
          <w:color w:val="000000"/>
          <w:lang w:val="kk-KZ"/>
        </w:rPr>
      </w:pPr>
      <w:r w:rsidRPr="00A62E58">
        <w:rPr>
          <w:rFonts w:ascii="Times New Roman" w:hAnsi="Times New Roman" w:cs="Times New Roman"/>
          <w:color w:val="000000"/>
          <w:lang w:val="kk-KZ"/>
        </w:rPr>
        <w:t>Қосымша 7</w:t>
      </w:r>
    </w:p>
    <w:p w:rsidR="00BD7742" w:rsidRPr="005B4DB3" w:rsidRDefault="00BD7742" w:rsidP="005B4DB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Сатып алатын тауарлар мен қызмет тізбесі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>Азық-түлік</w:t>
      </w:r>
      <w:r w:rsidRPr="00704D73">
        <w:rPr>
          <w:rFonts w:ascii="Times New Roman" w:hAnsi="Times New Roman"/>
          <w:lang w:val="kk-KZ"/>
        </w:rPr>
        <w:t xml:space="preserve"> </w:t>
      </w: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сатып алу бойынша конкурсы</w:t>
      </w:r>
      <w:bookmarkStart w:id="0" w:name="_GoBack"/>
      <w:bookmarkEnd w:id="0"/>
    </w:p>
    <w:tbl>
      <w:tblPr>
        <w:tblW w:w="154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0"/>
        <w:gridCol w:w="2471"/>
        <w:gridCol w:w="1709"/>
        <w:gridCol w:w="990"/>
        <w:gridCol w:w="1100"/>
        <w:gridCol w:w="1087"/>
        <w:gridCol w:w="2693"/>
        <w:gridCol w:w="2375"/>
        <w:gridCol w:w="935"/>
        <w:gridCol w:w="1636"/>
      </w:tblGrid>
      <w:tr w:rsidR="00BD7742" w:rsidRPr="005B4DB3" w:rsidTr="004E0DCA">
        <w:tc>
          <w:tcPr>
            <w:tcW w:w="440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71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Тапсырыс беруші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9" w:type="dxa"/>
            <w:vAlign w:val="center"/>
          </w:tcPr>
          <w:p w:rsidR="00BD7742" w:rsidRPr="005B4DB3" w:rsidRDefault="00BD7742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Қызмет атауы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0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Өлшем бірлігі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00" w:type="dxa"/>
            <w:vAlign w:val="center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Саны, көлемі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87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жағдайлары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93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мерзімі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75" w:type="dxa"/>
            <w:vAlign w:val="center"/>
          </w:tcPr>
          <w:p w:rsidR="00BD7742" w:rsidRPr="005B4DB3" w:rsidRDefault="00BD7742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орны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35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Аванстық төлемі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6" w:type="dxa"/>
            <w:vAlign w:val="center"/>
          </w:tcPr>
          <w:p w:rsidR="00BD7742" w:rsidRPr="005B4DB3" w:rsidRDefault="00BD7742" w:rsidP="00704D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луға бөлінген сома  лот бойынша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теңге</w:t>
            </w:r>
          </w:p>
        </w:tc>
      </w:tr>
      <w:tr w:rsidR="00BD7742" w:rsidRPr="005B4DB3" w:rsidTr="004E0DCA">
        <w:tc>
          <w:tcPr>
            <w:tcW w:w="44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7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7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6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BD7742" w:rsidRPr="005B4DB3" w:rsidTr="004E0DCA">
        <w:trPr>
          <w:trHeight w:val="565"/>
        </w:trPr>
        <w:tc>
          <w:tcPr>
            <w:tcW w:w="44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ДСБ «Сәбилер үйі» КММ </w:t>
            </w:r>
          </w:p>
        </w:tc>
        <w:tc>
          <w:tcPr>
            <w:tcW w:w="1709" w:type="dxa"/>
          </w:tcPr>
          <w:p w:rsidR="00BD7742" w:rsidRPr="00F13FE7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Сүт</w:t>
            </w:r>
          </w:p>
        </w:tc>
        <w:tc>
          <w:tcPr>
            <w:tcW w:w="99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литр</w:t>
            </w:r>
          </w:p>
        </w:tc>
        <w:tc>
          <w:tcPr>
            <w:tcW w:w="1100" w:type="dxa"/>
          </w:tcPr>
          <w:p w:rsidR="00BD7742" w:rsidRPr="004E0DCA" w:rsidRDefault="00BD7742" w:rsidP="00704D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5070</w:t>
            </w:r>
          </w:p>
        </w:tc>
        <w:tc>
          <w:tcPr>
            <w:tcW w:w="1087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2693" w:type="dxa"/>
          </w:tcPr>
          <w:p w:rsidR="00BD7742" w:rsidRPr="00D93195" w:rsidRDefault="00BD7742" w:rsidP="00704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2019ж.01.02-2019ж.31.12.</w:t>
            </w:r>
          </w:p>
        </w:tc>
        <w:tc>
          <w:tcPr>
            <w:tcW w:w="237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93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636" w:type="dxa"/>
            <w:vAlign w:val="center"/>
          </w:tcPr>
          <w:p w:rsidR="00BD7742" w:rsidRPr="005B4DB3" w:rsidRDefault="00BD7742" w:rsidP="00663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963300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BD7742" w:rsidRPr="005B4DB3" w:rsidTr="004E0DCA">
        <w:tc>
          <w:tcPr>
            <w:tcW w:w="44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7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Барлығы:</w:t>
            </w:r>
          </w:p>
        </w:tc>
        <w:tc>
          <w:tcPr>
            <w:tcW w:w="1709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0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087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37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3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636" w:type="dxa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963300,00</w:t>
            </w:r>
          </w:p>
        </w:tc>
      </w:tr>
    </w:tbl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pPr w:leftFromText="180" w:rightFromText="180" w:vertAnchor="text" w:horzAnchor="margin" w:tblpY="125"/>
        <w:tblW w:w="7236" w:type="dxa"/>
        <w:tblCellSpacing w:w="0" w:type="auto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7236"/>
      </w:tblGrid>
      <w:tr w:rsidR="00BD7742" w:rsidRPr="005B4DB3" w:rsidTr="005966B7">
        <w:trPr>
          <w:trHeight w:val="23"/>
          <w:tblCellSpacing w:w="0" w:type="auto"/>
        </w:trPr>
        <w:tc>
          <w:tcPr>
            <w:tcW w:w="7236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742" w:rsidRPr="005B4DB3" w:rsidRDefault="00BD7742" w:rsidP="00ED78A2">
            <w:pPr>
              <w:spacing w:after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Тапсырыс беруші Л.М.Федотова</w:t>
            </w:r>
          </w:p>
          <w:p w:rsidR="00BD7742" w:rsidRPr="005B4DB3" w:rsidRDefault="00BD7742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BD7742" w:rsidRPr="005B4DB3" w:rsidRDefault="00BD7742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Датасы ________________</w:t>
            </w:r>
          </w:p>
          <w:p w:rsidR="00BD7742" w:rsidRPr="005B4DB3" w:rsidRDefault="00BD7742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М.О. </w:t>
            </w:r>
          </w:p>
          <w:p w:rsidR="00BD7742" w:rsidRPr="005B4DB3" w:rsidRDefault="00BD7742" w:rsidP="00ED7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7742" w:rsidRPr="005B4DB3" w:rsidRDefault="00BD7742" w:rsidP="00A62E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kk-KZ"/>
        </w:rPr>
        <w:t>Техникалық тапсырмада тауардың толық сипаттамасы көрсетіледі</w:t>
      </w: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966B7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966B7">
        <w:rPr>
          <w:rFonts w:ascii="Times New Roman" w:hAnsi="Times New Roman" w:cs="Times New Roman"/>
          <w:color w:val="000000"/>
          <w:sz w:val="24"/>
          <w:szCs w:val="24"/>
          <w:lang w:val="kk-KZ"/>
        </w:rPr>
        <w:t>Приложение 7</w:t>
      </w:r>
    </w:p>
    <w:p w:rsidR="00BD7742" w:rsidRPr="005966B7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966B7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046B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Перечень приобретаемых товаров и услуг</w:t>
      </w:r>
    </w:p>
    <w:p w:rsidR="00BD7742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14"/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по приобретению </w:t>
      </w:r>
      <w:bookmarkEnd w:id="1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продуктов питания</w:t>
      </w:r>
    </w:p>
    <w:p w:rsidR="00BD7742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D7742" w:rsidRPr="005B4DB3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1"/>
        <w:gridCol w:w="2199"/>
        <w:gridCol w:w="1843"/>
        <w:gridCol w:w="720"/>
        <w:gridCol w:w="1131"/>
        <w:gridCol w:w="1333"/>
        <w:gridCol w:w="1930"/>
        <w:gridCol w:w="2016"/>
        <w:gridCol w:w="1347"/>
        <w:gridCol w:w="2154"/>
      </w:tblGrid>
      <w:tr w:rsidR="00BD7742" w:rsidRPr="00E453DC" w:rsidTr="00D93195">
        <w:trPr>
          <w:trHeight w:val="1511"/>
        </w:trPr>
        <w:tc>
          <w:tcPr>
            <w:tcW w:w="461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D7742" w:rsidRPr="005B4DB3" w:rsidRDefault="00BD7742" w:rsidP="007D342E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5B4DB3">
              <w:rPr>
                <w:sz w:val="24"/>
                <w:szCs w:val="24"/>
              </w:rPr>
              <w:br/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заказчика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товара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20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1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Кол-во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33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поставки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0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поставки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16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поставки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47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 авансового платежа, %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54" w:type="dxa"/>
            <w:vAlign w:val="center"/>
          </w:tcPr>
          <w:p w:rsidR="00BD7742" w:rsidRPr="005B4DB3" w:rsidRDefault="00BD7742" w:rsidP="00704D7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Сумма, выделенная для приобретения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учета НДС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), тенге</w:t>
            </w:r>
          </w:p>
        </w:tc>
      </w:tr>
      <w:tr w:rsidR="00BD7742" w:rsidRPr="005B4DB3" w:rsidTr="004E0DCA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20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31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333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30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016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347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154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BD7742" w:rsidRPr="004E0DCA" w:rsidTr="004E0DCA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СКО»</w:t>
            </w:r>
          </w:p>
        </w:tc>
        <w:tc>
          <w:tcPr>
            <w:tcW w:w="1843" w:type="dxa"/>
            <w:vAlign w:val="center"/>
          </w:tcPr>
          <w:p w:rsidR="00BD7742" w:rsidRPr="00BF1A11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Молоко</w:t>
            </w:r>
          </w:p>
        </w:tc>
        <w:tc>
          <w:tcPr>
            <w:tcW w:w="720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литр</w:t>
            </w:r>
          </w:p>
        </w:tc>
        <w:tc>
          <w:tcPr>
            <w:tcW w:w="1131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5070</w:t>
            </w:r>
          </w:p>
        </w:tc>
        <w:tc>
          <w:tcPr>
            <w:tcW w:w="1333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1930" w:type="dxa"/>
            <w:vAlign w:val="center"/>
          </w:tcPr>
          <w:p w:rsidR="00BD7742" w:rsidRPr="00704D7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 01.02.2019г. до 31.12.2019г.</w:t>
            </w:r>
          </w:p>
        </w:tc>
        <w:tc>
          <w:tcPr>
            <w:tcW w:w="2016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СКО, г.Петропавловск, ул. М.Ауэзова 174А</w:t>
            </w:r>
          </w:p>
        </w:tc>
        <w:tc>
          <w:tcPr>
            <w:tcW w:w="1347" w:type="dxa"/>
            <w:vAlign w:val="center"/>
          </w:tcPr>
          <w:p w:rsidR="00BD7742" w:rsidRPr="004E0DCA" w:rsidRDefault="00BD7742" w:rsidP="004E0DCA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154" w:type="dxa"/>
            <w:vAlign w:val="center"/>
          </w:tcPr>
          <w:p w:rsidR="00BD7742" w:rsidRPr="004E0DCA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963300</w:t>
            </w:r>
            <w:r w:rsidRPr="004E0D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,00</w:t>
            </w:r>
          </w:p>
        </w:tc>
      </w:tr>
      <w:tr w:rsidR="00BD7742" w:rsidRPr="004E0DCA" w:rsidTr="00D93195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99" w:type="dxa"/>
          </w:tcPr>
          <w:p w:rsidR="00BD7742" w:rsidRPr="005B4DB3" w:rsidRDefault="00BD7742" w:rsidP="007D34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BD7742" w:rsidRPr="004E0DCA" w:rsidRDefault="00BD7742" w:rsidP="007D342E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33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6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</w:tcPr>
          <w:p w:rsidR="00BD7742" w:rsidRPr="005B4DB3" w:rsidRDefault="00BD7742" w:rsidP="00D931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963 300,00</w:t>
            </w:r>
          </w:p>
        </w:tc>
      </w:tr>
    </w:tbl>
    <w:p w:rsidR="00BD7742" w:rsidRPr="005B4DB3" w:rsidRDefault="00BD7742" w:rsidP="00046BCA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D7742" w:rsidRPr="004E0DCA" w:rsidRDefault="00BD7742" w:rsidP="00046BC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7371" w:type="dxa"/>
        <w:tblCellSpacing w:w="0" w:type="auto"/>
        <w:tblInd w:w="-127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7371"/>
      </w:tblGrid>
      <w:tr w:rsidR="00BD7742" w:rsidRPr="005B4DB3" w:rsidTr="005966B7">
        <w:trPr>
          <w:trHeight w:val="30"/>
          <w:tblCellSpacing w:w="0" w:type="auto"/>
        </w:trPr>
        <w:tc>
          <w:tcPr>
            <w:tcW w:w="7371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742" w:rsidRPr="005B4DB3" w:rsidRDefault="00BD7742" w:rsidP="00D064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D7742" w:rsidRPr="005B4DB3" w:rsidRDefault="00BD7742" w:rsidP="00D064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Заказчик: Главный врач Федотова Л. М.</w:t>
            </w:r>
          </w:p>
          <w:p w:rsidR="00BD7742" w:rsidRPr="005B4DB3" w:rsidRDefault="00BD7742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BD7742" w:rsidRPr="005B4DB3" w:rsidRDefault="00BD7742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 ________________</w:t>
            </w:r>
          </w:p>
          <w:p w:rsidR="00BD7742" w:rsidRPr="005B4DB3" w:rsidRDefault="00BD7742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М.П. </w:t>
            </w:r>
          </w:p>
          <w:p w:rsidR="00BD7742" w:rsidRPr="005B4DB3" w:rsidRDefault="00BD7742" w:rsidP="00046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D7742" w:rsidRPr="005B4DB3" w:rsidRDefault="00BD7742" w:rsidP="00D06435">
      <w:pPr>
        <w:spacing w:after="0"/>
        <w:rPr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sectPr w:rsidR="00BD7742" w:rsidRPr="005B4DB3" w:rsidSect="005B4DB3">
      <w:pgSz w:w="16838" w:h="11906" w:orient="landscape"/>
      <w:pgMar w:top="284" w:right="678" w:bottom="18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F577A"/>
    <w:multiLevelType w:val="hybridMultilevel"/>
    <w:tmpl w:val="5B589EB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6BCA"/>
    <w:rsid w:val="00034EF6"/>
    <w:rsid w:val="00046BCA"/>
    <w:rsid w:val="000C0FD7"/>
    <w:rsid w:val="000C3404"/>
    <w:rsid w:val="00111BA0"/>
    <w:rsid w:val="001D616E"/>
    <w:rsid w:val="001E10B3"/>
    <w:rsid w:val="00283CD4"/>
    <w:rsid w:val="00293179"/>
    <w:rsid w:val="003B1378"/>
    <w:rsid w:val="003E3A31"/>
    <w:rsid w:val="003F7A19"/>
    <w:rsid w:val="004969A0"/>
    <w:rsid w:val="004E0DCA"/>
    <w:rsid w:val="005208EE"/>
    <w:rsid w:val="005258D3"/>
    <w:rsid w:val="00550E5B"/>
    <w:rsid w:val="005966B7"/>
    <w:rsid w:val="005B2187"/>
    <w:rsid w:val="005B4DB3"/>
    <w:rsid w:val="0065456F"/>
    <w:rsid w:val="00663065"/>
    <w:rsid w:val="00704D73"/>
    <w:rsid w:val="007817C8"/>
    <w:rsid w:val="007B3986"/>
    <w:rsid w:val="007D342E"/>
    <w:rsid w:val="007F2B23"/>
    <w:rsid w:val="00877418"/>
    <w:rsid w:val="009152C3"/>
    <w:rsid w:val="009927CA"/>
    <w:rsid w:val="00A62E58"/>
    <w:rsid w:val="00AB6AE5"/>
    <w:rsid w:val="00AC4CB3"/>
    <w:rsid w:val="00BB6201"/>
    <w:rsid w:val="00BD03F6"/>
    <w:rsid w:val="00BD7742"/>
    <w:rsid w:val="00BF1A11"/>
    <w:rsid w:val="00C563B6"/>
    <w:rsid w:val="00CE2C84"/>
    <w:rsid w:val="00D06435"/>
    <w:rsid w:val="00D55FAD"/>
    <w:rsid w:val="00D93195"/>
    <w:rsid w:val="00DB7CB1"/>
    <w:rsid w:val="00E453DC"/>
    <w:rsid w:val="00EA2A56"/>
    <w:rsid w:val="00EB2851"/>
    <w:rsid w:val="00ED78A2"/>
    <w:rsid w:val="00F13FE7"/>
    <w:rsid w:val="00F362B3"/>
    <w:rsid w:val="00F96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BCA"/>
    <w:pPr>
      <w:spacing w:after="200" w:line="276" w:lineRule="auto"/>
    </w:pPr>
    <w:rPr>
      <w:rFonts w:ascii="Consolas" w:hAnsi="Consolas" w:cs="Consolas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E2C84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2C84"/>
    <w:rPr>
      <w:rFonts w:ascii="Cambria" w:hAnsi="Cambria" w:cs="Times New Roman"/>
      <w:b/>
      <w:color w:val="365F91"/>
      <w:sz w:val="28"/>
      <w:lang w:val="en-US"/>
    </w:rPr>
  </w:style>
  <w:style w:type="table" w:styleId="TableGrid">
    <w:name w:val="Table Grid"/>
    <w:basedOn w:val="TableNormal"/>
    <w:uiPriority w:val="99"/>
    <w:rsid w:val="00046BC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CE2C84"/>
    <w:rPr>
      <w:rFonts w:ascii="Consolas" w:hAnsi="Consolas" w:cs="Consola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135</TotalTime>
  <Pages>2</Pages>
  <Words>233</Words>
  <Characters>1331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19</cp:revision>
  <cp:lastPrinted>2019-01-08T06:42:00Z</cp:lastPrinted>
  <dcterms:created xsi:type="dcterms:W3CDTF">2018-07-10T06:49:00Z</dcterms:created>
  <dcterms:modified xsi:type="dcterms:W3CDTF">2019-01-08T07:44:00Z</dcterms:modified>
</cp:coreProperties>
</file>