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AF4" w:rsidRPr="00A54049" w:rsidRDefault="00807AF4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FF0000"/>
          <w:sz w:val="24"/>
          <w:szCs w:val="24"/>
          <w:lang w:val="kk-KZ"/>
        </w:rPr>
        <w:t>Сүт қоспасы</w:t>
      </w:r>
      <w:r w:rsidRPr="00A54049">
        <w:rPr>
          <w:rFonts w:ascii="Times New Roman" w:hAnsi="Times New Roman"/>
          <w:b/>
          <w:sz w:val="24"/>
          <w:szCs w:val="24"/>
        </w:rPr>
        <w:t xml:space="preserve"> сатып алу туралы</w:t>
      </w:r>
    </w:p>
    <w:p w:rsidR="00807AF4" w:rsidRPr="00A54049" w:rsidRDefault="00807AF4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807AF4" w:rsidRPr="00A54049" w:rsidRDefault="00807AF4" w:rsidP="00516B99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Pr="00050D04" w:rsidRDefault="00807AF4" w:rsidP="008728A2">
      <w:pPr>
        <w:pStyle w:val="NoSpacing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денсаулық сақтау басқармасы»  коммуналдық мемлекеттік мекемесінің «Сәбилер үйі», </w:t>
      </w:r>
      <w:r w:rsidRPr="00145F99">
        <w:rPr>
          <w:rFonts w:ascii="Times New Roman" w:hAnsi="Times New Roman"/>
          <w:color w:val="FF0000"/>
          <w:sz w:val="24"/>
          <w:szCs w:val="24"/>
          <w:lang w:val="kk-KZ"/>
        </w:rPr>
        <w:t>сүт қоспасы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050D04">
        <w:rPr>
          <w:rFonts w:ascii="Times New Roman" w:hAnsi="Times New Roman"/>
          <w:sz w:val="24"/>
          <w:szCs w:val="24"/>
          <w:lang w:val="kk-KZ"/>
        </w:rPr>
        <w:t>сатып алу бойынша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050D04">
        <w:rPr>
          <w:rFonts w:ascii="Times New Roman" w:hAnsi="Times New Roman"/>
          <w:sz w:val="24"/>
          <w:szCs w:val="24"/>
          <w:lang w:val="kk-KZ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050D04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хабарлайды.</w:t>
      </w:r>
    </w:p>
    <w:p w:rsidR="00807AF4" w:rsidRPr="00A54049" w:rsidRDefault="00807AF4" w:rsidP="008728A2">
      <w:pPr>
        <w:pStyle w:val="NoSpacing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670E46">
        <w:rPr>
          <w:rFonts w:ascii="Times New Roman" w:hAnsi="Times New Roman"/>
          <w:sz w:val="24"/>
          <w:szCs w:val="24"/>
          <w:lang w:val="kk-KZ"/>
        </w:rPr>
        <w:t>С</w:t>
      </w:r>
      <w:r w:rsidRPr="00A54049">
        <w:rPr>
          <w:rFonts w:ascii="Times New Roman" w:hAnsi="Times New Roman"/>
          <w:sz w:val="24"/>
          <w:szCs w:val="24"/>
          <w:lang w:val="kk-KZ"/>
        </w:rPr>
        <w:t>атып алу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– </w:t>
      </w:r>
      <w:smartTag w:uri="urn:schemas-microsoft-com:office:smarttags" w:element="metricconverter">
        <w:smartTagPr>
          <w:attr w:name="ProductID" w:val="48 кг"/>
        </w:smartTagPr>
        <w:r>
          <w:rPr>
            <w:rFonts w:ascii="Times New Roman" w:hAnsi="Times New Roman"/>
            <w:sz w:val="24"/>
            <w:szCs w:val="24"/>
            <w:lang w:val="kk-KZ"/>
          </w:rPr>
          <w:t>48 кг</w:t>
        </w:r>
      </w:smartTag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Тауар СҚО, Петропавл қаласы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Ауезов көшесі</w:t>
      </w:r>
      <w:r>
        <w:rPr>
          <w:rFonts w:ascii="Times New Roman" w:hAnsi="Times New Roman"/>
          <w:sz w:val="24"/>
          <w:szCs w:val="24"/>
          <w:lang w:val="kk-KZ"/>
        </w:rPr>
        <w:t>, 1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74А мекен жайы бойынша көрсетіледі. Бөлінген қаражат </w:t>
      </w:r>
      <w:r w:rsidRPr="00AF58E5">
        <w:rPr>
          <w:rFonts w:ascii="Times New Roman" w:hAnsi="Times New Roman"/>
          <w:color w:val="FF0000"/>
          <w:sz w:val="24"/>
          <w:szCs w:val="24"/>
          <w:lang w:val="kk-KZ"/>
        </w:rPr>
        <w:t>207 293,76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(Екі жүз жеті мың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екі жүз тоқсан үш 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теңге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жетпіс алты</w:t>
      </w:r>
      <w:r w:rsidRPr="00604F44">
        <w:rPr>
          <w:rFonts w:ascii="Times New Roman" w:hAnsi="Times New Roman"/>
          <w:color w:val="FF0000"/>
          <w:sz w:val="24"/>
          <w:szCs w:val="24"/>
          <w:lang w:val="kk-KZ"/>
        </w:rPr>
        <w:t xml:space="preserve"> тиын).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2019 ж. 15</w:t>
      </w:r>
      <w:r w:rsidRPr="00670E46">
        <w:rPr>
          <w:rFonts w:ascii="Times New Roman" w:hAnsi="Times New Roman"/>
          <w:color w:val="FF0000"/>
          <w:sz w:val="24"/>
          <w:szCs w:val="24"/>
          <w:lang w:val="kk-KZ"/>
        </w:rPr>
        <w:t xml:space="preserve">.11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дейін.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Конкурстық құжаттамалар көшірмелерін 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жылдың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Pr="00210FA3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6F1471">
        <w:rPr>
          <w:rFonts w:ascii="Times New Roman" w:hAnsi="Times New Roman"/>
          <w:color w:val="FF0000"/>
          <w:sz w:val="24"/>
          <w:szCs w:val="24"/>
          <w:lang w:val="kk-KZ"/>
        </w:rPr>
        <w:t xml:space="preserve">сағат 9.30 </w:t>
      </w:r>
      <w:r>
        <w:rPr>
          <w:rFonts w:ascii="Times New Roman" w:hAnsi="Times New Roman"/>
          <w:sz w:val="24"/>
          <w:szCs w:val="24"/>
          <w:lang w:val="kk-KZ"/>
        </w:rPr>
        <w:t>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</w:t>
      </w:r>
      <w:r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174А «Бухгалтерия» кабинеті сағат 9.00-ден сағат 18.00 дейін немесе domrebenka.sko.kz. ресурстарынан алуға болады.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 (жіберіледі).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сағат 10.00-ға дейін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2019 жылғы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bookmarkStart w:id="0" w:name="_GoBack"/>
      <w:bookmarkEnd w:id="0"/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>қ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азан</w:t>
      </w:r>
      <w:r w:rsidRPr="001A4238">
        <w:rPr>
          <w:rFonts w:ascii="Times New Roman" w:hAnsi="Times New Roman"/>
          <w:color w:val="FF0000"/>
          <w:sz w:val="24"/>
          <w:szCs w:val="24"/>
          <w:lang w:val="kk-KZ"/>
        </w:rPr>
        <w:t xml:space="preserve"> күні сағат 11:00 ашылады</w:t>
      </w:r>
      <w:r w:rsidRPr="00A54049">
        <w:rPr>
          <w:rFonts w:ascii="Times New Roman" w:hAnsi="Times New Roman"/>
          <w:sz w:val="24"/>
          <w:szCs w:val="24"/>
          <w:lang w:val="kk-KZ"/>
        </w:rPr>
        <w:t>.</w:t>
      </w:r>
    </w:p>
    <w:p w:rsidR="00807AF4" w:rsidRPr="00A54049" w:rsidRDefault="00807AF4" w:rsidP="008728A2">
      <w:pPr>
        <w:pStyle w:val="NoSpacing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807AF4" w:rsidRPr="00A54049" w:rsidRDefault="00807AF4" w:rsidP="00516B99">
      <w:pPr>
        <w:rPr>
          <w:rFonts w:ascii="Times New Roman" w:hAnsi="Times New Roman"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07AF4" w:rsidRPr="00FE5502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807AF4" w:rsidRDefault="00807AF4" w:rsidP="009778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07AF4" w:rsidRDefault="00807AF4" w:rsidP="00977859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807AF4" w:rsidRPr="00A54049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ОБЪЯВЛЕНИЕ</w:t>
      </w:r>
    </w:p>
    <w:p w:rsidR="00807AF4" w:rsidRPr="00A54049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о</w:t>
      </w:r>
      <w:r w:rsidRPr="00A54049">
        <w:rPr>
          <w:rFonts w:ascii="Times New Roman" w:hAnsi="Times New Roman"/>
          <w:b/>
          <w:sz w:val="24"/>
          <w:szCs w:val="24"/>
        </w:rPr>
        <w:t xml:space="preserve"> закупе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молочной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D35C1A">
        <w:rPr>
          <w:rFonts w:ascii="Times New Roman" w:hAnsi="Times New Roman"/>
          <w:b/>
          <w:color w:val="FF0000"/>
          <w:sz w:val="24"/>
          <w:szCs w:val="24"/>
        </w:rPr>
        <w:t>смеси</w:t>
      </w:r>
    </w:p>
    <w:p w:rsidR="00807AF4" w:rsidRPr="00A54049" w:rsidRDefault="00807AF4" w:rsidP="00161BD2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807AF4" w:rsidRPr="00CF0250" w:rsidRDefault="00807AF4" w:rsidP="00B526A7">
      <w:pPr>
        <w:pStyle w:val="NoSpacing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КГУ «Дом ребенка» КГУ «УЗ акимата СКО», находящееся по адресу</w:t>
      </w:r>
      <w:r>
        <w:rPr>
          <w:rFonts w:ascii="Times New Roman" w:hAnsi="Times New Roman"/>
          <w:sz w:val="24"/>
          <w:szCs w:val="24"/>
        </w:rPr>
        <w:t xml:space="preserve">: </w:t>
      </w:r>
      <w:r w:rsidRPr="00A54049">
        <w:rPr>
          <w:rFonts w:ascii="Times New Roman" w:hAnsi="Times New Roman"/>
          <w:sz w:val="24"/>
          <w:szCs w:val="24"/>
        </w:rPr>
        <w:t xml:space="preserve">СКО,               г. Петропавловск, ул. Ауэзова 174А, объявляет о проведении конкурса по выбору поставщика </w:t>
      </w:r>
      <w:r>
        <w:rPr>
          <w:rFonts w:ascii="Times New Roman" w:hAnsi="Times New Roman"/>
          <w:color w:val="FF0000"/>
          <w:sz w:val="24"/>
          <w:szCs w:val="24"/>
        </w:rPr>
        <w:t>молочной смеси</w:t>
      </w:r>
      <w:r w:rsidRPr="00CF0250">
        <w:rPr>
          <w:rFonts w:ascii="Times New Roman" w:hAnsi="Times New Roman"/>
          <w:color w:val="FF0000"/>
          <w:sz w:val="24"/>
          <w:szCs w:val="24"/>
        </w:rPr>
        <w:t>.</w:t>
      </w:r>
    </w:p>
    <w:p w:rsidR="00807AF4" w:rsidRPr="00A54049" w:rsidRDefault="00807AF4" w:rsidP="00213050">
      <w:pPr>
        <w:pStyle w:val="NoSpacing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в количестве </w:t>
      </w:r>
      <w:smartTag w:uri="urn:schemas-microsoft-com:office:smarttags" w:element="metricconverter">
        <w:smartTagPr>
          <w:attr w:name="ProductID" w:val="48 кг"/>
        </w:smartTagPr>
        <w:r>
          <w:rPr>
            <w:rFonts w:ascii="Times New Roman" w:hAnsi="Times New Roman"/>
            <w:sz w:val="24"/>
            <w:szCs w:val="24"/>
          </w:rPr>
          <w:t>48 кг</w:t>
        </w:r>
      </w:smartTag>
      <w:r>
        <w:rPr>
          <w:rFonts w:ascii="Times New Roman" w:hAnsi="Times New Roman"/>
          <w:sz w:val="24"/>
          <w:szCs w:val="24"/>
        </w:rPr>
        <w:t>.</w:t>
      </w:r>
      <w:r w:rsidRPr="00A54049">
        <w:rPr>
          <w:rFonts w:ascii="Times New Roman" w:hAnsi="Times New Roman"/>
          <w:sz w:val="24"/>
          <w:szCs w:val="24"/>
        </w:rPr>
        <w:t xml:space="preserve"> </w:t>
      </w:r>
    </w:p>
    <w:p w:rsidR="00807AF4" w:rsidRPr="00CF0250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Товар поставляется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54049">
        <w:rPr>
          <w:rFonts w:ascii="Times New Roman" w:hAnsi="Times New Roman"/>
          <w:sz w:val="24"/>
          <w:szCs w:val="24"/>
        </w:rPr>
        <w:t xml:space="preserve">174А.  Выделенная сумма на приобретение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207 293,76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 (</w:t>
      </w:r>
      <w:r w:rsidRPr="00CF0250">
        <w:rPr>
          <w:rFonts w:ascii="Times New Roman" w:hAnsi="Times New Roman"/>
          <w:color w:val="FF0000"/>
          <w:sz w:val="24"/>
          <w:szCs w:val="24"/>
          <w:lang w:val="kk-KZ"/>
        </w:rPr>
        <w:t xml:space="preserve">Двести семь тысяч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 xml:space="preserve">двести девяносто три </w:t>
      </w:r>
      <w:r w:rsidRPr="00CF0250">
        <w:rPr>
          <w:rFonts w:ascii="Times New Roman" w:hAnsi="Times New Roman"/>
          <w:color w:val="FF0000"/>
          <w:sz w:val="24"/>
          <w:szCs w:val="24"/>
        </w:rPr>
        <w:t xml:space="preserve">тенге </w:t>
      </w:r>
      <w:r>
        <w:rPr>
          <w:rFonts w:ascii="Times New Roman" w:hAnsi="Times New Roman"/>
          <w:color w:val="FF0000"/>
          <w:sz w:val="24"/>
          <w:szCs w:val="24"/>
        </w:rPr>
        <w:t xml:space="preserve">семьдесят шесть </w:t>
      </w:r>
      <w:r w:rsidRPr="00CF0250">
        <w:rPr>
          <w:rFonts w:ascii="Times New Roman" w:hAnsi="Times New Roman"/>
          <w:color w:val="FF0000"/>
          <w:sz w:val="24"/>
          <w:szCs w:val="24"/>
        </w:rPr>
        <w:t>тиын)</w:t>
      </w:r>
      <w:r w:rsidRPr="00CF0250">
        <w:rPr>
          <w:rFonts w:ascii="Times New Roman" w:hAnsi="Times New Roman"/>
          <w:sz w:val="24"/>
          <w:szCs w:val="24"/>
        </w:rPr>
        <w:t>.</w:t>
      </w:r>
    </w:p>
    <w:p w:rsidR="00807AF4" w:rsidRPr="00A54049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670E46">
        <w:rPr>
          <w:rFonts w:ascii="Times New Roman" w:hAnsi="Times New Roman"/>
          <w:color w:val="FF0000"/>
          <w:sz w:val="24"/>
          <w:szCs w:val="24"/>
        </w:rPr>
        <w:t>15.11.</w:t>
      </w:r>
      <w:r w:rsidRPr="00A54049">
        <w:rPr>
          <w:rFonts w:ascii="Times New Roman" w:hAnsi="Times New Roman"/>
          <w:color w:val="FF0000"/>
          <w:sz w:val="24"/>
          <w:szCs w:val="24"/>
        </w:rPr>
        <w:t>2019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</w:rPr>
        <w:t>г.</w:t>
      </w:r>
    </w:p>
    <w:p w:rsidR="00807AF4" w:rsidRPr="00A54049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807AF4" w:rsidRPr="00A54049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</w:t>
      </w:r>
      <w:r>
        <w:rPr>
          <w:rFonts w:ascii="Times New Roman" w:hAnsi="Times New Roman"/>
          <w:color w:val="FF0000"/>
          <w:sz w:val="24"/>
          <w:szCs w:val="24"/>
        </w:rPr>
        <w:t>09 октября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2019 года 9:30</w:t>
      </w:r>
      <w:r w:rsidRPr="00A54049">
        <w:rPr>
          <w:rFonts w:ascii="Times New Roman" w:hAnsi="Times New Roman"/>
          <w:sz w:val="24"/>
          <w:szCs w:val="24"/>
        </w:rPr>
        <w:t xml:space="preserve"> включительно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 174А, кабинет «Бухгалтерия» с 9:00 до 18:00 часов и/или на интернет ресурсе domrebenka.sko.kz. </w:t>
      </w:r>
    </w:p>
    <w:p w:rsidR="00807AF4" w:rsidRPr="00A54049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Конкурсные заявки на участие в конкурсе, запечатанные в конверты, пред</w:t>
      </w:r>
      <w:r>
        <w:rPr>
          <w:rFonts w:ascii="Times New Roman" w:hAnsi="Times New Roman"/>
          <w:sz w:val="24"/>
          <w:szCs w:val="24"/>
        </w:rPr>
        <w:t>о</w:t>
      </w:r>
      <w:r w:rsidRPr="00A54049">
        <w:rPr>
          <w:rFonts w:ascii="Times New Roman" w:hAnsi="Times New Roman"/>
          <w:sz w:val="24"/>
          <w:szCs w:val="24"/>
        </w:rPr>
        <w:t>ставляются (направляются) потенциальными поставщиками в КГУ «Дом ребенка» КГУ «УЗ акимата СКО» по адресу</w:t>
      </w:r>
      <w:r>
        <w:rPr>
          <w:rFonts w:ascii="Times New Roman" w:hAnsi="Times New Roman"/>
          <w:sz w:val="24"/>
          <w:szCs w:val="24"/>
        </w:rPr>
        <w:t>:</w:t>
      </w:r>
      <w:r w:rsidRPr="00A54049">
        <w:rPr>
          <w:rFonts w:ascii="Times New Roman" w:hAnsi="Times New Roman"/>
          <w:sz w:val="24"/>
          <w:szCs w:val="24"/>
        </w:rPr>
        <w:t xml:space="preserve"> СКО, г. Петропавловск, ул. Ауэзова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807AF4" w:rsidRPr="008F12ED" w:rsidRDefault="00807AF4" w:rsidP="00161BD2">
      <w:pPr>
        <w:pStyle w:val="NoSpacing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до 10.00 часов </w:t>
      </w:r>
      <w:r>
        <w:rPr>
          <w:rFonts w:ascii="Times New Roman" w:hAnsi="Times New Roman"/>
          <w:color w:val="FF0000"/>
          <w:sz w:val="24"/>
          <w:szCs w:val="24"/>
        </w:rPr>
        <w:t>09 октября</w:t>
      </w:r>
      <w:r w:rsidRPr="008F12ED">
        <w:rPr>
          <w:rFonts w:ascii="Times New Roman" w:hAnsi="Times New Roman"/>
          <w:color w:val="FF0000"/>
          <w:sz w:val="24"/>
          <w:szCs w:val="24"/>
        </w:rPr>
        <w:t xml:space="preserve"> 2019 года. </w:t>
      </w:r>
    </w:p>
    <w:p w:rsidR="00807AF4" w:rsidRPr="00A54049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r>
        <w:rPr>
          <w:rFonts w:ascii="Times New Roman" w:hAnsi="Times New Roman"/>
          <w:sz w:val="24"/>
          <w:szCs w:val="24"/>
        </w:rPr>
        <w:t>г</w:t>
      </w:r>
      <w:r w:rsidRPr="00A5404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>Петропавловск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ул. Ауэзова</w:t>
      </w:r>
      <w:r>
        <w:rPr>
          <w:rFonts w:ascii="Times New Roman" w:hAnsi="Times New Roman"/>
          <w:sz w:val="24"/>
          <w:szCs w:val="24"/>
        </w:rPr>
        <w:t>,</w:t>
      </w:r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</w:t>
      </w:r>
      <w:r w:rsidRPr="00473066">
        <w:rPr>
          <w:rFonts w:ascii="Times New Roman" w:hAnsi="Times New Roman"/>
          <w:color w:val="FF0000"/>
          <w:sz w:val="24"/>
          <w:szCs w:val="24"/>
          <w:lang w:val="kk-KZ"/>
        </w:rPr>
        <w:t xml:space="preserve">в 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11.00 часов </w:t>
      </w:r>
      <w:r>
        <w:rPr>
          <w:rFonts w:ascii="Times New Roman" w:hAnsi="Times New Roman"/>
          <w:color w:val="FF0000"/>
          <w:sz w:val="24"/>
          <w:szCs w:val="24"/>
        </w:rPr>
        <w:t>09 октября</w:t>
      </w:r>
      <w:r w:rsidRPr="00473066">
        <w:rPr>
          <w:rFonts w:ascii="Times New Roman" w:hAnsi="Times New Roman"/>
          <w:color w:val="FF0000"/>
          <w:sz w:val="24"/>
          <w:szCs w:val="24"/>
        </w:rPr>
        <w:t xml:space="preserve"> 2019 года. </w:t>
      </w:r>
    </w:p>
    <w:p w:rsidR="00807AF4" w:rsidRPr="00A54049" w:rsidRDefault="00807AF4" w:rsidP="00161BD2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4049">
        <w:rPr>
          <w:rFonts w:ascii="Times New Roman" w:hAnsi="Times New Roman"/>
          <w:sz w:val="24"/>
          <w:szCs w:val="24"/>
        </w:rPr>
        <w:t xml:space="preserve">46-97-27. </w:t>
      </w:r>
    </w:p>
    <w:p w:rsidR="00807AF4" w:rsidRPr="00A54049" w:rsidRDefault="00807AF4" w:rsidP="00161BD2">
      <w:pPr>
        <w:pStyle w:val="NoSpacing"/>
        <w:ind w:firstLine="567"/>
        <w:rPr>
          <w:rFonts w:ascii="Times New Roman" w:hAnsi="Times New Roman"/>
          <w:sz w:val="24"/>
          <w:szCs w:val="24"/>
        </w:rPr>
      </w:pPr>
    </w:p>
    <w:p w:rsidR="00807AF4" w:rsidRPr="00A54049" w:rsidRDefault="00807AF4">
      <w:pPr>
        <w:rPr>
          <w:sz w:val="24"/>
          <w:szCs w:val="24"/>
        </w:rPr>
      </w:pPr>
    </w:p>
    <w:sectPr w:rsidR="00807AF4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BD2"/>
    <w:rsid w:val="00025A90"/>
    <w:rsid w:val="00037DEA"/>
    <w:rsid w:val="00050D04"/>
    <w:rsid w:val="000908B7"/>
    <w:rsid w:val="001439AE"/>
    <w:rsid w:val="00145F99"/>
    <w:rsid w:val="00161BD2"/>
    <w:rsid w:val="001A4238"/>
    <w:rsid w:val="00210FA3"/>
    <w:rsid w:val="00213050"/>
    <w:rsid w:val="00240F88"/>
    <w:rsid w:val="0027653A"/>
    <w:rsid w:val="0029665A"/>
    <w:rsid w:val="002B0286"/>
    <w:rsid w:val="002C40A3"/>
    <w:rsid w:val="002D3BDB"/>
    <w:rsid w:val="002F0A76"/>
    <w:rsid w:val="00325259"/>
    <w:rsid w:val="003863EB"/>
    <w:rsid w:val="003C040F"/>
    <w:rsid w:val="003C3336"/>
    <w:rsid w:val="0044470D"/>
    <w:rsid w:val="00457689"/>
    <w:rsid w:val="00461FBF"/>
    <w:rsid w:val="004729A7"/>
    <w:rsid w:val="00473066"/>
    <w:rsid w:val="00473B98"/>
    <w:rsid w:val="00482F65"/>
    <w:rsid w:val="004971A6"/>
    <w:rsid w:val="004B0F82"/>
    <w:rsid w:val="004E30F6"/>
    <w:rsid w:val="00505FD6"/>
    <w:rsid w:val="00516B99"/>
    <w:rsid w:val="00530207"/>
    <w:rsid w:val="00536801"/>
    <w:rsid w:val="0057076A"/>
    <w:rsid w:val="005C34F3"/>
    <w:rsid w:val="005C4DA0"/>
    <w:rsid w:val="005F1B55"/>
    <w:rsid w:val="0060012F"/>
    <w:rsid w:val="00604F44"/>
    <w:rsid w:val="00670E46"/>
    <w:rsid w:val="006A5751"/>
    <w:rsid w:val="006C0D96"/>
    <w:rsid w:val="006D4F42"/>
    <w:rsid w:val="006E09EE"/>
    <w:rsid w:val="006F1471"/>
    <w:rsid w:val="00766E25"/>
    <w:rsid w:val="00783401"/>
    <w:rsid w:val="007A4CB0"/>
    <w:rsid w:val="007D684D"/>
    <w:rsid w:val="007F11DE"/>
    <w:rsid w:val="00807AF4"/>
    <w:rsid w:val="00812647"/>
    <w:rsid w:val="00836DB0"/>
    <w:rsid w:val="00856C0F"/>
    <w:rsid w:val="008728A2"/>
    <w:rsid w:val="00892412"/>
    <w:rsid w:val="008D0B09"/>
    <w:rsid w:val="008F12ED"/>
    <w:rsid w:val="00907736"/>
    <w:rsid w:val="0092180D"/>
    <w:rsid w:val="00927C44"/>
    <w:rsid w:val="00977859"/>
    <w:rsid w:val="00990C03"/>
    <w:rsid w:val="00A14D96"/>
    <w:rsid w:val="00A32610"/>
    <w:rsid w:val="00A50902"/>
    <w:rsid w:val="00A54049"/>
    <w:rsid w:val="00A579DD"/>
    <w:rsid w:val="00A61873"/>
    <w:rsid w:val="00AD59E5"/>
    <w:rsid w:val="00AE4BE0"/>
    <w:rsid w:val="00AF2BB5"/>
    <w:rsid w:val="00AF31E3"/>
    <w:rsid w:val="00AF58E5"/>
    <w:rsid w:val="00B12D3A"/>
    <w:rsid w:val="00B32365"/>
    <w:rsid w:val="00B374BD"/>
    <w:rsid w:val="00B526A7"/>
    <w:rsid w:val="00B802A3"/>
    <w:rsid w:val="00BB2D65"/>
    <w:rsid w:val="00BC7B6D"/>
    <w:rsid w:val="00BE600A"/>
    <w:rsid w:val="00C45AFC"/>
    <w:rsid w:val="00C62CB6"/>
    <w:rsid w:val="00CA6559"/>
    <w:rsid w:val="00CC1984"/>
    <w:rsid w:val="00CC4B9B"/>
    <w:rsid w:val="00CE2073"/>
    <w:rsid w:val="00CF0250"/>
    <w:rsid w:val="00D26EF5"/>
    <w:rsid w:val="00D35C1A"/>
    <w:rsid w:val="00D43F85"/>
    <w:rsid w:val="00D64FEA"/>
    <w:rsid w:val="00D65859"/>
    <w:rsid w:val="00DB1B72"/>
    <w:rsid w:val="00DC1F9B"/>
    <w:rsid w:val="00DD7C4C"/>
    <w:rsid w:val="00DF6E90"/>
    <w:rsid w:val="00E9309F"/>
    <w:rsid w:val="00ED5273"/>
    <w:rsid w:val="00EE2ECC"/>
    <w:rsid w:val="00F204BD"/>
    <w:rsid w:val="00F3669C"/>
    <w:rsid w:val="00F376F3"/>
    <w:rsid w:val="00F56069"/>
    <w:rsid w:val="00F647B7"/>
    <w:rsid w:val="00F8171D"/>
    <w:rsid w:val="00F92AFA"/>
    <w:rsid w:val="00F96F78"/>
    <w:rsid w:val="00FA24B9"/>
    <w:rsid w:val="00FC4029"/>
    <w:rsid w:val="00FC74B0"/>
    <w:rsid w:val="00FE1C59"/>
    <w:rsid w:val="00FE5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1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161BD2"/>
    <w:rPr>
      <w:lang w:eastAsia="en-US"/>
    </w:rPr>
  </w:style>
  <w:style w:type="character" w:styleId="Hyperlink">
    <w:name w:val="Hyperlink"/>
    <w:basedOn w:val="DefaultParagraphFont"/>
    <w:uiPriority w:val="99"/>
    <w:rsid w:val="00516B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76</TotalTime>
  <Pages>2</Pages>
  <Words>427</Words>
  <Characters>2440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22</cp:revision>
  <cp:lastPrinted>2019-09-24T03:55:00Z</cp:lastPrinted>
  <dcterms:created xsi:type="dcterms:W3CDTF">2019-09-20T10:42:00Z</dcterms:created>
  <dcterms:modified xsi:type="dcterms:W3CDTF">2019-10-02T09:40:00Z</dcterms:modified>
</cp:coreProperties>
</file>