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840" w:type="dxa"/>
        <w:tblCellMar>
          <w:left w:w="0" w:type="dxa"/>
          <w:right w:w="0" w:type="dxa"/>
        </w:tblCellMar>
        <w:tblLook w:val="00A0"/>
      </w:tblPr>
      <w:tblGrid>
        <w:gridCol w:w="16720"/>
        <w:gridCol w:w="1120"/>
      </w:tblGrid>
      <w:tr w:rsidR="009E79CB" w:rsidRPr="008770E4" w:rsidTr="00F264CF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tbl>
            <w:tblPr>
              <w:tblW w:w="1270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6663"/>
              <w:gridCol w:w="1329"/>
              <w:gridCol w:w="4708"/>
            </w:tblGrid>
            <w:tr w:rsidR="009E79CB" w:rsidRPr="008770E4" w:rsidTr="00F264CF">
              <w:trPr>
                <w:gridAfter w:val="1"/>
                <w:wAfter w:w="4708" w:type="dxa"/>
              </w:trPr>
              <w:tc>
                <w:tcPr>
                  <w:tcW w:w="79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Приложение 1</w:t>
                  </w:r>
                </w:p>
              </w:tc>
            </w:tr>
            <w:tr w:rsidR="009E79CB" w:rsidRPr="008770E4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к Типовой конкурсной</w:t>
                  </w:r>
                </w:p>
              </w:tc>
            </w:tr>
            <w:tr w:rsidR="009E79CB" w:rsidRPr="008770E4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документации по выбору</w:t>
                  </w:r>
                </w:p>
              </w:tc>
            </w:tr>
            <w:tr w:rsidR="009E79CB" w:rsidRPr="008770E4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поставщика товаров и услуг</w:t>
                  </w:r>
                </w:p>
              </w:tc>
            </w:tr>
            <w:tr w:rsidR="009E79CB" w:rsidRPr="008770E4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организаций, осуществляющих</w:t>
                  </w:r>
                </w:p>
              </w:tc>
            </w:tr>
            <w:tr w:rsidR="009E79CB" w:rsidRPr="008770E4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770E4" w:rsidRDefault="009E79CB" w:rsidP="00F264CF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770E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функции по защите прав ребенка</w:t>
                  </w:r>
                </w:p>
              </w:tc>
            </w:tr>
          </w:tbl>
          <w:p w:rsidR="009E79CB" w:rsidRPr="008770E4" w:rsidRDefault="009E79CB" w:rsidP="00F264CF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79CB" w:rsidRPr="008770E4" w:rsidTr="00F264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9E79CB" w:rsidRPr="008770E4" w:rsidRDefault="009E79CB" w:rsidP="00F264CF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9E79CB" w:rsidRPr="008770E4" w:rsidRDefault="009E79CB" w:rsidP="00F264CF">
            <w:pPr>
              <w:pStyle w:val="NoSpacing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770E4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форма</w:t>
            </w:r>
          </w:p>
        </w:tc>
      </w:tr>
    </w:tbl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Кому _____________________________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организатора конкурса)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1E1E1E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1E1E1E"/>
          <w:sz w:val="24"/>
          <w:szCs w:val="24"/>
          <w:lang w:eastAsia="ru-RU"/>
        </w:rPr>
        <w:t>Заявка на участие в конкурсе</w:t>
      </w:r>
      <w:r w:rsidRPr="005F29C6">
        <w:rPr>
          <w:rFonts w:ascii="Times New Roman" w:hAnsi="Times New Roman"/>
          <w:color w:val="1E1E1E"/>
          <w:sz w:val="24"/>
          <w:szCs w:val="24"/>
          <w:lang w:eastAsia="ru-RU"/>
        </w:rPr>
        <w:br/>
        <w:t>(для юридического лица)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От кого______________________________________________________________________________________________________________________________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потенциального поставщика)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1. Сведения о потенциальном поставщике, претендующем на участие в конкурсе: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1) юридический, почтовый адреса и контактные телефоны, потенциального поставщика;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3) фамилия, имя, отчество (при его наличии) первого руководителя юридического лица;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4) резидентство юридического лица.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2. __________________________________________________________________________________________________________________________________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конкурса)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3. ___________________________________________________________________________________________________________________________________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4" w:anchor="z6" w:history="1">
        <w:r w:rsidRPr="005F29C6">
          <w:rPr>
            <w:rFonts w:ascii="Times New Roman" w:hAnsi="Times New Roman"/>
            <w:color w:val="073A5E"/>
            <w:spacing w:val="2"/>
            <w:sz w:val="24"/>
            <w:szCs w:val="24"/>
            <w:u w:val="single"/>
            <w:lang w:eastAsia="ru-RU"/>
          </w:rPr>
          <w:t>статьей 6</w:t>
        </w:r>
      </w:hyperlink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Закона Республики Казахстан от 4 декабря 2015 года "О государственных закупках".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4. __________________________________________________________________________________________________________________________________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необходимое)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5. Настоящая конкурсная заявка действует в течение ___ календарных дней.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6. В случае признания ____________________________________________________________________________________________________________________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юридического лица)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7. Заявка на участие в конкурсе выполняет роль обязательного договора между нами.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Дата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Подпись руководителя ______________________________________________________________________________________________________М.П. (при наличии)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фамилию, имя, отчество (при его наличии), должность)</w:t>
      </w: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9E79CB" w:rsidRPr="005F29C6" w:rsidRDefault="009E79CB" w:rsidP="005F29C6">
      <w:pPr>
        <w:pStyle w:val="NoSpacing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p w:rsidR="009E79CB" w:rsidRDefault="009E79CB">
      <w:pPr>
        <w:rPr>
          <w:rFonts w:ascii="Times New Roman" w:hAnsi="Times New Roman"/>
          <w:sz w:val="24"/>
          <w:szCs w:val="24"/>
        </w:rPr>
      </w:pPr>
    </w:p>
    <w:tbl>
      <w:tblPr>
        <w:tblW w:w="9975" w:type="dxa"/>
        <w:tblCellMar>
          <w:left w:w="0" w:type="dxa"/>
          <w:right w:w="0" w:type="dxa"/>
        </w:tblCellMar>
        <w:tblLook w:val="00A0"/>
      </w:tblPr>
      <w:tblGrid>
        <w:gridCol w:w="170"/>
        <w:gridCol w:w="9805"/>
      </w:tblGrid>
      <w:tr w:rsidR="009E79CB" w:rsidRPr="003F5C7F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1E445B" w:rsidRDefault="009E79CB" w:rsidP="005A1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3F5C7F" w:rsidRDefault="009E79CB" w:rsidP="005A1FA8">
            <w:pPr>
              <w:spacing w:after="360" w:line="285" w:lineRule="atLeast"/>
              <w:jc w:val="righ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Баланың құқықтарын қорғау жөніндегі функцияларды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                                                                          </w:t>
            </w:r>
            <w:r w:rsidRPr="003F5C7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жүзеге асыратын ұйымдардың тауарлары мен көрсетілетін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                                                      </w:t>
            </w:r>
            <w:r w:rsidRPr="003F5C7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қызметтерін жеткізушіні таңдау жөніндегі үлгілік конкурстық 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                                                      </w:t>
            </w:r>
            <w:r w:rsidRPr="003F5C7F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val="kk-KZ" w:eastAsia="ru-RU"/>
              </w:rPr>
              <w:t>құжаттамаға 1-қосымша</w:t>
            </w:r>
          </w:p>
        </w:tc>
      </w:tr>
      <w:tr w:rsidR="009E79CB" w:rsidRPr="002F17EA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3F5C7F" w:rsidRDefault="009E79CB" w:rsidP="005A1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1E445B" w:rsidRDefault="009E79CB" w:rsidP="005A1FA8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нысан </w:t>
            </w:r>
          </w:p>
        </w:tc>
      </w:tr>
      <w:tr w:rsidR="009E79CB" w:rsidRPr="002F17EA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1E445B" w:rsidRDefault="009E79CB" w:rsidP="005A1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1E445B" w:rsidRDefault="009E79CB" w:rsidP="005A1FA8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Кімге ______________________</w:t>
            </w:r>
          </w:p>
        </w:tc>
      </w:tr>
      <w:tr w:rsidR="009E79CB" w:rsidRPr="002F17EA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1E445B" w:rsidRDefault="009E79CB" w:rsidP="005A1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1E445B" w:rsidRDefault="009E79CB" w:rsidP="005A1FA8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(конкурсты ұйымдастырушының атауы)</w:t>
            </w:r>
          </w:p>
        </w:tc>
      </w:tr>
    </w:tbl>
    <w:p w:rsidR="009E79CB" w:rsidRPr="003F5C7F" w:rsidRDefault="009E79CB" w:rsidP="00BE0BAD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</w:pP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      Кімнен_______________________________________________________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(әлеуетті өнім берушінің тегі, аты, әкесінің аты (бар болса)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1. Конкурсқа қатысуға үміткер әлеуетті өнім беруші туралы мәліметтер: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1) Әлеуетті өнім берушінің заңды, пошталық мекенжайы және байланыс телефондары;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                                 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2) Заңды тұлғаның банктік деректемелері (БСН, БСК), сондай-ақ заңды тұлғаға қызмет көрсететін банктің немесе оның филиалының толық атауы мен мекенжайы;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3) заңды тұлғаның бірінші басшысының тегі, аты, әкесінің аты (бар болса);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4) заңды тұлғаның резиденттігі.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2.__________________________________________________________________________________________________________________________________________________________________________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(заңды тұлғаның толық атауы)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   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осы өтініммен 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_____________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      конкурсқа әлеуетті өнім беруші ретінде қатысуға ниет білдіреді және конкурстық құжаттамада көзделген талаптар мен шарттарға сәйкес______________________________________________________________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____________________________________________________________________________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(қажеттісін көрсету керек)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қызмет көрсетуді жүзеге асыруға келісім береді.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3._____________________________________________________________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_________________________________________________________________________________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(заңды тұлғаның толық атауы)осы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4.____________________________________________________________________________________ (заңды тұлғаның толық атауы)                             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(қажеттісін көрсету керек)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                           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сипаттамалары туралы дұрыс емес мәліметтерді бергені үшін жауапкершілігі туралы хабардар етілгендігін растайды.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_____________________________________________________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5. Осы конкурстық өтінім күнтізбелік_______ күн ішінде қолданылады.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                           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6._________________________________________________________________________________________________________________________________________________________________________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_</w:t>
      </w: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    (заңды тұлғаның толық атауы)</w:t>
      </w:r>
    </w:p>
    <w:p w:rsidR="009E79CB" w:rsidRPr="003F5C7F" w:rsidRDefault="009E79CB" w:rsidP="00BE0BAD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</w:pP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      жеңімпаз деп танылған жағдайда, біз шарттың орындалуын қамтамасыз етуді шарттың жалпы сомасының үш пайызын құрайтын сомада енгізуге міндеттенеміз                    7. Конкурсқа қатысуға өтінім біздің арамыздағы міндетті шарттың рөлін атқарады.</w:t>
      </w:r>
    </w:p>
    <w:p w:rsidR="009E79CB" w:rsidRPr="00BE0BAD" w:rsidRDefault="009E79CB" w:rsidP="00BE0BAD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</w:pPr>
      <w:r w:rsidRPr="003F5C7F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      </w:t>
      </w:r>
      <w:r w:rsidRPr="00BE0BAD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Күні</w:t>
      </w:r>
    </w:p>
    <w:p w:rsidR="009E79CB" w:rsidRPr="00BE0BAD" w:rsidRDefault="009E79CB" w:rsidP="00BE0BAD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</w:pPr>
      <w:r w:rsidRPr="00BE0BAD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      Басшының қолы _______________________________________________</w:t>
      </w:r>
    </w:p>
    <w:p w:rsidR="009E79CB" w:rsidRPr="00BE0BAD" w:rsidRDefault="009E79CB" w:rsidP="00BE0BAD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</w:pPr>
      <w:r w:rsidRPr="00BE0BAD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>      (тегін, атын, әкесінің атын (бар болса), лауазымын көрсету)</w:t>
      </w:r>
    </w:p>
    <w:p w:rsidR="009E79CB" w:rsidRPr="001E445B" w:rsidRDefault="009E79CB" w:rsidP="00BE0BAD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</w:pPr>
      <w:r w:rsidRPr="00BE0BAD">
        <w:rPr>
          <w:rFonts w:ascii="Courier New" w:hAnsi="Courier New" w:cs="Courier New"/>
          <w:color w:val="000000"/>
          <w:spacing w:val="2"/>
          <w:sz w:val="20"/>
          <w:szCs w:val="20"/>
          <w:lang w:val="kk-KZ" w:eastAsia="ru-RU"/>
        </w:rPr>
        <w:t xml:space="preserve">      </w:t>
      </w: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М.О. (бар болса)</w:t>
      </w:r>
    </w:p>
    <w:p w:rsidR="009E79CB" w:rsidRPr="005F29C6" w:rsidRDefault="009E79CB">
      <w:pPr>
        <w:rPr>
          <w:rFonts w:ascii="Times New Roman" w:hAnsi="Times New Roman"/>
          <w:sz w:val="24"/>
          <w:szCs w:val="24"/>
        </w:rPr>
      </w:pPr>
    </w:p>
    <w:sectPr w:rsidR="009E79CB" w:rsidRPr="005F29C6" w:rsidSect="006C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9C6"/>
    <w:rsid w:val="001E445B"/>
    <w:rsid w:val="00256686"/>
    <w:rsid w:val="002B79AA"/>
    <w:rsid w:val="002F17EA"/>
    <w:rsid w:val="003F5C7F"/>
    <w:rsid w:val="005A1FA8"/>
    <w:rsid w:val="005F29C6"/>
    <w:rsid w:val="006C2DD7"/>
    <w:rsid w:val="008770E4"/>
    <w:rsid w:val="009017D5"/>
    <w:rsid w:val="009E79CB"/>
    <w:rsid w:val="00A0321E"/>
    <w:rsid w:val="00A35A69"/>
    <w:rsid w:val="00A7706A"/>
    <w:rsid w:val="00BE0BAD"/>
    <w:rsid w:val="00D52549"/>
    <w:rsid w:val="00F26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9C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F29C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4</Pages>
  <Words>1058</Words>
  <Characters>6033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Admin</cp:lastModifiedBy>
  <cp:revision>5</cp:revision>
  <cp:lastPrinted>2018-08-09T03:11:00Z</cp:lastPrinted>
  <dcterms:created xsi:type="dcterms:W3CDTF">2018-07-27T06:16:00Z</dcterms:created>
  <dcterms:modified xsi:type="dcterms:W3CDTF">2018-08-09T05:27:00Z</dcterms:modified>
</cp:coreProperties>
</file>