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216"/>
        <w:gridCol w:w="9054"/>
      </w:tblGrid>
      <w:tr w:rsidR="00115DFB" w:rsidRPr="008D0117" w:rsidTr="007C11E0">
        <w:trPr>
          <w:trHeight w:val="30"/>
          <w:tblCellSpacing w:w="0" w:type="auto"/>
        </w:trPr>
        <w:tc>
          <w:tcPr>
            <w:tcW w:w="53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15DFB" w:rsidRPr="00E132A0" w:rsidRDefault="00115DFB" w:rsidP="007C11E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E132A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22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Ind w:w="115" w:type="dxa"/>
              <w:tblBorders>
                <w:top w:val="single" w:sz="4" w:space="0" w:color="CFCFCF"/>
                <w:left w:val="single" w:sz="4" w:space="0" w:color="CFCFCF"/>
                <w:bottom w:val="single" w:sz="4" w:space="0" w:color="CFCFCF"/>
                <w:right w:val="single" w:sz="4" w:space="0" w:color="CFCFCF"/>
              </w:tblBorders>
              <w:tblLook w:val="00A0"/>
            </w:tblPr>
            <w:tblGrid>
              <w:gridCol w:w="5296"/>
              <w:gridCol w:w="3767"/>
            </w:tblGrid>
            <w:tr w:rsidR="00115DFB" w:rsidRPr="00E132A0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4" w:space="0" w:color="CFCFCF"/>
                    <w:left w:val="single" w:sz="4" w:space="0" w:color="CFCFCF"/>
                    <w:bottom w:val="single" w:sz="4" w:space="0" w:color="CFCFCF"/>
                    <w:right w:val="single" w:sz="4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15DFB" w:rsidRPr="00E132A0" w:rsidRDefault="00115DFB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4" w:space="0" w:color="CFCFCF"/>
                    <w:left w:val="single" w:sz="4" w:space="0" w:color="CFCFCF"/>
                    <w:bottom w:val="single" w:sz="4" w:space="0" w:color="CFCFCF"/>
                    <w:right w:val="single" w:sz="4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15DFB" w:rsidRPr="00E132A0" w:rsidRDefault="00115DFB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Приложение 1</w:t>
                  </w:r>
                </w:p>
              </w:tc>
            </w:tr>
            <w:tr w:rsidR="00115DFB" w:rsidRPr="00E132A0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4" w:space="0" w:color="CFCFCF"/>
                    <w:left w:val="single" w:sz="4" w:space="0" w:color="CFCFCF"/>
                    <w:bottom w:val="single" w:sz="4" w:space="0" w:color="CFCFCF"/>
                    <w:right w:val="single" w:sz="4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15DFB" w:rsidRPr="00E132A0" w:rsidRDefault="00115DFB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4" w:space="0" w:color="CFCFCF"/>
                    <w:left w:val="single" w:sz="4" w:space="0" w:color="CFCFCF"/>
                    <w:bottom w:val="single" w:sz="4" w:space="0" w:color="CFCFCF"/>
                    <w:right w:val="single" w:sz="4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15DFB" w:rsidRPr="00E132A0" w:rsidRDefault="00115DFB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к Типовойконкурсной</w:t>
                  </w:r>
                </w:p>
              </w:tc>
            </w:tr>
            <w:tr w:rsidR="00115DFB" w:rsidRPr="00E132A0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4" w:space="0" w:color="CFCFCF"/>
                    <w:left w:val="single" w:sz="4" w:space="0" w:color="CFCFCF"/>
                    <w:bottom w:val="single" w:sz="4" w:space="0" w:color="CFCFCF"/>
                    <w:right w:val="single" w:sz="4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15DFB" w:rsidRPr="00E132A0" w:rsidRDefault="00115DFB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4" w:space="0" w:color="CFCFCF"/>
                    <w:left w:val="single" w:sz="4" w:space="0" w:color="CFCFCF"/>
                    <w:bottom w:val="single" w:sz="4" w:space="0" w:color="CFCFCF"/>
                    <w:right w:val="single" w:sz="4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15DFB" w:rsidRPr="00E132A0" w:rsidRDefault="00115DFB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документацииповыбору</w:t>
                  </w:r>
                </w:p>
              </w:tc>
            </w:tr>
            <w:tr w:rsidR="00115DFB" w:rsidRPr="00E132A0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4" w:space="0" w:color="CFCFCF"/>
                    <w:left w:val="single" w:sz="4" w:space="0" w:color="CFCFCF"/>
                    <w:bottom w:val="single" w:sz="4" w:space="0" w:color="CFCFCF"/>
                    <w:right w:val="single" w:sz="4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15DFB" w:rsidRPr="00E132A0" w:rsidRDefault="00115DFB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4" w:space="0" w:color="CFCFCF"/>
                    <w:left w:val="single" w:sz="4" w:space="0" w:color="CFCFCF"/>
                    <w:bottom w:val="single" w:sz="4" w:space="0" w:color="CFCFCF"/>
                    <w:right w:val="single" w:sz="4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15DFB" w:rsidRPr="00E132A0" w:rsidRDefault="00115DFB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поставщикатоваров и услуг</w:t>
                  </w:r>
                </w:p>
              </w:tc>
            </w:tr>
            <w:tr w:rsidR="00115DFB" w:rsidRPr="00E132A0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4" w:space="0" w:color="CFCFCF"/>
                    <w:left w:val="single" w:sz="4" w:space="0" w:color="CFCFCF"/>
                    <w:bottom w:val="single" w:sz="4" w:space="0" w:color="CFCFCF"/>
                    <w:right w:val="single" w:sz="4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15DFB" w:rsidRPr="00E132A0" w:rsidRDefault="00115DFB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4" w:space="0" w:color="CFCFCF"/>
                    <w:left w:val="single" w:sz="4" w:space="0" w:color="CFCFCF"/>
                    <w:bottom w:val="single" w:sz="4" w:space="0" w:color="CFCFCF"/>
                    <w:right w:val="single" w:sz="4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15DFB" w:rsidRPr="00E132A0" w:rsidRDefault="00115DFB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организаций, осуществляющих</w:t>
                  </w:r>
                </w:p>
              </w:tc>
            </w:tr>
            <w:tr w:rsidR="00115DFB" w:rsidRPr="008D0117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4" w:space="0" w:color="CFCFCF"/>
                    <w:left w:val="single" w:sz="4" w:space="0" w:color="CFCFCF"/>
                    <w:bottom w:val="single" w:sz="4" w:space="0" w:color="CFCFCF"/>
                    <w:right w:val="single" w:sz="4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15DFB" w:rsidRPr="00E132A0" w:rsidRDefault="00115DFB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4" w:space="0" w:color="CFCFCF"/>
                    <w:left w:val="single" w:sz="4" w:space="0" w:color="CFCFCF"/>
                    <w:bottom w:val="single" w:sz="4" w:space="0" w:color="CFCFCF"/>
                    <w:right w:val="single" w:sz="4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15DFB" w:rsidRPr="00E132A0" w:rsidRDefault="00115DFB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  <w:lang w:val="ru-RU"/>
                    </w:rPr>
                    <w:t>функции по защите прав ребенка</w:t>
                  </w:r>
                </w:p>
              </w:tc>
            </w:tr>
          </w:tbl>
          <w:p w:rsidR="00115DFB" w:rsidRPr="00E132A0" w:rsidRDefault="00115DFB" w:rsidP="007C11E0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15DFB" w:rsidRPr="00E132A0" w:rsidTr="007C11E0">
        <w:trPr>
          <w:trHeight w:val="30"/>
          <w:tblCellSpacing w:w="0" w:type="auto"/>
        </w:trPr>
        <w:tc>
          <w:tcPr>
            <w:tcW w:w="53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15DFB" w:rsidRPr="00E132A0" w:rsidRDefault="00115DFB" w:rsidP="000C302B">
            <w:pPr>
              <w:spacing w:after="0"/>
              <w:jc w:val="right"/>
              <w:rPr>
                <w:rFonts w:ascii="Times New Roman" w:hAnsi="Times New Roman" w:cs="Times New Roman"/>
                <w:lang w:val="ru-RU"/>
              </w:rPr>
            </w:pPr>
            <w:r w:rsidRPr="00E132A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22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15DFB" w:rsidRPr="00E132A0" w:rsidRDefault="00115DFB" w:rsidP="000C302B">
            <w:pPr>
              <w:spacing w:after="20"/>
              <w:ind w:left="20"/>
              <w:jc w:val="right"/>
              <w:rPr>
                <w:rFonts w:ascii="Times New Roman" w:hAnsi="Times New Roman" w:cs="Times New Roman"/>
              </w:rPr>
            </w:pPr>
            <w:bookmarkStart w:id="0" w:name="z182"/>
            <w:r w:rsidRPr="00E132A0">
              <w:rPr>
                <w:rFonts w:ascii="Times New Roman" w:hAnsi="Times New Roman" w:cs="Times New Roman"/>
                <w:color w:val="000000"/>
                <w:sz w:val="20"/>
              </w:rPr>
              <w:t>форма</w:t>
            </w:r>
          </w:p>
        </w:tc>
        <w:bookmarkEnd w:id="0"/>
      </w:tr>
    </w:tbl>
    <w:p w:rsidR="00115DFB" w:rsidRPr="000D12B7" w:rsidRDefault="00115DFB" w:rsidP="000C302B">
      <w:pPr>
        <w:spacing w:after="0"/>
        <w:jc w:val="right"/>
        <w:rPr>
          <w:rFonts w:ascii="Times New Roman" w:hAnsi="Times New Roman" w:cs="Times New Roman"/>
          <w:lang w:val="ru-RU"/>
        </w:rPr>
      </w:pPr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0D12B7">
        <w:rPr>
          <w:rFonts w:ascii="Times New Roman" w:hAnsi="Times New Roman" w:cs="Times New Roman"/>
          <w:color w:val="000000"/>
          <w:sz w:val="20"/>
          <w:lang w:val="ru-RU"/>
        </w:rPr>
        <w:t xml:space="preserve"> Кому</w:t>
      </w:r>
      <w:r w:rsidRPr="00E132A0">
        <w:rPr>
          <w:rFonts w:ascii="Times New Roman" w:hAnsi="Times New Roman" w:cs="Times New Roman"/>
          <w:color w:val="000000"/>
          <w:sz w:val="20"/>
        </w:rPr>
        <w:t>     </w:t>
      </w:r>
    </w:p>
    <w:p w:rsidR="00115DFB" w:rsidRPr="00E132A0" w:rsidRDefault="00115DFB" w:rsidP="000C302B">
      <w:pPr>
        <w:spacing w:after="0"/>
        <w:jc w:val="center"/>
        <w:rPr>
          <w:rFonts w:ascii="Times New Roman" w:hAnsi="Times New Roman" w:cs="Times New Roman"/>
          <w:lang w:val="ru-RU"/>
        </w:rPr>
      </w:pPr>
      <w:bookmarkStart w:id="1" w:name="z185"/>
      <w:r w:rsidRPr="00E132A0">
        <w:rPr>
          <w:rFonts w:ascii="Times New Roman" w:hAnsi="Times New Roman" w:cs="Times New Roman"/>
          <w:b/>
          <w:color w:val="000000"/>
          <w:lang w:val="ru-RU"/>
        </w:rPr>
        <w:t>Заявка на участие в конкурсе</w:t>
      </w:r>
      <w:r w:rsidRPr="00E132A0">
        <w:rPr>
          <w:rFonts w:ascii="Times New Roman" w:hAnsi="Times New Roman" w:cs="Times New Roman"/>
          <w:lang w:val="ru-RU"/>
        </w:rPr>
        <w:br/>
      </w:r>
      <w:r w:rsidRPr="00E132A0">
        <w:rPr>
          <w:rFonts w:ascii="Times New Roman" w:hAnsi="Times New Roman" w:cs="Times New Roman"/>
          <w:b/>
          <w:color w:val="000000"/>
          <w:lang w:val="ru-RU"/>
        </w:rPr>
        <w:t>(для юридического лица)</w:t>
      </w:r>
    </w:p>
    <w:p w:rsidR="00115DFB" w:rsidRPr="00E132A0" w:rsidRDefault="00115DFB" w:rsidP="000C302B">
      <w:pPr>
        <w:spacing w:after="0"/>
        <w:jc w:val="center"/>
        <w:rPr>
          <w:rFonts w:ascii="Times New Roman" w:hAnsi="Times New Roman" w:cs="Times New Roman"/>
          <w:lang w:val="ru-RU"/>
        </w:rPr>
      </w:pPr>
      <w:bookmarkStart w:id="2" w:name="z186"/>
      <w:bookmarkEnd w:id="1"/>
      <w:r w:rsidRPr="00E132A0">
        <w:rPr>
          <w:rFonts w:ascii="Times New Roman" w:hAnsi="Times New Roman" w:cs="Times New Roman"/>
          <w:color w:val="000000"/>
          <w:sz w:val="20"/>
          <w:lang w:val="ru-RU"/>
        </w:rPr>
        <w:t>От кого</w:t>
      </w:r>
    </w:p>
    <w:p w:rsidR="00115DFB" w:rsidRPr="00E132A0" w:rsidRDefault="00115DFB" w:rsidP="000C302B">
      <w:pPr>
        <w:spacing w:after="0"/>
        <w:jc w:val="center"/>
        <w:rPr>
          <w:rFonts w:ascii="Times New Roman" w:hAnsi="Times New Roman" w:cs="Times New Roman"/>
          <w:lang w:val="ru-RU"/>
        </w:rPr>
      </w:pPr>
      <w:bookmarkStart w:id="3" w:name="z187"/>
      <w:bookmarkEnd w:id="2"/>
      <w:r w:rsidRPr="00E132A0">
        <w:rPr>
          <w:rFonts w:ascii="Times New Roman" w:hAnsi="Times New Roman" w:cs="Times New Roman"/>
          <w:color w:val="000000"/>
          <w:sz w:val="20"/>
          <w:lang w:val="ru-RU"/>
        </w:rPr>
        <w:t>(полное наименование потенциального поставщика)</w:t>
      </w:r>
    </w:p>
    <w:p w:rsidR="00115DFB" w:rsidRPr="000D12B7" w:rsidRDefault="00115DFB" w:rsidP="000D12B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0"/>
          <w:lang w:val="ru-RU"/>
        </w:rPr>
      </w:pPr>
      <w:bookmarkStart w:id="4" w:name="z188"/>
      <w:bookmarkEnd w:id="3"/>
      <w:r w:rsidRPr="000D12B7">
        <w:rPr>
          <w:rFonts w:ascii="Times New Roman" w:hAnsi="Times New Roman" w:cs="Times New Roman"/>
          <w:color w:val="000000"/>
          <w:sz w:val="20"/>
          <w:lang w:val="ru-RU"/>
        </w:rPr>
        <w:t>Сведения о потенциальном поставщике, претендующем на участие в конкурсе:</w:t>
      </w:r>
    </w:p>
    <w:p w:rsidR="00115DFB" w:rsidRPr="006618BB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5" w:name="z189"/>
      <w:bookmarkEnd w:id="4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bookmarkStart w:id="6" w:name="z191"/>
      <w:bookmarkEnd w:id="5"/>
    </w:p>
    <w:p w:rsidR="00115DFB" w:rsidRPr="006618BB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7" w:name="z192"/>
      <w:bookmarkEnd w:id="6"/>
      <w:r>
        <w:rPr>
          <w:rFonts w:ascii="Times New Roman" w:hAnsi="Times New Roman" w:cs="Times New Roman"/>
          <w:color w:val="000000"/>
          <w:sz w:val="20"/>
        </w:rPr>
        <w:t>   </w:t>
      </w:r>
    </w:p>
    <w:p w:rsidR="00115DFB" w:rsidRPr="006618BB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8" w:name="z193"/>
      <w:bookmarkEnd w:id="7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2.</w:t>
      </w:r>
      <w:bookmarkStart w:id="9" w:name="z194"/>
      <w:bookmarkEnd w:id="8"/>
      <w:r>
        <w:rPr>
          <w:rFonts w:ascii="Times New Roman" w:hAnsi="Times New Roman" w:cs="Times New Roman"/>
          <w:color w:val="000000"/>
          <w:sz w:val="20"/>
        </w:rPr>
        <w:t>   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10" w:name="z195"/>
      <w:bookmarkEnd w:id="9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настоящей заявкой выражает желание принять участие в конкурсе _____________________________________________________________________________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11" w:name="z196"/>
      <w:bookmarkEnd w:id="10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(полное наименование конкурса)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12" w:name="z197"/>
      <w:bookmarkEnd w:id="11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в качестве потенциального поставщика и согласен осуществить оказание услуги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</w:p>
    <w:p w:rsidR="00115DFB" w:rsidRPr="006618BB" w:rsidRDefault="00115DFB" w:rsidP="009071E5">
      <w:pPr>
        <w:spacing w:after="0"/>
        <w:rPr>
          <w:rFonts w:ascii="Times New Roman" w:hAnsi="Times New Roman" w:cs="Times New Roman"/>
          <w:lang w:val="ru-RU"/>
        </w:rPr>
      </w:pPr>
      <w:bookmarkStart w:id="13" w:name="z198"/>
      <w:bookmarkEnd w:id="12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3. 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r w:rsidRPr="00E132A0">
        <w:rPr>
          <w:rFonts w:ascii="Times New Roman" w:hAnsi="Times New Roman" w:cs="Times New Roman"/>
          <w:color w:val="000000"/>
          <w:sz w:val="20"/>
          <w:lang w:val="ru-RU"/>
        </w:rPr>
        <w:t>___________________________________________________________________________________________________________________________________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14" w:name="z199"/>
      <w:bookmarkEnd w:id="13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(полное наименование юридического лица)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15" w:name="z200"/>
      <w:bookmarkEnd w:id="14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настоящей заявкой уведомлен об ограничениях, предусмотренных статьей 6 Закона Республики Казахстан от 4 декабря 2015 года "О государственных закупках".</w:t>
      </w:r>
    </w:p>
    <w:p w:rsidR="00115DFB" w:rsidRPr="006618BB" w:rsidRDefault="00115DFB" w:rsidP="006618BB">
      <w:pPr>
        <w:spacing w:after="0"/>
        <w:rPr>
          <w:rFonts w:ascii="Times New Roman" w:hAnsi="Times New Roman" w:cs="Times New Roman"/>
          <w:lang w:val="ru-RU"/>
        </w:rPr>
      </w:pPr>
      <w:bookmarkStart w:id="16" w:name="z201"/>
      <w:bookmarkEnd w:id="15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4. 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r w:rsidRPr="00E132A0">
        <w:rPr>
          <w:rFonts w:ascii="Times New Roman" w:hAnsi="Times New Roman" w:cs="Times New Roman"/>
          <w:color w:val="000000"/>
          <w:sz w:val="20"/>
          <w:lang w:val="ru-RU"/>
        </w:rPr>
        <w:t>__________________________________________________________________________________________________________________________________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17" w:name="z202"/>
      <w:bookmarkEnd w:id="16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(полное наименование юридического лица)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18" w:name="z203"/>
      <w:bookmarkEnd w:id="17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19" w:name="z204"/>
      <w:bookmarkEnd w:id="18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(указать необходимое)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20" w:name="z205"/>
      <w:bookmarkEnd w:id="19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5. Настоящая конкурсная заявка действует в течение ___ календарных дней.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21" w:name="z206"/>
      <w:bookmarkEnd w:id="20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6. В случае признания ____________________________________________________________________________________________________________________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22" w:name="z207"/>
      <w:bookmarkEnd w:id="21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(наименование юридического лица)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23" w:name="z208"/>
      <w:bookmarkEnd w:id="22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победителем конкурса обязуемся внести обеспечение исполнения договора на сумму, составляющую три процента от общей суммы договора.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24" w:name="z209"/>
      <w:bookmarkEnd w:id="23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7. Заявка на участие в конкурсе выполняет роль обязательного договора между нами.</w:t>
      </w:r>
    </w:p>
    <w:p w:rsidR="00115DFB" w:rsidRDefault="00115DFB" w:rsidP="00E132A0">
      <w:pPr>
        <w:spacing w:after="0"/>
        <w:rPr>
          <w:rFonts w:ascii="Times New Roman" w:hAnsi="Times New Roman" w:cs="Times New Roman"/>
          <w:color w:val="000000"/>
          <w:sz w:val="20"/>
          <w:lang w:val="ru-RU"/>
        </w:rPr>
      </w:pPr>
      <w:bookmarkStart w:id="25" w:name="z210"/>
      <w:bookmarkEnd w:id="24"/>
      <w:r w:rsidRPr="00E132A0">
        <w:rPr>
          <w:rFonts w:ascii="Times New Roman" w:hAnsi="Times New Roman" w:cs="Times New Roman"/>
          <w:color w:val="000000"/>
          <w:sz w:val="20"/>
        </w:rPr>
        <w:t> </w:t>
      </w:r>
      <w:bookmarkStart w:id="26" w:name="z211"/>
      <w:bookmarkEnd w:id="25"/>
    </w:p>
    <w:p w:rsidR="00115DFB" w:rsidRDefault="00115DFB" w:rsidP="00E132A0">
      <w:pPr>
        <w:spacing w:after="0"/>
        <w:rPr>
          <w:rFonts w:ascii="Times New Roman" w:hAnsi="Times New Roman" w:cs="Times New Roman"/>
          <w:color w:val="000000"/>
          <w:sz w:val="20"/>
          <w:lang w:val="ru-RU"/>
        </w:rPr>
      </w:pPr>
    </w:p>
    <w:p w:rsidR="00115DFB" w:rsidRDefault="00115DFB" w:rsidP="00E132A0">
      <w:pPr>
        <w:spacing w:after="0"/>
        <w:rPr>
          <w:rFonts w:ascii="Times New Roman" w:hAnsi="Times New Roman" w:cs="Times New Roman"/>
          <w:color w:val="000000"/>
          <w:sz w:val="20"/>
          <w:lang w:val="ru-RU"/>
        </w:rPr>
      </w:pPr>
    </w:p>
    <w:p w:rsidR="00115DFB" w:rsidRDefault="00115DFB" w:rsidP="00E132A0">
      <w:pPr>
        <w:spacing w:after="0"/>
        <w:rPr>
          <w:rFonts w:ascii="Times New Roman" w:hAnsi="Times New Roman" w:cs="Times New Roman"/>
          <w:color w:val="000000"/>
          <w:sz w:val="20"/>
          <w:lang w:val="ru-RU"/>
        </w:rPr>
      </w:pPr>
    </w:p>
    <w:p w:rsidR="00115DFB" w:rsidRPr="00C14798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bookmarkStart w:id="27" w:name="z212"/>
      <w:bookmarkEnd w:id="26"/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216"/>
        <w:gridCol w:w="9054"/>
      </w:tblGrid>
      <w:tr w:rsidR="00115DFB" w:rsidRPr="008D0117" w:rsidTr="007C11E0">
        <w:trPr>
          <w:trHeight w:val="30"/>
          <w:tblCellSpacing w:w="0" w:type="auto"/>
        </w:trPr>
        <w:tc>
          <w:tcPr>
            <w:tcW w:w="53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7"/>
          <w:p w:rsidR="00115DFB" w:rsidRPr="00E132A0" w:rsidRDefault="00115DFB" w:rsidP="007C11E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E132A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22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Ind w:w="115" w:type="dxa"/>
              <w:tblBorders>
                <w:top w:val="single" w:sz="4" w:space="0" w:color="CFCFCF"/>
                <w:left w:val="single" w:sz="4" w:space="0" w:color="CFCFCF"/>
                <w:bottom w:val="single" w:sz="4" w:space="0" w:color="CFCFCF"/>
                <w:right w:val="single" w:sz="4" w:space="0" w:color="CFCFCF"/>
              </w:tblBorders>
              <w:tblLook w:val="00A0"/>
            </w:tblPr>
            <w:tblGrid>
              <w:gridCol w:w="5399"/>
              <w:gridCol w:w="3664"/>
            </w:tblGrid>
            <w:tr w:rsidR="00115DFB" w:rsidRPr="00E132A0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4" w:space="0" w:color="CFCFCF"/>
                    <w:left w:val="single" w:sz="4" w:space="0" w:color="CFCFCF"/>
                    <w:bottom w:val="single" w:sz="4" w:space="0" w:color="CFCFCF"/>
                    <w:right w:val="single" w:sz="4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15DFB" w:rsidRPr="00E132A0" w:rsidRDefault="00115DFB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4" w:space="0" w:color="CFCFCF"/>
                    <w:left w:val="single" w:sz="4" w:space="0" w:color="CFCFCF"/>
                    <w:bottom w:val="single" w:sz="4" w:space="0" w:color="CFCFCF"/>
                    <w:right w:val="single" w:sz="4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15DFB" w:rsidRDefault="00115DFB" w:rsidP="00C1479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lang w:val="ru-RU"/>
                    </w:rPr>
                  </w:pPr>
                </w:p>
                <w:p w:rsidR="00115DFB" w:rsidRPr="00E132A0" w:rsidRDefault="00115DFB" w:rsidP="00C14798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bookmarkStart w:id="28" w:name="_GoBack"/>
                  <w:bookmarkEnd w:id="28"/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Приложение 2</w:t>
                  </w:r>
                </w:p>
              </w:tc>
            </w:tr>
            <w:tr w:rsidR="00115DFB" w:rsidRPr="00E132A0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4" w:space="0" w:color="CFCFCF"/>
                    <w:left w:val="single" w:sz="4" w:space="0" w:color="CFCFCF"/>
                    <w:bottom w:val="single" w:sz="4" w:space="0" w:color="CFCFCF"/>
                    <w:right w:val="single" w:sz="4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15DFB" w:rsidRPr="00E132A0" w:rsidRDefault="00115DFB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4" w:space="0" w:color="CFCFCF"/>
                    <w:left w:val="single" w:sz="4" w:space="0" w:color="CFCFCF"/>
                    <w:bottom w:val="single" w:sz="4" w:space="0" w:color="CFCFCF"/>
                    <w:right w:val="single" w:sz="4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15DFB" w:rsidRPr="00E132A0" w:rsidRDefault="00115DFB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к Типовой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lang w:val="ru-RU"/>
                    </w:rPr>
                    <w:t xml:space="preserve"> </w:t>
                  </w: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конкурсной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lang w:val="ru-RU"/>
                    </w:rPr>
                    <w:t xml:space="preserve"> </w:t>
                  </w: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документации</w:t>
                  </w:r>
                </w:p>
              </w:tc>
            </w:tr>
            <w:tr w:rsidR="00115DFB" w:rsidRPr="008D0117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4" w:space="0" w:color="CFCFCF"/>
                    <w:left w:val="single" w:sz="4" w:space="0" w:color="CFCFCF"/>
                    <w:bottom w:val="single" w:sz="4" w:space="0" w:color="CFCFCF"/>
                    <w:right w:val="single" w:sz="4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15DFB" w:rsidRPr="00E132A0" w:rsidRDefault="00115DFB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4" w:space="0" w:color="CFCFCF"/>
                    <w:left w:val="single" w:sz="4" w:space="0" w:color="CFCFCF"/>
                    <w:bottom w:val="single" w:sz="4" w:space="0" w:color="CFCFCF"/>
                    <w:right w:val="single" w:sz="4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15DFB" w:rsidRPr="00E132A0" w:rsidRDefault="00115DFB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  <w:lang w:val="ru-RU"/>
                    </w:rPr>
                    <w:t>по выбору поставщика товаров и</w:t>
                  </w:r>
                </w:p>
              </w:tc>
            </w:tr>
            <w:tr w:rsidR="00115DFB" w:rsidRPr="00E132A0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4" w:space="0" w:color="CFCFCF"/>
                    <w:left w:val="single" w:sz="4" w:space="0" w:color="CFCFCF"/>
                    <w:bottom w:val="single" w:sz="4" w:space="0" w:color="CFCFCF"/>
                    <w:right w:val="single" w:sz="4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15DFB" w:rsidRPr="00E132A0" w:rsidRDefault="00115DFB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4" w:space="0" w:color="CFCFCF"/>
                    <w:left w:val="single" w:sz="4" w:space="0" w:color="CFCFCF"/>
                    <w:bottom w:val="single" w:sz="4" w:space="0" w:color="CFCFCF"/>
                    <w:right w:val="single" w:sz="4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15DFB" w:rsidRPr="00E132A0" w:rsidRDefault="00115DFB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услугорганизаций, осуществляющих</w:t>
                  </w:r>
                </w:p>
              </w:tc>
            </w:tr>
            <w:tr w:rsidR="00115DFB" w:rsidRPr="008D0117" w:rsidTr="007C11E0">
              <w:trPr>
                <w:trHeight w:val="30"/>
                <w:tblCellSpacing w:w="0" w:type="auto"/>
              </w:trPr>
              <w:tc>
                <w:tcPr>
                  <w:tcW w:w="7624" w:type="dxa"/>
                  <w:tcBorders>
                    <w:top w:val="single" w:sz="4" w:space="0" w:color="CFCFCF"/>
                    <w:left w:val="single" w:sz="4" w:space="0" w:color="CFCFCF"/>
                    <w:bottom w:val="single" w:sz="4" w:space="0" w:color="CFCFCF"/>
                    <w:right w:val="single" w:sz="4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15DFB" w:rsidRPr="00E132A0" w:rsidRDefault="00115DFB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16" w:type="dxa"/>
                  <w:tcBorders>
                    <w:top w:val="single" w:sz="4" w:space="0" w:color="CFCFCF"/>
                    <w:left w:val="single" w:sz="4" w:space="0" w:color="CFCFCF"/>
                    <w:bottom w:val="single" w:sz="4" w:space="0" w:color="CFCFCF"/>
                    <w:right w:val="single" w:sz="4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15DFB" w:rsidRPr="00E132A0" w:rsidRDefault="00115DFB" w:rsidP="007C11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E132A0">
                    <w:rPr>
                      <w:rFonts w:ascii="Times New Roman" w:hAnsi="Times New Roman" w:cs="Times New Roman"/>
                      <w:color w:val="000000"/>
                      <w:sz w:val="20"/>
                      <w:lang w:val="ru-RU"/>
                    </w:rPr>
                    <w:t>функции по защите прав ребенка</w:t>
                  </w:r>
                </w:p>
              </w:tc>
            </w:tr>
          </w:tbl>
          <w:p w:rsidR="00115DFB" w:rsidRPr="00E132A0" w:rsidRDefault="00115DFB" w:rsidP="007C11E0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15DFB" w:rsidRPr="00E132A0" w:rsidTr="007C11E0">
        <w:trPr>
          <w:trHeight w:val="30"/>
          <w:tblCellSpacing w:w="0" w:type="auto"/>
        </w:trPr>
        <w:tc>
          <w:tcPr>
            <w:tcW w:w="53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15DFB" w:rsidRPr="00E132A0" w:rsidRDefault="00115DFB" w:rsidP="007C11E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E132A0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22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15DFB" w:rsidRPr="00E132A0" w:rsidRDefault="00115DFB" w:rsidP="007C11E0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29" w:name="z214"/>
            <w:r w:rsidRPr="00E132A0">
              <w:rPr>
                <w:rFonts w:ascii="Times New Roman" w:hAnsi="Times New Roman" w:cs="Times New Roman"/>
                <w:color w:val="000000"/>
                <w:sz w:val="20"/>
              </w:rPr>
              <w:t>форма</w:t>
            </w:r>
          </w:p>
        </w:tc>
        <w:bookmarkEnd w:id="29"/>
      </w:tr>
    </w:tbl>
    <w:p w:rsidR="00115DFB" w:rsidRPr="00C14798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C14798">
        <w:rPr>
          <w:rFonts w:ascii="Times New Roman" w:hAnsi="Times New Roman" w:cs="Times New Roman"/>
          <w:color w:val="000000"/>
          <w:sz w:val="20"/>
          <w:lang w:val="ru-RU"/>
        </w:rPr>
        <w:t xml:space="preserve"> Кому__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>.</w:t>
      </w:r>
      <w:r>
        <w:rPr>
          <w:rFonts w:ascii="Times New Roman" w:hAnsi="Times New Roman" w:cs="Times New Roman"/>
          <w:lang w:val="ru-RU"/>
        </w:rPr>
        <w:t>.</w:t>
      </w:r>
    </w:p>
    <w:p w:rsidR="00115DFB" w:rsidRDefault="00115DFB" w:rsidP="00E132A0">
      <w:pPr>
        <w:spacing w:after="0"/>
        <w:rPr>
          <w:rFonts w:ascii="Times New Roman" w:hAnsi="Times New Roman" w:cs="Times New Roman"/>
          <w:b/>
          <w:color w:val="000000"/>
          <w:lang w:val="ru-RU"/>
        </w:rPr>
      </w:pPr>
      <w:bookmarkStart w:id="30" w:name="z217"/>
      <w:r>
        <w:rPr>
          <w:rFonts w:ascii="Times New Roman" w:hAnsi="Times New Roman" w:cs="Times New Roman"/>
          <w:b/>
          <w:color w:val="000000"/>
          <w:lang w:val="ru-RU"/>
        </w:rPr>
        <w:t xml:space="preserve">                                           Заявка на участие в конкурсе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 xml:space="preserve">                                                 ( для физического лица)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31" w:name="z218"/>
      <w:bookmarkEnd w:id="30"/>
      <w:r w:rsidRPr="00E132A0">
        <w:rPr>
          <w:rFonts w:ascii="Times New Roman" w:hAnsi="Times New Roman" w:cs="Times New Roman"/>
          <w:color w:val="000000"/>
          <w:sz w:val="20"/>
        </w:rPr>
        <w:t>     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32" w:name="z219"/>
      <w:bookmarkEnd w:id="31"/>
      <w:r w:rsidRPr="00E132A0">
        <w:rPr>
          <w:rFonts w:ascii="Times New Roman" w:hAnsi="Times New Roman" w:cs="Times New Roman"/>
          <w:color w:val="000000"/>
          <w:sz w:val="20"/>
        </w:rPr>
        <w:t>     </w:t>
      </w:r>
    </w:p>
    <w:p w:rsidR="00115DFB" w:rsidRPr="00B8109B" w:rsidRDefault="00115DFB" w:rsidP="00B8109B">
      <w:pPr>
        <w:spacing w:after="0"/>
        <w:rPr>
          <w:rFonts w:ascii="Times New Roman" w:hAnsi="Times New Roman" w:cs="Times New Roman"/>
          <w:lang w:val="ru-RU"/>
        </w:rPr>
      </w:pPr>
      <w:bookmarkStart w:id="33" w:name="z220"/>
      <w:bookmarkEnd w:id="32"/>
      <w:r w:rsidRPr="00E132A0">
        <w:rPr>
          <w:rFonts w:ascii="Times New Roman" w:hAnsi="Times New Roman" w:cs="Times New Roman"/>
          <w:color w:val="000000"/>
          <w:sz w:val="20"/>
        </w:rPr>
        <w:t>  </w:t>
      </w:r>
      <w:bookmarkStart w:id="34" w:name="z221"/>
      <w:bookmarkEnd w:id="33"/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35" w:name="z222"/>
      <w:bookmarkEnd w:id="34"/>
      <w:r w:rsidRPr="00E132A0">
        <w:rPr>
          <w:rFonts w:ascii="Times New Roman" w:hAnsi="Times New Roman" w:cs="Times New Roman"/>
          <w:color w:val="000000"/>
          <w:sz w:val="20"/>
        </w:rPr>
        <w:t> </w:t>
      </w:r>
      <w:bookmarkStart w:id="36" w:name="z224"/>
      <w:bookmarkEnd w:id="35"/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4) номер свидетельства о регистрации, патента (либо основания)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Казахстан;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37" w:name="z225"/>
      <w:bookmarkEnd w:id="36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5) 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лицо;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38" w:name="z226"/>
      <w:bookmarkEnd w:id="37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6) контактные телефоны, почтовый адрес и адрес электронной почты (при его наличии) физического лица - потенциального поставщика;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39" w:name="z227"/>
      <w:bookmarkEnd w:id="38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7) резидентство физического лица.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40" w:name="z228"/>
      <w:bookmarkEnd w:id="39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2. __________________________________________________________________________________________________________________________________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41" w:name="z229"/>
      <w:bookmarkEnd w:id="40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(указывается фамилия, имя, отчество (при его наличии) физического лица)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42" w:name="z230"/>
      <w:bookmarkEnd w:id="41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настоящей заявкой выражает желание принять участие в конкурсе _____________________________________________________________________________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43" w:name="z231"/>
      <w:bookmarkEnd w:id="42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(указать полное наименование конкурса)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44" w:name="z232"/>
      <w:bookmarkEnd w:id="43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в качестве потенциального поставщика и выражает согласие осуществить оказание услуг или поставку товаров ______________________________________________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45" w:name="z233"/>
      <w:bookmarkEnd w:id="44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(указать необходимое)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46" w:name="z234"/>
      <w:bookmarkEnd w:id="45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в соответствии с требованиями и условиями, предусмотренными конкурсной документацией.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47" w:name="z235"/>
      <w:bookmarkEnd w:id="46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3.___________________________________________________________________________________________________________________________________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48" w:name="z236"/>
      <w:bookmarkEnd w:id="47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(наименование потенциального поставщика)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49" w:name="z237"/>
      <w:bookmarkEnd w:id="48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настоящей заявкой уведомлен об ограничениях, предусмотренных статьей 6 Закона Республики Казахстан от 4 декабря 2015 года "О государственных закупках".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50" w:name="z238"/>
      <w:bookmarkEnd w:id="49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4. ________________________________________________________________________________________________________________________________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51" w:name="z239"/>
      <w:bookmarkEnd w:id="50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(наименование потенциального поставщика)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52" w:name="z240"/>
      <w:bookmarkEnd w:id="51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53" w:name="z241"/>
      <w:bookmarkEnd w:id="52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5. Настоящая конкурсная заявка действует в течение _____ календарных дней.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54" w:name="z242"/>
      <w:bookmarkEnd w:id="53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6. В случае признания_________________________________________________________________________________________________________________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55" w:name="z243"/>
      <w:bookmarkEnd w:id="54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(наименование потенциального поставщика)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56" w:name="z244"/>
      <w:bookmarkEnd w:id="55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57" w:name="z245"/>
      <w:bookmarkEnd w:id="56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7. Заявка на участие в конкурсе выполняет роль обязательного договора между нами.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58" w:name="z246"/>
      <w:bookmarkEnd w:id="57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Дата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59" w:name="z247"/>
      <w:bookmarkEnd w:id="58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      Подпись руководителя _________________________________________________________________________________________________________________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  <w:lang w:val="ru-RU"/>
        </w:rPr>
      </w:pPr>
      <w:bookmarkStart w:id="60" w:name="z248"/>
      <w:bookmarkEnd w:id="59"/>
      <w:r w:rsidRPr="00E132A0">
        <w:rPr>
          <w:rFonts w:ascii="Times New Roman" w:hAnsi="Times New Roman" w:cs="Times New Roman"/>
          <w:color w:val="000000"/>
          <w:sz w:val="20"/>
        </w:rPr>
        <w:t>     </w:t>
      </w:r>
      <w:r w:rsidRPr="00E132A0">
        <w:rPr>
          <w:rFonts w:ascii="Times New Roman" w:hAnsi="Times New Roman" w:cs="Times New Roman"/>
          <w:color w:val="000000"/>
          <w:sz w:val="20"/>
          <w:lang w:val="ru-RU"/>
        </w:rPr>
        <w:t xml:space="preserve"> (указать фамилию, имя, отчество (при его наличии), должность)</w:t>
      </w:r>
    </w:p>
    <w:p w:rsidR="00115DFB" w:rsidRPr="00E132A0" w:rsidRDefault="00115DFB" w:rsidP="00E132A0">
      <w:pPr>
        <w:spacing w:after="0"/>
        <w:rPr>
          <w:rFonts w:ascii="Times New Roman" w:hAnsi="Times New Roman" w:cs="Times New Roman"/>
        </w:rPr>
      </w:pPr>
      <w:bookmarkStart w:id="61" w:name="z249"/>
      <w:bookmarkEnd w:id="60"/>
      <w:r w:rsidRPr="00E132A0">
        <w:rPr>
          <w:rFonts w:ascii="Times New Roman" w:hAnsi="Times New Roman" w:cs="Times New Roman"/>
          <w:color w:val="000000"/>
          <w:sz w:val="20"/>
        </w:rPr>
        <w:t>     М.П. (при</w:t>
      </w:r>
      <w:r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E132A0">
        <w:rPr>
          <w:rFonts w:ascii="Times New Roman" w:hAnsi="Times New Roman" w:cs="Times New Roman"/>
          <w:color w:val="000000"/>
          <w:sz w:val="20"/>
        </w:rPr>
        <w:t>наличии)</w:t>
      </w:r>
    </w:p>
    <w:bookmarkEnd w:id="61"/>
    <w:p w:rsidR="00115DFB" w:rsidRPr="00E132A0" w:rsidRDefault="00115DFB">
      <w:pPr>
        <w:rPr>
          <w:rFonts w:ascii="Times New Roman" w:hAnsi="Times New Roman" w:cs="Times New Roman"/>
        </w:rPr>
      </w:pPr>
    </w:p>
    <w:sectPr w:rsidR="00115DFB" w:rsidRPr="00E132A0" w:rsidSect="00852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0197B"/>
    <w:multiLevelType w:val="hybridMultilevel"/>
    <w:tmpl w:val="DF0C527E"/>
    <w:lvl w:ilvl="0" w:tplc="DB92F740">
      <w:start w:val="1"/>
      <w:numFmt w:val="decimal"/>
      <w:lvlText w:val="%1)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">
    <w:nsid w:val="66743AB9"/>
    <w:multiLevelType w:val="hybridMultilevel"/>
    <w:tmpl w:val="F3EAEE94"/>
    <w:lvl w:ilvl="0" w:tplc="48D4655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C3B"/>
    <w:rsid w:val="000C302B"/>
    <w:rsid w:val="000D12B7"/>
    <w:rsid w:val="00115DFB"/>
    <w:rsid w:val="00150825"/>
    <w:rsid w:val="00235C3B"/>
    <w:rsid w:val="00437637"/>
    <w:rsid w:val="004B2906"/>
    <w:rsid w:val="006618BB"/>
    <w:rsid w:val="007C11E0"/>
    <w:rsid w:val="008529D2"/>
    <w:rsid w:val="008D0117"/>
    <w:rsid w:val="009071E5"/>
    <w:rsid w:val="00B51245"/>
    <w:rsid w:val="00B8109B"/>
    <w:rsid w:val="00BD16EC"/>
    <w:rsid w:val="00C14798"/>
    <w:rsid w:val="00DA5649"/>
    <w:rsid w:val="00E13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2A0"/>
    <w:pPr>
      <w:spacing w:after="200" w:line="276" w:lineRule="auto"/>
    </w:pPr>
    <w:rPr>
      <w:rFonts w:ascii="Consolas" w:hAnsi="Consolas" w:cs="Consolas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D12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</TotalTime>
  <Pages>3</Pages>
  <Words>833</Words>
  <Characters>4752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Ермек</cp:lastModifiedBy>
  <cp:revision>9</cp:revision>
  <dcterms:created xsi:type="dcterms:W3CDTF">2018-04-06T06:01:00Z</dcterms:created>
  <dcterms:modified xsi:type="dcterms:W3CDTF">2018-04-06T09:32:00Z</dcterms:modified>
</cp:coreProperties>
</file>